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FC" w:rsidRDefault="003C42FC" w:rsidP="00EE2299">
      <w:pPr>
        <w:ind w:right="15"/>
        <w:jc w:val="center"/>
        <w:rPr>
          <w:b/>
          <w:sz w:val="28"/>
          <w:szCs w:val="28"/>
        </w:rPr>
      </w:pPr>
    </w:p>
    <w:p w:rsidR="003C42FC" w:rsidRDefault="003C42FC" w:rsidP="00EE2299">
      <w:pPr>
        <w:ind w:right="15"/>
        <w:jc w:val="center"/>
        <w:rPr>
          <w:b/>
          <w:sz w:val="28"/>
          <w:szCs w:val="28"/>
        </w:rPr>
      </w:pPr>
    </w:p>
    <w:p w:rsidR="003C42FC" w:rsidRDefault="003C42FC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C42FC" w:rsidRPr="00CB7DCE" w:rsidRDefault="003C42FC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C42FC" w:rsidRDefault="003C42FC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>
        <w:rPr>
          <w:sz w:val="28"/>
        </w:rPr>
        <w:t>О предоставлении разрешения на отклонение от предельных</w:t>
      </w:r>
    </w:p>
    <w:p w:rsidR="003C42FC" w:rsidRDefault="003C42FC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Pr="00663A57">
        <w:rPr>
          <w:sz w:val="28"/>
        </w:rPr>
        <w:t>разрешенного строительства</w:t>
      </w:r>
      <w:r>
        <w:rPr>
          <w:sz w:val="28"/>
        </w:rPr>
        <w:t xml:space="preserve"> объекта капитального </w:t>
      </w:r>
    </w:p>
    <w:p w:rsidR="003C42FC" w:rsidRPr="00AD6DC0" w:rsidRDefault="003C42FC" w:rsidP="00D85147">
      <w:pPr>
        <w:tabs>
          <w:tab w:val="left" w:pos="709"/>
          <w:tab w:val="left" w:pos="8931"/>
        </w:tabs>
        <w:ind w:right="15"/>
        <w:jc w:val="center"/>
        <w:rPr>
          <w:sz w:val="28"/>
          <w:szCs w:val="28"/>
        </w:rPr>
      </w:pPr>
      <w:r w:rsidRPr="00AD6DC0">
        <w:rPr>
          <w:sz w:val="28"/>
          <w:szCs w:val="28"/>
        </w:rPr>
        <w:t>строительства для земельного участка с кадастровым</w:t>
      </w:r>
    </w:p>
    <w:p w:rsidR="003C42FC" w:rsidRDefault="003C42FC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D6DC0">
        <w:rPr>
          <w:sz w:val="28"/>
          <w:szCs w:val="28"/>
        </w:rPr>
        <w:t xml:space="preserve">номером 28:01:010116:373, </w:t>
      </w:r>
      <w:r>
        <w:rPr>
          <w:sz w:val="28"/>
        </w:rPr>
        <w:t>расположенного</w:t>
      </w:r>
    </w:p>
    <w:p w:rsidR="003C42FC" w:rsidRPr="00CB7DCE" w:rsidRDefault="003C42FC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>в квартале 116 города Благовещенска</w:t>
      </w:r>
      <w:r w:rsidRPr="00CB7DCE">
        <w:rPr>
          <w:sz w:val="28"/>
          <w:szCs w:val="28"/>
        </w:rPr>
        <w:t>»</w:t>
      </w:r>
    </w:p>
    <w:p w:rsidR="003C42FC" w:rsidRDefault="003C42FC" w:rsidP="0020597A">
      <w:pPr>
        <w:ind w:right="15"/>
        <w:jc w:val="center"/>
        <w:rPr>
          <w:sz w:val="28"/>
          <w:szCs w:val="28"/>
        </w:rPr>
      </w:pPr>
    </w:p>
    <w:p w:rsidR="003C42FC" w:rsidRDefault="003C42FC" w:rsidP="0020597A">
      <w:pPr>
        <w:ind w:right="15"/>
        <w:jc w:val="center"/>
        <w:rPr>
          <w:sz w:val="28"/>
          <w:szCs w:val="28"/>
        </w:rPr>
      </w:pPr>
    </w:p>
    <w:p w:rsidR="003C42FC" w:rsidRDefault="003C42FC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42FC" w:rsidRDefault="003C42FC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42FC" w:rsidRPr="00AD6DC0" w:rsidRDefault="003C42FC" w:rsidP="00D85147">
      <w:pPr>
        <w:ind w:right="15"/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253.1pt;margin-top:138.1pt;width:16.9pt;height:297pt;flip:x 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">
            <v:stroke endarrow="block"/>
          </v:shape>
        </w:pict>
      </w:r>
      <w:r w:rsidRPr="00AD6DC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396.75pt">
            <v:imagedata r:id="rId6" o:title=""/>
          </v:shape>
        </w:pict>
      </w:r>
    </w:p>
    <w:p w:rsidR="003C42FC" w:rsidRDefault="003C42F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42FC" w:rsidRDefault="003C42F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42FC" w:rsidRPr="00AD6DC0" w:rsidRDefault="003C42F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 xml:space="preserve">земельный </w:t>
      </w:r>
      <w:r w:rsidRPr="00AD6DC0">
        <w:rPr>
          <w:rFonts w:eastAsia="Times New Roman"/>
          <w:sz w:val="28"/>
          <w:szCs w:val="28"/>
          <w:u w:val="single"/>
          <w:lang w:eastAsia="ru-RU"/>
        </w:rPr>
        <w:t>участок</w:t>
      </w:r>
      <w:r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AD6DC0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3C42FC" w:rsidRPr="00AD6DC0" w:rsidRDefault="003C42FC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D6DC0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bookmarkStart w:id="0" w:name="_GoBack"/>
      <w:bookmarkEnd w:id="0"/>
      <w:r w:rsidRPr="00AD6DC0">
        <w:rPr>
          <w:sz w:val="28"/>
          <w:szCs w:val="28"/>
          <w:u w:val="single"/>
        </w:rPr>
        <w:t>28:01:010116:373</w:t>
      </w:r>
    </w:p>
    <w:sectPr w:rsidR="003C42FC" w:rsidRPr="00AD6DC0" w:rsidSect="00494912">
      <w:headerReference w:type="even" r:id="rId7"/>
      <w:headerReference w:type="default" r:id="rId8"/>
      <w:headerReference w:type="first" r:id="rId9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2FC" w:rsidRDefault="003C42FC">
      <w:r>
        <w:separator/>
      </w:r>
    </w:p>
  </w:endnote>
  <w:endnote w:type="continuationSeparator" w:id="1">
    <w:p w:rsidR="003C42FC" w:rsidRDefault="003C4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2FC" w:rsidRDefault="003C42FC">
      <w:r>
        <w:separator/>
      </w:r>
    </w:p>
  </w:footnote>
  <w:footnote w:type="continuationSeparator" w:id="1">
    <w:p w:rsidR="003C42FC" w:rsidRDefault="003C4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FC" w:rsidRDefault="003C42FC" w:rsidP="004949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2FC" w:rsidRDefault="003C42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FC" w:rsidRDefault="003C42FC" w:rsidP="004949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C42FC" w:rsidRDefault="003C42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FC" w:rsidRPr="00F75FF5" w:rsidRDefault="003C42FC" w:rsidP="00F75FF5">
    <w:pPr>
      <w:pStyle w:val="Header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3C42FC" w:rsidRPr="00F75FF5" w:rsidRDefault="003C42FC" w:rsidP="00F75FF5">
    <w:pPr>
      <w:pStyle w:val="Header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3C42FC" w:rsidRPr="00F75FF5" w:rsidRDefault="003C42FC" w:rsidP="00F75FF5">
    <w:pPr>
      <w:pStyle w:val="Header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3C42FC" w:rsidRDefault="003C42FC" w:rsidP="0049491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632BB"/>
    <w:rsid w:val="00392DCE"/>
    <w:rsid w:val="003C42FC"/>
    <w:rsid w:val="003C65C0"/>
    <w:rsid w:val="003F72C6"/>
    <w:rsid w:val="00494912"/>
    <w:rsid w:val="00536FE4"/>
    <w:rsid w:val="00550E51"/>
    <w:rsid w:val="0055355A"/>
    <w:rsid w:val="005E5492"/>
    <w:rsid w:val="00625CD9"/>
    <w:rsid w:val="00663A57"/>
    <w:rsid w:val="007123B6"/>
    <w:rsid w:val="007C7713"/>
    <w:rsid w:val="0086533F"/>
    <w:rsid w:val="008D5E4A"/>
    <w:rsid w:val="008D75FF"/>
    <w:rsid w:val="009553C4"/>
    <w:rsid w:val="00A7394C"/>
    <w:rsid w:val="00AA7B7A"/>
    <w:rsid w:val="00AC4C1A"/>
    <w:rsid w:val="00AD6DC0"/>
    <w:rsid w:val="00B05628"/>
    <w:rsid w:val="00B84357"/>
    <w:rsid w:val="00CA1F77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rsid w:val="00EE229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3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1</Pages>
  <Words>56</Words>
  <Characters>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Rybakov</cp:lastModifiedBy>
  <cp:revision>41</cp:revision>
  <cp:lastPrinted>2021-03-15T06:30:00Z</cp:lastPrinted>
  <dcterms:created xsi:type="dcterms:W3CDTF">2019-01-23T06:20:00Z</dcterms:created>
  <dcterms:modified xsi:type="dcterms:W3CDTF">2021-06-17T03:01:00Z</dcterms:modified>
</cp:coreProperties>
</file>