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1C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Итоги аукциона на право заключения договоров </w:t>
      </w:r>
    </w:p>
    <w:p w:rsidR="008D7858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аренды земельных участков, по продаже земельных участков, </w:t>
      </w:r>
    </w:p>
    <w:p w:rsidR="00AF1638" w:rsidRPr="005F0F67" w:rsidRDefault="007A201C" w:rsidP="007A201C">
      <w:pPr>
        <w:jc w:val="center"/>
        <w:rPr>
          <w:b/>
          <w:sz w:val="26"/>
          <w:szCs w:val="26"/>
        </w:rPr>
      </w:pPr>
      <w:r w:rsidRPr="005F0F67">
        <w:rPr>
          <w:b/>
          <w:sz w:val="26"/>
          <w:szCs w:val="26"/>
        </w:rPr>
        <w:t xml:space="preserve">назначенного на </w:t>
      </w:r>
      <w:r w:rsidR="00EE565D">
        <w:rPr>
          <w:b/>
          <w:sz w:val="26"/>
          <w:szCs w:val="26"/>
        </w:rPr>
        <w:t>03</w:t>
      </w:r>
      <w:r w:rsidRPr="005F0F67">
        <w:rPr>
          <w:b/>
          <w:sz w:val="26"/>
          <w:szCs w:val="26"/>
        </w:rPr>
        <w:t>.0</w:t>
      </w:r>
      <w:r w:rsidR="00EE565D">
        <w:rPr>
          <w:b/>
          <w:sz w:val="26"/>
          <w:szCs w:val="26"/>
        </w:rPr>
        <w:t>9</w:t>
      </w:r>
      <w:r w:rsidRPr="005F0F67">
        <w:rPr>
          <w:b/>
          <w:sz w:val="26"/>
          <w:szCs w:val="26"/>
        </w:rPr>
        <w:t>.2021</w:t>
      </w:r>
    </w:p>
    <w:p w:rsidR="007A201C" w:rsidRDefault="007A201C" w:rsidP="007A201C">
      <w:pPr>
        <w:jc w:val="center"/>
        <w:rPr>
          <w:b/>
        </w:rPr>
      </w:pPr>
    </w:p>
    <w:p w:rsidR="007A201C" w:rsidRPr="00440EBC" w:rsidRDefault="007A201C" w:rsidP="007A201C">
      <w:pPr>
        <w:jc w:val="center"/>
        <w:rPr>
          <w:b/>
          <w:sz w:val="22"/>
          <w:szCs w:val="22"/>
        </w:rPr>
      </w:pPr>
    </w:p>
    <w:tbl>
      <w:tblPr>
        <w:tblW w:w="9811" w:type="dxa"/>
        <w:jc w:val="center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503"/>
        <w:gridCol w:w="2778"/>
      </w:tblGrid>
      <w:tr w:rsidR="00EF5B85" w:rsidRPr="001562AB" w:rsidTr="009A279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F5B85" w:rsidRPr="006777C1" w:rsidRDefault="00EF5B85" w:rsidP="00137EC5">
            <w:pPr>
              <w:pStyle w:val="a8"/>
              <w:ind w:left="-7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№ лота</w:t>
            </w:r>
          </w:p>
        </w:tc>
        <w:tc>
          <w:tcPr>
            <w:tcW w:w="6503" w:type="dxa"/>
            <w:vAlign w:val="center"/>
          </w:tcPr>
          <w:p w:rsidR="00EF5B85" w:rsidRPr="006777C1" w:rsidRDefault="00EF5B85" w:rsidP="00137EC5">
            <w:pPr>
              <w:pStyle w:val="a8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Предмет аукциона</w:t>
            </w:r>
          </w:p>
        </w:tc>
        <w:tc>
          <w:tcPr>
            <w:tcW w:w="2778" w:type="dxa"/>
            <w:vAlign w:val="center"/>
          </w:tcPr>
          <w:p w:rsidR="00EF5B85" w:rsidRPr="006777C1" w:rsidRDefault="00EF5B85" w:rsidP="00AB56B1">
            <w:pPr>
              <w:pStyle w:val="a8"/>
              <w:ind w:left="-153"/>
              <w:rPr>
                <w:b w:val="0"/>
                <w:sz w:val="24"/>
                <w:szCs w:val="24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EE565D" w:rsidRPr="001562AB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EE565D" w:rsidRPr="006777C1" w:rsidRDefault="00EE565D" w:rsidP="00137EC5">
            <w:pPr>
              <w:ind w:firstLine="94"/>
              <w:jc w:val="both"/>
            </w:pPr>
            <w:r w:rsidRPr="006777C1">
              <w:t>1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9A367E">
              <w:t xml:space="preserve">Право заключения договора аренды земельного участка с кадастровым номером 28:01:020439:1560, площадью 30 </w:t>
            </w:r>
            <w:proofErr w:type="spellStart"/>
            <w:r w:rsidRPr="009A367E">
              <w:t>кв</w:t>
            </w:r>
            <w:proofErr w:type="gramStart"/>
            <w:r w:rsidRPr="009A367E">
              <w:t>.м</w:t>
            </w:r>
            <w:proofErr w:type="spellEnd"/>
            <w:proofErr w:type="gramEnd"/>
            <w:r w:rsidRPr="009A367E">
              <w:t>, расположенного в квартале 439, с видом разрешенного использования – хранение автотранспорта</w:t>
            </w:r>
          </w:p>
        </w:tc>
        <w:tc>
          <w:tcPr>
            <w:tcW w:w="2778" w:type="dxa"/>
            <w:vAlign w:val="center"/>
          </w:tcPr>
          <w:p w:rsidR="00EE565D" w:rsidRPr="009A279C" w:rsidRDefault="00EE565D" w:rsidP="00960CF1">
            <w:pPr>
              <w:jc w:val="center"/>
            </w:pPr>
            <w:r>
              <w:t>Аукцион признан несостоявшимся</w:t>
            </w:r>
          </w:p>
        </w:tc>
      </w:tr>
      <w:tr w:rsidR="00EE565D" w:rsidRPr="00C31977" w:rsidTr="009A279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EE565D" w:rsidRPr="006777C1" w:rsidRDefault="00EE565D" w:rsidP="00137EC5">
            <w:pPr>
              <w:jc w:val="center"/>
            </w:pPr>
            <w:r w:rsidRPr="006777C1">
              <w:t>2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9A367E">
              <w:t xml:space="preserve">Право заключения договора аренды земельного участка с кадастровым номером 28:01:050004:35, площадью 1222 </w:t>
            </w:r>
            <w:proofErr w:type="spellStart"/>
            <w:r w:rsidRPr="009A367E">
              <w:t>кв.м</w:t>
            </w:r>
            <w:proofErr w:type="spellEnd"/>
            <w:r w:rsidRPr="009A367E">
              <w:t>., расположенного в квартале МП-4 п. Моховая падь, с видом разрешенного использования – автомобильные мойки, ремонт автомобилей</w:t>
            </w:r>
          </w:p>
        </w:tc>
        <w:tc>
          <w:tcPr>
            <w:tcW w:w="2778" w:type="dxa"/>
            <w:vAlign w:val="center"/>
          </w:tcPr>
          <w:p w:rsidR="00EE565D" w:rsidRDefault="00EE565D" w:rsidP="009A279C">
            <w:pPr>
              <w:jc w:val="center"/>
            </w:pPr>
            <w:r>
              <w:t>Аукцион признан несостоявшимся</w:t>
            </w:r>
          </w:p>
          <w:p w:rsidR="00EE565D" w:rsidRPr="001C4B03" w:rsidRDefault="00EE565D" w:rsidP="009A279C">
            <w:pPr>
              <w:jc w:val="center"/>
            </w:pPr>
          </w:p>
        </w:tc>
      </w:tr>
      <w:tr w:rsidR="00EE565D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EE565D" w:rsidRPr="006777C1" w:rsidRDefault="00EE565D" w:rsidP="00137EC5">
            <w:pPr>
              <w:jc w:val="center"/>
            </w:pPr>
            <w:r w:rsidRPr="006777C1">
              <w:t>3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9A367E">
              <w:t xml:space="preserve">Право заключения договора аренды земельного участка с кадастровым номером 28:01:110257:391, площадью 17632 </w:t>
            </w:r>
            <w:proofErr w:type="spellStart"/>
            <w:r w:rsidRPr="009A367E">
              <w:t>кв.м</w:t>
            </w:r>
            <w:proofErr w:type="spellEnd"/>
            <w:r w:rsidRPr="009A367E">
              <w:t xml:space="preserve">., расположенного в квартале В-2 с. </w:t>
            </w:r>
            <w:proofErr w:type="spellStart"/>
            <w:r w:rsidRPr="009A367E">
              <w:t>Верхнеблаговещенское</w:t>
            </w:r>
            <w:proofErr w:type="spellEnd"/>
            <w:r w:rsidRPr="009A367E">
              <w:t>, для складов</w:t>
            </w:r>
          </w:p>
        </w:tc>
        <w:tc>
          <w:tcPr>
            <w:tcW w:w="2778" w:type="dxa"/>
            <w:vAlign w:val="center"/>
          </w:tcPr>
          <w:p w:rsidR="00EE565D" w:rsidRPr="009A279C" w:rsidRDefault="00EE565D" w:rsidP="001C4B03">
            <w:pPr>
              <w:jc w:val="center"/>
            </w:pPr>
            <w:r>
              <w:t>Аукцион признан несостоявшимся</w:t>
            </w:r>
          </w:p>
        </w:tc>
      </w:tr>
      <w:tr w:rsidR="00EE565D" w:rsidRPr="00C31977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EE565D" w:rsidRPr="006777C1" w:rsidRDefault="00EE565D" w:rsidP="00137EC5">
            <w:pPr>
              <w:jc w:val="center"/>
            </w:pPr>
            <w:r w:rsidRPr="006777C1">
              <w:t>4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9A367E">
              <w:t xml:space="preserve">Земельный участок с кадастровым номером 28:01:000000:12285, площадью 532 </w:t>
            </w:r>
            <w:proofErr w:type="spellStart"/>
            <w:r w:rsidRPr="009A367E">
              <w:t>кв</w:t>
            </w:r>
            <w:proofErr w:type="gramStart"/>
            <w:r w:rsidRPr="009A367E">
              <w:t>.м</w:t>
            </w:r>
            <w:proofErr w:type="spellEnd"/>
            <w:proofErr w:type="gramEnd"/>
            <w:r w:rsidRPr="009A367E">
              <w:t>, расположенный в с/т «Вершина», для ведения садоводства</w:t>
            </w:r>
          </w:p>
        </w:tc>
        <w:tc>
          <w:tcPr>
            <w:tcW w:w="2778" w:type="dxa"/>
            <w:vAlign w:val="center"/>
          </w:tcPr>
          <w:p w:rsidR="00EE565D" w:rsidRDefault="00EE565D" w:rsidP="00EE565D">
            <w:pPr>
              <w:jc w:val="center"/>
            </w:pPr>
            <w:r>
              <w:t xml:space="preserve">Договор подлежит заключению, с </w:t>
            </w:r>
            <w:proofErr w:type="gramStart"/>
            <w:r>
              <w:t>единственной</w:t>
            </w:r>
            <w:proofErr w:type="gramEnd"/>
            <w:r>
              <w:t xml:space="preserve"> подавшей заявку </w:t>
            </w:r>
          </w:p>
          <w:p w:rsidR="00EE565D" w:rsidRPr="009A279C" w:rsidRDefault="00EE565D" w:rsidP="00EE565D">
            <w:pPr>
              <w:jc w:val="center"/>
            </w:pPr>
            <w:r>
              <w:t>Сидоренко Е.А.</w:t>
            </w:r>
          </w:p>
        </w:tc>
      </w:tr>
      <w:tr w:rsidR="00EE565D" w:rsidRPr="00C31977" w:rsidTr="00EE565D">
        <w:trPr>
          <w:cantSplit/>
          <w:trHeight w:val="900"/>
          <w:jc w:val="center"/>
        </w:trPr>
        <w:tc>
          <w:tcPr>
            <w:tcW w:w="530" w:type="dxa"/>
            <w:vAlign w:val="center"/>
          </w:tcPr>
          <w:p w:rsidR="00EE565D" w:rsidRPr="006777C1" w:rsidRDefault="00EE565D" w:rsidP="00137EC5">
            <w:pPr>
              <w:jc w:val="center"/>
            </w:pPr>
            <w:r>
              <w:t>5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9A367E">
              <w:t xml:space="preserve">Земельный участок с кадастровым номером 28:01:110133:8, площадью 929 </w:t>
            </w:r>
            <w:proofErr w:type="spellStart"/>
            <w:r w:rsidRPr="009A367E">
              <w:t>кв.м</w:t>
            </w:r>
            <w:proofErr w:type="spellEnd"/>
            <w:r w:rsidRPr="009A367E">
              <w:t xml:space="preserve">., расположенный в с/т «Голос», район </w:t>
            </w:r>
            <w:proofErr w:type="spellStart"/>
            <w:r w:rsidRPr="009A367E">
              <w:t>Игнатьевского</w:t>
            </w:r>
            <w:proofErr w:type="spellEnd"/>
            <w:r w:rsidRPr="009A367E">
              <w:t xml:space="preserve"> склона, для ведения садоводства</w:t>
            </w:r>
          </w:p>
        </w:tc>
        <w:tc>
          <w:tcPr>
            <w:tcW w:w="2778" w:type="dxa"/>
            <w:vAlign w:val="center"/>
          </w:tcPr>
          <w:p w:rsidR="00EE565D" w:rsidRPr="009A279C" w:rsidRDefault="00291FB5" w:rsidP="009A279C">
            <w:pPr>
              <w:jc w:val="center"/>
            </w:pPr>
            <w:r w:rsidRPr="00291FB5">
              <w:t>Аукцион признан несостоявшимся</w:t>
            </w:r>
          </w:p>
        </w:tc>
      </w:tr>
      <w:tr w:rsidR="00EE565D" w:rsidRPr="00EE565D" w:rsidTr="009A279C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EE565D" w:rsidRDefault="00EE565D" w:rsidP="00137EC5">
            <w:pPr>
              <w:jc w:val="center"/>
            </w:pPr>
            <w:r>
              <w:t>6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9A367E">
              <w:t xml:space="preserve">Земельный участок с кадастровым номером 28:01:170153:321,   площадью  688  </w:t>
            </w:r>
            <w:proofErr w:type="spellStart"/>
            <w:r w:rsidRPr="009A367E">
              <w:t>кв</w:t>
            </w:r>
            <w:proofErr w:type="gramStart"/>
            <w:r w:rsidRPr="009A367E">
              <w:t>.м</w:t>
            </w:r>
            <w:proofErr w:type="spellEnd"/>
            <w:proofErr w:type="gramEnd"/>
            <w:r w:rsidRPr="009A367E">
              <w:t>,  расположенный  на  территории  с/т «Весна» в кадастровом квартале 28:01:170153, для ведения садоводства</w:t>
            </w:r>
          </w:p>
        </w:tc>
        <w:tc>
          <w:tcPr>
            <w:tcW w:w="2778" w:type="dxa"/>
            <w:vAlign w:val="center"/>
          </w:tcPr>
          <w:p w:rsidR="00291FB5" w:rsidRPr="00957203" w:rsidRDefault="00EE565D" w:rsidP="00EE565D">
            <w:pPr>
              <w:jc w:val="center"/>
            </w:pPr>
            <w:r w:rsidRPr="00957203">
              <w:t>Победитель аукциона</w:t>
            </w:r>
          </w:p>
          <w:p w:rsidR="00EE565D" w:rsidRPr="00957203" w:rsidRDefault="00291FB5" w:rsidP="00EE565D">
            <w:pPr>
              <w:jc w:val="center"/>
            </w:pPr>
            <w:proofErr w:type="spellStart"/>
            <w:r w:rsidRPr="00957203">
              <w:t>Новру</w:t>
            </w:r>
            <w:r w:rsidR="00957203" w:rsidRPr="00957203">
              <w:t>зова</w:t>
            </w:r>
            <w:proofErr w:type="spellEnd"/>
            <w:r w:rsidR="00957203" w:rsidRPr="00957203">
              <w:t xml:space="preserve"> Т.Р.</w:t>
            </w:r>
            <w:r w:rsidR="00EE565D" w:rsidRPr="00957203">
              <w:t xml:space="preserve"> </w:t>
            </w:r>
          </w:p>
        </w:tc>
      </w:tr>
      <w:tr w:rsidR="00EE565D" w:rsidRPr="00C31977" w:rsidTr="00EE565D">
        <w:trPr>
          <w:cantSplit/>
          <w:trHeight w:val="830"/>
          <w:jc w:val="center"/>
        </w:trPr>
        <w:tc>
          <w:tcPr>
            <w:tcW w:w="530" w:type="dxa"/>
            <w:vAlign w:val="center"/>
          </w:tcPr>
          <w:p w:rsidR="00EE565D" w:rsidRDefault="00EE565D" w:rsidP="00137EC5">
            <w:pPr>
              <w:jc w:val="center"/>
            </w:pPr>
            <w:r>
              <w:t>7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EE565D">
              <w:t xml:space="preserve">Земельный участок с кадастровым номером 28:01:000000:12552, площадью  1744  </w:t>
            </w:r>
            <w:proofErr w:type="spellStart"/>
            <w:r w:rsidRPr="00EE565D">
              <w:t>кв</w:t>
            </w:r>
            <w:proofErr w:type="gramStart"/>
            <w:r w:rsidRPr="00EE565D">
              <w:t>.м</w:t>
            </w:r>
            <w:proofErr w:type="spellEnd"/>
            <w:proofErr w:type="gramEnd"/>
            <w:r w:rsidRPr="00EE565D">
              <w:t>,  расположенный  в  с/т «Урожай  для ведения садоводства</w:t>
            </w:r>
          </w:p>
        </w:tc>
        <w:tc>
          <w:tcPr>
            <w:tcW w:w="2778" w:type="dxa"/>
            <w:vAlign w:val="center"/>
          </w:tcPr>
          <w:p w:rsidR="00EE565D" w:rsidRPr="00957203" w:rsidRDefault="00957203" w:rsidP="009A279C">
            <w:pPr>
              <w:jc w:val="center"/>
            </w:pPr>
            <w:r w:rsidRPr="00957203">
              <w:t>Аукцион признан несостоявшимся</w:t>
            </w:r>
          </w:p>
        </w:tc>
      </w:tr>
      <w:tr w:rsidR="00EE565D" w:rsidRPr="00C31977" w:rsidTr="00EE565D">
        <w:trPr>
          <w:cantSplit/>
          <w:trHeight w:val="842"/>
          <w:jc w:val="center"/>
        </w:trPr>
        <w:tc>
          <w:tcPr>
            <w:tcW w:w="530" w:type="dxa"/>
            <w:vAlign w:val="center"/>
          </w:tcPr>
          <w:p w:rsidR="00EE565D" w:rsidRDefault="00EE565D" w:rsidP="00137EC5">
            <w:pPr>
              <w:jc w:val="center"/>
            </w:pPr>
            <w:r>
              <w:t>8</w:t>
            </w:r>
          </w:p>
        </w:tc>
        <w:tc>
          <w:tcPr>
            <w:tcW w:w="6503" w:type="dxa"/>
          </w:tcPr>
          <w:p w:rsidR="00EE565D" w:rsidRPr="009A367E" w:rsidRDefault="00EE565D" w:rsidP="008D1021">
            <w:r w:rsidRPr="00EE565D">
              <w:t xml:space="preserve">Земельный участок с кадастровым номером 28:01:020494:13 площадью 1300 </w:t>
            </w:r>
            <w:proofErr w:type="spellStart"/>
            <w:r w:rsidRPr="00EE565D">
              <w:t>кв.м</w:t>
            </w:r>
            <w:proofErr w:type="spellEnd"/>
            <w:r w:rsidRPr="00EE565D">
              <w:t>., расположенный в квартале 494 для индивидуального жилищного строительства</w:t>
            </w:r>
          </w:p>
        </w:tc>
        <w:tc>
          <w:tcPr>
            <w:tcW w:w="2778" w:type="dxa"/>
            <w:vAlign w:val="center"/>
          </w:tcPr>
          <w:p w:rsidR="00EE565D" w:rsidRPr="00957203" w:rsidRDefault="00EE565D" w:rsidP="00EE565D">
            <w:pPr>
              <w:jc w:val="center"/>
            </w:pPr>
            <w:r w:rsidRPr="00957203">
              <w:t xml:space="preserve">Победитель аукциона </w:t>
            </w:r>
          </w:p>
          <w:p w:rsidR="00957203" w:rsidRPr="00957203" w:rsidRDefault="00957203" w:rsidP="00EE565D">
            <w:pPr>
              <w:jc w:val="center"/>
            </w:pPr>
            <w:r w:rsidRPr="00957203">
              <w:t>Тарасова Н.А.</w:t>
            </w:r>
            <w:bookmarkStart w:id="0" w:name="_GoBack"/>
            <w:bookmarkEnd w:id="0"/>
          </w:p>
        </w:tc>
      </w:tr>
    </w:tbl>
    <w:p w:rsidR="00224609" w:rsidRPr="00943C53" w:rsidRDefault="00224609" w:rsidP="00440EBC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EE096E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7B" w:rsidRDefault="00D2057B">
      <w:r>
        <w:separator/>
      </w:r>
    </w:p>
  </w:endnote>
  <w:endnote w:type="continuationSeparator" w:id="0">
    <w:p w:rsidR="00D2057B" w:rsidRDefault="00D2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7203">
      <w:rPr>
        <w:rStyle w:val="a5"/>
        <w:noProof/>
      </w:rPr>
      <w:t>1</w:t>
    </w:r>
    <w:r>
      <w:rPr>
        <w:rStyle w:val="a5"/>
      </w:rPr>
      <w:fldChar w:fldCharType="end"/>
    </w:r>
  </w:p>
  <w:p w:rsidR="00D2057B" w:rsidRDefault="00D2057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7B" w:rsidRDefault="00D2057B">
      <w:r>
        <w:separator/>
      </w:r>
    </w:p>
  </w:footnote>
  <w:footnote w:type="continuationSeparator" w:id="0">
    <w:p w:rsidR="00D2057B" w:rsidRDefault="00D2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7B" w:rsidRDefault="00D2057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57B" w:rsidRDefault="00D2057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1F181D"/>
    <w:multiLevelType w:val="hybridMultilevel"/>
    <w:tmpl w:val="79C87052"/>
    <w:lvl w:ilvl="0" w:tplc="75C8088E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3989"/>
    <w:rsid w:val="000047B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418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5C27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C1B"/>
    <w:rsid w:val="000A4FC5"/>
    <w:rsid w:val="000A51BC"/>
    <w:rsid w:val="000A592E"/>
    <w:rsid w:val="000A5E8C"/>
    <w:rsid w:val="000A6B38"/>
    <w:rsid w:val="000A71C6"/>
    <w:rsid w:val="000A743F"/>
    <w:rsid w:val="000A750A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520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38A4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0CA6"/>
    <w:rsid w:val="00150FD5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5D20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1DB4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1F5D"/>
    <w:rsid w:val="001C22B5"/>
    <w:rsid w:val="001C2600"/>
    <w:rsid w:val="001C2E0A"/>
    <w:rsid w:val="001C4B03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02B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46CAD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0B4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1FB5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1E0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43C"/>
    <w:rsid w:val="002E3557"/>
    <w:rsid w:val="002E40EF"/>
    <w:rsid w:val="002E4F24"/>
    <w:rsid w:val="002E56D6"/>
    <w:rsid w:val="002E58EF"/>
    <w:rsid w:val="002E5916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23E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78C5"/>
    <w:rsid w:val="00360997"/>
    <w:rsid w:val="00360F94"/>
    <w:rsid w:val="00361191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0A53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3A45"/>
    <w:rsid w:val="003C4C29"/>
    <w:rsid w:val="003C5065"/>
    <w:rsid w:val="003C5554"/>
    <w:rsid w:val="003C5B57"/>
    <w:rsid w:val="003C6A7D"/>
    <w:rsid w:val="003C7032"/>
    <w:rsid w:val="003C7180"/>
    <w:rsid w:val="003C7246"/>
    <w:rsid w:val="003D02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2BBC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27D33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0EB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3DB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CF2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2A91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26A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47C3A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4903"/>
    <w:rsid w:val="005651A8"/>
    <w:rsid w:val="00565CDD"/>
    <w:rsid w:val="00566373"/>
    <w:rsid w:val="00566412"/>
    <w:rsid w:val="00566F43"/>
    <w:rsid w:val="00567345"/>
    <w:rsid w:val="00567AA8"/>
    <w:rsid w:val="00567DD1"/>
    <w:rsid w:val="00567EEF"/>
    <w:rsid w:val="00570136"/>
    <w:rsid w:val="00570289"/>
    <w:rsid w:val="00571A9C"/>
    <w:rsid w:val="00572016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8E0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4D69"/>
    <w:rsid w:val="005A5027"/>
    <w:rsid w:val="005A51C9"/>
    <w:rsid w:val="005A51E4"/>
    <w:rsid w:val="005A5DD3"/>
    <w:rsid w:val="005A63F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551E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0F67"/>
    <w:rsid w:val="005F16F7"/>
    <w:rsid w:val="005F27DB"/>
    <w:rsid w:val="005F2A32"/>
    <w:rsid w:val="005F4167"/>
    <w:rsid w:val="005F5389"/>
    <w:rsid w:val="006005E5"/>
    <w:rsid w:val="006009F5"/>
    <w:rsid w:val="00601533"/>
    <w:rsid w:val="00601B9B"/>
    <w:rsid w:val="00601D3B"/>
    <w:rsid w:val="00602141"/>
    <w:rsid w:val="00602E19"/>
    <w:rsid w:val="00604408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1A0A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751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4AD1"/>
    <w:rsid w:val="00655F46"/>
    <w:rsid w:val="00656187"/>
    <w:rsid w:val="00656204"/>
    <w:rsid w:val="00656360"/>
    <w:rsid w:val="00657AD7"/>
    <w:rsid w:val="00660EF9"/>
    <w:rsid w:val="006611B0"/>
    <w:rsid w:val="00661CC1"/>
    <w:rsid w:val="00661E3B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777C1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6A90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1785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E7C9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0D9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2C00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96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01C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B6A"/>
    <w:rsid w:val="007D4DDF"/>
    <w:rsid w:val="007D52F3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F55"/>
    <w:rsid w:val="00803334"/>
    <w:rsid w:val="008036EA"/>
    <w:rsid w:val="00803FE2"/>
    <w:rsid w:val="00806691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5A0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2EDF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1686"/>
    <w:rsid w:val="00882942"/>
    <w:rsid w:val="00884432"/>
    <w:rsid w:val="008845B7"/>
    <w:rsid w:val="00885825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A66EF"/>
    <w:rsid w:val="008B02E4"/>
    <w:rsid w:val="008B0CB5"/>
    <w:rsid w:val="008B0FC8"/>
    <w:rsid w:val="008B15E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0EF"/>
    <w:rsid w:val="008C7BF0"/>
    <w:rsid w:val="008C7DC8"/>
    <w:rsid w:val="008D042A"/>
    <w:rsid w:val="008D0709"/>
    <w:rsid w:val="008D1342"/>
    <w:rsid w:val="008D1A07"/>
    <w:rsid w:val="008D2A7B"/>
    <w:rsid w:val="008D2ACD"/>
    <w:rsid w:val="008D3057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858"/>
    <w:rsid w:val="008D7F14"/>
    <w:rsid w:val="008D7F3E"/>
    <w:rsid w:val="008E049D"/>
    <w:rsid w:val="008E06D5"/>
    <w:rsid w:val="008E14ED"/>
    <w:rsid w:val="008E2B88"/>
    <w:rsid w:val="008E33B1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D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09F5"/>
    <w:rsid w:val="009319A7"/>
    <w:rsid w:val="00932036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19C3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203"/>
    <w:rsid w:val="0095743C"/>
    <w:rsid w:val="00960008"/>
    <w:rsid w:val="00960CF1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D7B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79C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149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BC5"/>
    <w:rsid w:val="009D0EDF"/>
    <w:rsid w:val="009D10E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3EA0"/>
    <w:rsid w:val="00A34161"/>
    <w:rsid w:val="00A35793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05CC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6B1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11"/>
    <w:rsid w:val="00AD6EF6"/>
    <w:rsid w:val="00AE03C5"/>
    <w:rsid w:val="00AE0CF9"/>
    <w:rsid w:val="00AE13DC"/>
    <w:rsid w:val="00AE1512"/>
    <w:rsid w:val="00AE1867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2C31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1CAC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19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3F3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48A"/>
    <w:rsid w:val="00BB0620"/>
    <w:rsid w:val="00BB0A78"/>
    <w:rsid w:val="00BB1C9B"/>
    <w:rsid w:val="00BB4498"/>
    <w:rsid w:val="00BB44A5"/>
    <w:rsid w:val="00BB4613"/>
    <w:rsid w:val="00BB4BD6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9DC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2DA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9FF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3EC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A32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ADB"/>
    <w:rsid w:val="00CA3FC5"/>
    <w:rsid w:val="00CA57CC"/>
    <w:rsid w:val="00CA6582"/>
    <w:rsid w:val="00CA6AD9"/>
    <w:rsid w:val="00CA70DC"/>
    <w:rsid w:val="00CB1886"/>
    <w:rsid w:val="00CB27F4"/>
    <w:rsid w:val="00CB2E45"/>
    <w:rsid w:val="00CB41FC"/>
    <w:rsid w:val="00CB4D5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4C89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3BA7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57B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072"/>
    <w:rsid w:val="00D421AC"/>
    <w:rsid w:val="00D42796"/>
    <w:rsid w:val="00D4294D"/>
    <w:rsid w:val="00D42E3A"/>
    <w:rsid w:val="00D441AF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5D45"/>
    <w:rsid w:val="00D671DA"/>
    <w:rsid w:val="00D677F9"/>
    <w:rsid w:val="00D67ECB"/>
    <w:rsid w:val="00D74693"/>
    <w:rsid w:val="00D748F9"/>
    <w:rsid w:val="00D7793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6BF3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1D27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A70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06DDF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4EB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4CE5"/>
    <w:rsid w:val="00E3556E"/>
    <w:rsid w:val="00E35674"/>
    <w:rsid w:val="00E36853"/>
    <w:rsid w:val="00E36B0F"/>
    <w:rsid w:val="00E36F48"/>
    <w:rsid w:val="00E37C4D"/>
    <w:rsid w:val="00E40282"/>
    <w:rsid w:val="00E414C9"/>
    <w:rsid w:val="00E43E7C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5EE0"/>
    <w:rsid w:val="00E86188"/>
    <w:rsid w:val="00E86270"/>
    <w:rsid w:val="00E8645D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96E"/>
    <w:rsid w:val="00EE0E6E"/>
    <w:rsid w:val="00EE136D"/>
    <w:rsid w:val="00EE193E"/>
    <w:rsid w:val="00EE274C"/>
    <w:rsid w:val="00EE3EF2"/>
    <w:rsid w:val="00EE565D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B85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696"/>
    <w:rsid w:val="00F0576D"/>
    <w:rsid w:val="00F05D41"/>
    <w:rsid w:val="00F05F23"/>
    <w:rsid w:val="00F06697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353"/>
    <w:rsid w:val="00F21D50"/>
    <w:rsid w:val="00F22086"/>
    <w:rsid w:val="00F2389F"/>
    <w:rsid w:val="00F23FB6"/>
    <w:rsid w:val="00F24C65"/>
    <w:rsid w:val="00F2502D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285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003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5A4"/>
    <w:rsid w:val="00FB6C07"/>
    <w:rsid w:val="00FB7F31"/>
    <w:rsid w:val="00FC00D0"/>
    <w:rsid w:val="00FC03BC"/>
    <w:rsid w:val="00FC0549"/>
    <w:rsid w:val="00FC11F8"/>
    <w:rsid w:val="00FC1286"/>
    <w:rsid w:val="00FC239D"/>
    <w:rsid w:val="00FC2590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341F"/>
    <w:rsid w:val="00FD40B0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9F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C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55CD-C9BB-4524-B486-600410F1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2021-09-03T03:13:00Z</cp:lastPrinted>
  <dcterms:created xsi:type="dcterms:W3CDTF">2021-08-05T08:30:00Z</dcterms:created>
  <dcterms:modified xsi:type="dcterms:W3CDTF">2021-09-03T03:13:00Z</dcterms:modified>
</cp:coreProperties>
</file>