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830427">
        <w:rPr>
          <w:b/>
        </w:rPr>
        <w:t xml:space="preserve"> по продаже земельн</w:t>
      </w:r>
      <w:r w:rsidR="005E7C71">
        <w:rPr>
          <w:b/>
        </w:rPr>
        <w:t>ого</w:t>
      </w:r>
      <w:r w:rsidR="00830427">
        <w:rPr>
          <w:b/>
        </w:rPr>
        <w:t xml:space="preserve"> участк</w:t>
      </w:r>
      <w:r w:rsidR="005E7C71">
        <w:rPr>
          <w:b/>
        </w:rPr>
        <w:t>а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E41873">
        <w:rPr>
          <w:b/>
        </w:rPr>
        <w:t>04</w:t>
      </w:r>
      <w:r w:rsidRPr="005741F5">
        <w:rPr>
          <w:b/>
        </w:rPr>
        <w:t>.</w:t>
      </w:r>
      <w:r w:rsidR="005E7C71">
        <w:rPr>
          <w:b/>
        </w:rPr>
        <w:t>0</w:t>
      </w:r>
      <w:r w:rsidR="00E41873">
        <w:rPr>
          <w:b/>
        </w:rPr>
        <w:t>2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E41873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E41873" w:rsidRPr="00440BFC" w:rsidRDefault="00E41873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E41873" w:rsidRPr="00636259" w:rsidRDefault="00E41873" w:rsidP="00E41873">
            <w:pPr>
              <w:jc w:val="both"/>
            </w:pPr>
            <w:r w:rsidRPr="00636259">
              <w:t>Право заключения договора аренды земельного участка с к</w:t>
            </w:r>
            <w:r w:rsidRPr="00636259">
              <w:t>а</w:t>
            </w:r>
            <w:r w:rsidRPr="00636259">
              <w:t xml:space="preserve">дастровым номером 28:01:010300:16, площадью 2148 </w:t>
            </w:r>
            <w:proofErr w:type="spellStart"/>
            <w:r w:rsidRPr="00636259">
              <w:t>кв.м</w:t>
            </w:r>
            <w:proofErr w:type="spellEnd"/>
            <w:r w:rsidRPr="00636259">
              <w:t>., ра</w:t>
            </w:r>
            <w:r w:rsidRPr="00636259">
              <w:t>с</w:t>
            </w:r>
            <w:r w:rsidRPr="00636259">
              <w:t>положенного в квартале 306Б г. Благовещенска, для делового управления</w:t>
            </w:r>
          </w:p>
        </w:tc>
        <w:tc>
          <w:tcPr>
            <w:tcW w:w="2372" w:type="dxa"/>
            <w:vAlign w:val="center"/>
          </w:tcPr>
          <w:p w:rsidR="00E41873" w:rsidRPr="00440BFC" w:rsidRDefault="00E41873" w:rsidP="00273FA9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E41873" w:rsidRPr="00D75F92" w:rsidTr="005E7C71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E41873" w:rsidRPr="00440BFC" w:rsidRDefault="00E41873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E41873" w:rsidRPr="00636259" w:rsidRDefault="00E41873" w:rsidP="00E41873">
            <w:pPr>
              <w:jc w:val="both"/>
            </w:pPr>
            <w:r w:rsidRPr="00636259">
              <w:t>Право заключения договора аренды земельного участка с к</w:t>
            </w:r>
            <w:r w:rsidRPr="00636259">
              <w:t>а</w:t>
            </w:r>
            <w:r w:rsidRPr="00636259">
              <w:t xml:space="preserve">дастровым номером 28:01:020408:229, площадью 1445 </w:t>
            </w:r>
            <w:proofErr w:type="spellStart"/>
            <w:r w:rsidRPr="00636259">
              <w:t>кв.м</w:t>
            </w:r>
            <w:proofErr w:type="spellEnd"/>
            <w:r w:rsidRPr="00636259">
              <w:t>., расположенного в квартале 408 г. Благовещенска, для хранения автотранспорта</w:t>
            </w:r>
          </w:p>
        </w:tc>
        <w:tc>
          <w:tcPr>
            <w:tcW w:w="2372" w:type="dxa"/>
            <w:vAlign w:val="center"/>
          </w:tcPr>
          <w:p w:rsidR="00E41873" w:rsidRDefault="00E41873" w:rsidP="00273FA9">
            <w:pPr>
              <w:suppressAutoHyphens/>
              <w:jc w:val="center"/>
              <w:rPr>
                <w:sz w:val="23"/>
                <w:szCs w:val="23"/>
              </w:rPr>
            </w:pPr>
          </w:p>
          <w:p w:rsidR="00E41873" w:rsidRPr="009A57CE" w:rsidRDefault="00E41873" w:rsidP="00273FA9">
            <w:pPr>
              <w:suppressAutoHyphens/>
              <w:jc w:val="center"/>
              <w:rPr>
                <w:sz w:val="23"/>
                <w:szCs w:val="23"/>
              </w:rPr>
            </w:pPr>
            <w:r w:rsidRPr="00AD0032">
              <w:rPr>
                <w:sz w:val="23"/>
                <w:szCs w:val="23"/>
              </w:rPr>
              <w:t xml:space="preserve">Победитель аукциона – </w:t>
            </w:r>
            <w:r w:rsidR="006937FD">
              <w:rPr>
                <w:sz w:val="23"/>
                <w:szCs w:val="23"/>
              </w:rPr>
              <w:t xml:space="preserve">АО «Амур-Лада» </w:t>
            </w:r>
          </w:p>
          <w:p w:rsidR="00E41873" w:rsidRPr="00440BFC" w:rsidRDefault="00E41873" w:rsidP="00273FA9">
            <w:pPr>
              <w:suppressAutoHyphens/>
              <w:jc w:val="center"/>
              <w:rPr>
                <w:sz w:val="23"/>
                <w:szCs w:val="23"/>
              </w:rPr>
            </w:pPr>
          </w:p>
        </w:tc>
      </w:tr>
      <w:tr w:rsidR="00E41873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E41873" w:rsidRPr="00440BFC" w:rsidRDefault="00E41873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</w:tcPr>
          <w:p w:rsidR="00E41873" w:rsidRPr="00636259" w:rsidRDefault="00E41873" w:rsidP="00E41873">
            <w:pPr>
              <w:jc w:val="both"/>
            </w:pPr>
            <w:r w:rsidRPr="00636259">
              <w:t>Право заключения договора аренды земельного участка с к</w:t>
            </w:r>
            <w:r w:rsidRPr="00636259">
              <w:t>а</w:t>
            </w:r>
            <w:r w:rsidRPr="00636259">
              <w:t xml:space="preserve">дастровым номером 28:01:020409:3264, площадью 20 527 </w:t>
            </w:r>
            <w:proofErr w:type="spellStart"/>
            <w:r w:rsidRPr="00636259">
              <w:t>кв</w:t>
            </w:r>
            <w:proofErr w:type="gramStart"/>
            <w:r w:rsidRPr="00636259">
              <w:t>.м</w:t>
            </w:r>
            <w:proofErr w:type="spellEnd"/>
            <w:proofErr w:type="gramEnd"/>
            <w:r w:rsidRPr="00636259">
              <w:t>, расположенного в квартале 409 города Благовещенска, с видом разрешенного использования – оборудованные площадки для занятий спортом – автодромы (для целей, не связанных со стр</w:t>
            </w:r>
            <w:r w:rsidRPr="00636259">
              <w:t>о</w:t>
            </w:r>
            <w:r w:rsidRPr="00636259">
              <w:t>ительством)</w:t>
            </w:r>
          </w:p>
        </w:tc>
        <w:tc>
          <w:tcPr>
            <w:tcW w:w="2372" w:type="dxa"/>
            <w:vAlign w:val="center"/>
          </w:tcPr>
          <w:p w:rsidR="00E41873" w:rsidRPr="00440BFC" w:rsidRDefault="006937FD" w:rsidP="006937FD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</w:t>
            </w:r>
            <w:r w:rsidR="00E41873" w:rsidRPr="00AD0032">
              <w:rPr>
                <w:sz w:val="23"/>
                <w:szCs w:val="23"/>
              </w:rPr>
              <w:t>укцион</w:t>
            </w:r>
            <w:r>
              <w:rPr>
                <w:sz w:val="23"/>
                <w:szCs w:val="23"/>
              </w:rPr>
              <w:t xml:space="preserve"> отм</w:t>
            </w:r>
            <w:bookmarkStart w:id="0" w:name="_GoBack"/>
            <w:bookmarkEnd w:id="0"/>
            <w:r>
              <w:rPr>
                <w:sz w:val="23"/>
                <w:szCs w:val="23"/>
              </w:rPr>
              <w:t>енен на основании определения Арбитражного суда Амурской области от 02.02.2022 дело                № А04-660/2022</w:t>
            </w:r>
          </w:p>
        </w:tc>
      </w:tr>
      <w:tr w:rsidR="00E41873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E41873" w:rsidRPr="00440BFC" w:rsidRDefault="00E41873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4</w:t>
            </w:r>
          </w:p>
        </w:tc>
        <w:tc>
          <w:tcPr>
            <w:tcW w:w="6866" w:type="dxa"/>
          </w:tcPr>
          <w:p w:rsidR="00E41873" w:rsidRPr="00636259" w:rsidRDefault="00E41873" w:rsidP="00E41873">
            <w:pPr>
              <w:jc w:val="both"/>
            </w:pPr>
            <w:r w:rsidRPr="00636259">
              <w:t>Право заключения договора аренды земельного участка с к</w:t>
            </w:r>
            <w:r w:rsidRPr="00636259">
              <w:t>а</w:t>
            </w:r>
            <w:r w:rsidRPr="00636259">
              <w:t xml:space="preserve">дастровым номером с кадастровым номером 28:01:090033:5, площадью 13230 </w:t>
            </w:r>
            <w:proofErr w:type="spellStart"/>
            <w:r w:rsidRPr="00636259">
              <w:t>кв.м</w:t>
            </w:r>
            <w:proofErr w:type="spellEnd"/>
            <w:r w:rsidRPr="00636259">
              <w:t>., расположенного в северном районе г</w:t>
            </w:r>
            <w:r w:rsidRPr="00636259">
              <w:t>о</w:t>
            </w:r>
            <w:r w:rsidRPr="00636259">
              <w:t>рода Благовещенска, для складов</w:t>
            </w:r>
          </w:p>
        </w:tc>
        <w:tc>
          <w:tcPr>
            <w:tcW w:w="2372" w:type="dxa"/>
            <w:vAlign w:val="center"/>
          </w:tcPr>
          <w:p w:rsidR="00E41873" w:rsidRDefault="00E41873" w:rsidP="00273FA9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 xml:space="preserve">Аукцион признан </w:t>
            </w:r>
          </w:p>
          <w:p w:rsidR="00E41873" w:rsidRPr="00440BFC" w:rsidRDefault="00E41873" w:rsidP="00273FA9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несостоявшимся</w:t>
            </w:r>
          </w:p>
        </w:tc>
      </w:tr>
      <w:tr w:rsidR="00E41873" w:rsidRPr="00D75F92" w:rsidTr="00C07891">
        <w:trPr>
          <w:cantSplit/>
          <w:trHeight w:val="842"/>
          <w:jc w:val="center"/>
        </w:trPr>
        <w:tc>
          <w:tcPr>
            <w:tcW w:w="632" w:type="dxa"/>
            <w:vAlign w:val="center"/>
          </w:tcPr>
          <w:p w:rsidR="00E41873" w:rsidRPr="00440BFC" w:rsidRDefault="00E41873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5</w:t>
            </w:r>
          </w:p>
        </w:tc>
        <w:tc>
          <w:tcPr>
            <w:tcW w:w="6866" w:type="dxa"/>
          </w:tcPr>
          <w:p w:rsidR="00E41873" w:rsidRPr="00636259" w:rsidRDefault="00E41873" w:rsidP="00E41873">
            <w:pPr>
              <w:jc w:val="both"/>
            </w:pPr>
            <w:r w:rsidRPr="00636259">
              <w:t>Право заключения договора аренды земельного участка с к</w:t>
            </w:r>
            <w:r w:rsidRPr="00636259">
              <w:t>а</w:t>
            </w:r>
            <w:r w:rsidRPr="00636259">
              <w:t xml:space="preserve">дастровым номером с кадастровым номером 28:01:090033:6, площадью 13117 </w:t>
            </w:r>
            <w:proofErr w:type="spellStart"/>
            <w:r w:rsidRPr="00636259">
              <w:t>кв.м</w:t>
            </w:r>
            <w:proofErr w:type="spellEnd"/>
            <w:r w:rsidRPr="00636259">
              <w:t>., расположенного в северном районе г</w:t>
            </w:r>
            <w:r w:rsidRPr="00636259">
              <w:t>о</w:t>
            </w:r>
            <w:r w:rsidRPr="00636259">
              <w:t>рода Благовещенска, для складов</w:t>
            </w:r>
          </w:p>
        </w:tc>
        <w:tc>
          <w:tcPr>
            <w:tcW w:w="2372" w:type="dxa"/>
            <w:vAlign w:val="center"/>
          </w:tcPr>
          <w:p w:rsidR="00E41873" w:rsidRPr="00440BFC" w:rsidRDefault="00E41873" w:rsidP="00273FA9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E41873" w:rsidRPr="00D75F92" w:rsidTr="005E7C71">
        <w:trPr>
          <w:cantSplit/>
          <w:trHeight w:val="842"/>
          <w:jc w:val="center"/>
        </w:trPr>
        <w:tc>
          <w:tcPr>
            <w:tcW w:w="632" w:type="dxa"/>
            <w:vAlign w:val="center"/>
          </w:tcPr>
          <w:p w:rsidR="00E41873" w:rsidRPr="00440BFC" w:rsidRDefault="00E41873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6866" w:type="dxa"/>
          </w:tcPr>
          <w:p w:rsidR="00E41873" w:rsidRPr="00636259" w:rsidRDefault="00E41873" w:rsidP="00E41873">
            <w:pPr>
              <w:jc w:val="both"/>
            </w:pPr>
            <w:r w:rsidRPr="00636259">
              <w:t xml:space="preserve">Земельный участок с кадастровым номером 28:01:010256:9, площадью 1604 </w:t>
            </w:r>
            <w:proofErr w:type="spellStart"/>
            <w:r w:rsidRPr="00636259">
              <w:t>кв</w:t>
            </w:r>
            <w:proofErr w:type="gramStart"/>
            <w:r w:rsidRPr="00636259">
              <w:t>.м</w:t>
            </w:r>
            <w:proofErr w:type="spellEnd"/>
            <w:proofErr w:type="gramEnd"/>
            <w:r w:rsidRPr="00636259">
              <w:t>, расположенный в квартале 256 г. Благ</w:t>
            </w:r>
            <w:r w:rsidRPr="00636259">
              <w:t>о</w:t>
            </w:r>
            <w:r w:rsidRPr="00636259">
              <w:t>вещенска,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E41873" w:rsidRDefault="00E41873" w:rsidP="00273FA9">
            <w:pPr>
              <w:suppressAutoHyphens/>
              <w:jc w:val="center"/>
            </w:pPr>
            <w:r w:rsidRPr="00C30B90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E41873" w:rsidRPr="00D75F92" w:rsidTr="005E7C71">
        <w:trPr>
          <w:cantSplit/>
          <w:trHeight w:val="842"/>
          <w:jc w:val="center"/>
        </w:trPr>
        <w:tc>
          <w:tcPr>
            <w:tcW w:w="632" w:type="dxa"/>
            <w:vAlign w:val="center"/>
          </w:tcPr>
          <w:p w:rsidR="00E41873" w:rsidRDefault="00E41873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6866" w:type="dxa"/>
          </w:tcPr>
          <w:p w:rsidR="00E41873" w:rsidRPr="00636259" w:rsidRDefault="00E41873" w:rsidP="00E41873">
            <w:pPr>
              <w:jc w:val="both"/>
            </w:pPr>
            <w:r w:rsidRPr="00636259">
              <w:t xml:space="preserve">Земельный участок с кадастровым номером 28:01:110133:8, площадью 929 </w:t>
            </w:r>
            <w:proofErr w:type="spellStart"/>
            <w:r w:rsidRPr="00636259">
              <w:t>кв.м</w:t>
            </w:r>
            <w:proofErr w:type="spellEnd"/>
            <w:r w:rsidRPr="00636259">
              <w:t xml:space="preserve">., расположенный в с/т «Голос», район </w:t>
            </w:r>
            <w:proofErr w:type="spellStart"/>
            <w:r w:rsidRPr="00636259">
              <w:t>Игн</w:t>
            </w:r>
            <w:r w:rsidRPr="00636259">
              <w:t>а</w:t>
            </w:r>
            <w:r w:rsidRPr="00636259">
              <w:t>тьевского</w:t>
            </w:r>
            <w:proofErr w:type="spellEnd"/>
            <w:r w:rsidRPr="00636259">
              <w:t xml:space="preserve"> склона, с видом разрешенного использования – вед</w:t>
            </w:r>
            <w:r w:rsidRPr="00636259">
              <w:t>е</w:t>
            </w:r>
            <w:r w:rsidRPr="00636259">
              <w:t>ние садоводства</w:t>
            </w:r>
          </w:p>
        </w:tc>
        <w:tc>
          <w:tcPr>
            <w:tcW w:w="2372" w:type="dxa"/>
            <w:vAlign w:val="center"/>
          </w:tcPr>
          <w:p w:rsidR="00E41873" w:rsidRDefault="00E41873" w:rsidP="00E41873">
            <w:pPr>
              <w:suppressAutoHyphens/>
              <w:jc w:val="center"/>
            </w:pPr>
            <w:r>
              <w:rPr>
                <w:sz w:val="23"/>
                <w:szCs w:val="23"/>
              </w:rPr>
              <w:t xml:space="preserve">Договор подлежит заключению с единственным участником Успешным К.Ю. </w:t>
            </w:r>
          </w:p>
        </w:tc>
      </w:tr>
      <w:tr w:rsidR="00E41873" w:rsidRPr="00D75F92" w:rsidTr="005E7C71">
        <w:trPr>
          <w:cantSplit/>
          <w:trHeight w:val="842"/>
          <w:jc w:val="center"/>
        </w:trPr>
        <w:tc>
          <w:tcPr>
            <w:tcW w:w="632" w:type="dxa"/>
            <w:vAlign w:val="center"/>
          </w:tcPr>
          <w:p w:rsidR="00E41873" w:rsidRDefault="00E41873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6866" w:type="dxa"/>
          </w:tcPr>
          <w:p w:rsidR="00E41873" w:rsidRDefault="00E41873" w:rsidP="00E41873">
            <w:pPr>
              <w:jc w:val="both"/>
            </w:pPr>
            <w:r w:rsidRPr="00636259">
              <w:t xml:space="preserve">Земельный участок с кадастровым номером 28:01:000000:12552, площадью  1744  </w:t>
            </w:r>
            <w:proofErr w:type="spellStart"/>
            <w:r w:rsidRPr="00636259">
              <w:t>кв</w:t>
            </w:r>
            <w:proofErr w:type="gramStart"/>
            <w:r w:rsidRPr="00636259">
              <w:t>.м</w:t>
            </w:r>
            <w:proofErr w:type="spellEnd"/>
            <w:proofErr w:type="gramEnd"/>
            <w:r w:rsidRPr="00636259">
              <w:t>,  расположенный в с/т «Урожай», с видом разрешенного использования –  ведение садоводства</w:t>
            </w:r>
          </w:p>
        </w:tc>
        <w:tc>
          <w:tcPr>
            <w:tcW w:w="2372" w:type="dxa"/>
            <w:vAlign w:val="center"/>
          </w:tcPr>
          <w:p w:rsidR="00E41873" w:rsidRDefault="00E41873" w:rsidP="00273FA9">
            <w:pPr>
              <w:suppressAutoHyphens/>
              <w:jc w:val="center"/>
            </w:pPr>
            <w:r w:rsidRPr="00C30B90">
              <w:rPr>
                <w:sz w:val="23"/>
                <w:szCs w:val="23"/>
              </w:rPr>
              <w:t>Аукцион признан несостоявшимся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37FD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E16A6-8CBC-473A-B86D-0E90BE4BC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11</cp:revision>
  <cp:lastPrinted>2022-02-04T03:11:00Z</cp:lastPrinted>
  <dcterms:created xsi:type="dcterms:W3CDTF">2021-12-03T05:10:00Z</dcterms:created>
  <dcterms:modified xsi:type="dcterms:W3CDTF">2022-02-04T03:32:00Z</dcterms:modified>
</cp:coreProperties>
</file>