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Итоги аукциона на право заключения договор</w:t>
      </w:r>
      <w:r w:rsidR="0024575E">
        <w:rPr>
          <w:b/>
        </w:rPr>
        <w:t>а</w:t>
      </w:r>
      <w:r w:rsidRPr="005741F5">
        <w:rPr>
          <w:b/>
        </w:rPr>
        <w:t xml:space="preserve">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</w:t>
      </w:r>
      <w:r w:rsidR="0024575E">
        <w:rPr>
          <w:b/>
        </w:rPr>
        <w:t>ого</w:t>
      </w:r>
      <w:r w:rsidRPr="005741F5">
        <w:rPr>
          <w:b/>
        </w:rPr>
        <w:t xml:space="preserve"> участк</w:t>
      </w:r>
      <w:r w:rsidR="0024575E">
        <w:rPr>
          <w:b/>
        </w:rPr>
        <w:t>а</w:t>
      </w:r>
      <w:r w:rsidRPr="005741F5">
        <w:rPr>
          <w:b/>
        </w:rPr>
        <w:t>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537D4">
        <w:rPr>
          <w:b/>
        </w:rPr>
        <w:t>2</w:t>
      </w:r>
      <w:r w:rsidR="0024575E">
        <w:rPr>
          <w:b/>
        </w:rPr>
        <w:t>7</w:t>
      </w:r>
      <w:r w:rsidRPr="005741F5">
        <w:rPr>
          <w:b/>
        </w:rPr>
        <w:t>.</w:t>
      </w:r>
      <w:r w:rsidR="005E7C71">
        <w:rPr>
          <w:b/>
        </w:rPr>
        <w:t>0</w:t>
      </w:r>
      <w:r w:rsidR="00F34185">
        <w:rPr>
          <w:b/>
        </w:rPr>
        <w:t>5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F34185" w:rsidRPr="00D75F92" w:rsidTr="001B752D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  <w:vAlign w:val="center"/>
          </w:tcPr>
          <w:p w:rsidR="001B752D" w:rsidRDefault="00F34185" w:rsidP="00E663A1">
            <w:pPr>
              <w:jc w:val="both"/>
            </w:pPr>
            <w:r w:rsidRPr="003C54BF">
              <w:t xml:space="preserve">Право заключения договора аренды земельного участка </w:t>
            </w:r>
          </w:p>
          <w:p w:rsidR="00F34185" w:rsidRPr="003C54BF" w:rsidRDefault="00F34185" w:rsidP="00E663A1">
            <w:pPr>
              <w:jc w:val="both"/>
            </w:pPr>
            <w:r w:rsidRPr="003C54BF">
              <w:t>с кадастровым номером</w:t>
            </w:r>
            <w:r w:rsidR="00E663A1">
              <w:t xml:space="preserve"> </w:t>
            </w:r>
            <w:r w:rsidR="00E663A1" w:rsidRPr="00550FDC">
              <w:t xml:space="preserve">28:01:000000:12429, площадью 740 </w:t>
            </w:r>
            <w:proofErr w:type="spellStart"/>
            <w:r w:rsidR="00E663A1" w:rsidRPr="00550FDC">
              <w:t>кв</w:t>
            </w:r>
            <w:proofErr w:type="gramStart"/>
            <w:r w:rsidR="00E663A1" w:rsidRPr="00550FDC">
              <w:t>.м</w:t>
            </w:r>
            <w:proofErr w:type="spellEnd"/>
            <w:proofErr w:type="gramEnd"/>
            <w:r w:rsidR="00E663A1" w:rsidRPr="00550FDC">
              <w:t>, расположенного в квартале 602 города Благовещенска, с видом разрешенного использования – для индивидуального ж</w:t>
            </w:r>
            <w:r w:rsidR="00E663A1" w:rsidRPr="00550FDC">
              <w:t>и</w:t>
            </w:r>
            <w:r w:rsidR="00E663A1" w:rsidRPr="00550FDC">
              <w:t>лищного строительства</w:t>
            </w:r>
          </w:p>
        </w:tc>
        <w:tc>
          <w:tcPr>
            <w:tcW w:w="2372" w:type="dxa"/>
            <w:vAlign w:val="center"/>
          </w:tcPr>
          <w:p w:rsidR="001B752D" w:rsidRDefault="00F34185" w:rsidP="001B752D">
            <w:pPr>
              <w:jc w:val="center"/>
            </w:pPr>
            <w:r w:rsidRPr="00781332">
              <w:t>Победитель</w:t>
            </w:r>
          </w:p>
          <w:p w:rsidR="001B752D" w:rsidRDefault="00F34185" w:rsidP="001B752D">
            <w:pPr>
              <w:jc w:val="center"/>
            </w:pPr>
            <w:r w:rsidRPr="00781332">
              <w:t>аукциона</w:t>
            </w:r>
          </w:p>
          <w:p w:rsidR="00F34185" w:rsidRPr="00775235" w:rsidRDefault="001B752D" w:rsidP="001B752D">
            <w:pPr>
              <w:jc w:val="center"/>
            </w:pPr>
            <w:proofErr w:type="spellStart"/>
            <w:r>
              <w:rPr>
                <w:color w:val="000000" w:themeColor="text1"/>
              </w:rPr>
              <w:t>Чебурина</w:t>
            </w:r>
            <w:proofErr w:type="spellEnd"/>
            <w:r>
              <w:rPr>
                <w:color w:val="000000" w:themeColor="text1"/>
              </w:rPr>
              <w:t xml:space="preserve"> А.А.</w:t>
            </w:r>
          </w:p>
        </w:tc>
      </w:tr>
      <w:tr w:rsidR="00F34185" w:rsidRPr="00D75F92" w:rsidTr="001B752D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F34185" w:rsidRPr="00440BFC" w:rsidRDefault="00F34185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  <w:vAlign w:val="center"/>
          </w:tcPr>
          <w:p w:rsidR="00F34185" w:rsidRPr="003C54BF" w:rsidRDefault="0024575E" w:rsidP="00E663A1">
            <w:pPr>
              <w:jc w:val="both"/>
            </w:pPr>
            <w:r w:rsidRPr="003C54BF">
              <w:t>Земельный участок с кадастровым номером</w:t>
            </w:r>
            <w:r w:rsidR="00E663A1">
              <w:t xml:space="preserve"> </w:t>
            </w:r>
            <w:r w:rsidR="00E663A1" w:rsidRPr="00550FDC">
              <w:rPr>
                <w:rFonts w:eastAsia="Calibri"/>
                <w:color w:val="000000"/>
                <w:lang w:eastAsia="en-US"/>
              </w:rPr>
              <w:t xml:space="preserve">28:01:020504:1, площадью 1463 </w:t>
            </w:r>
            <w:proofErr w:type="spellStart"/>
            <w:r w:rsidR="00E663A1" w:rsidRPr="00550FDC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="00E663A1" w:rsidRPr="00550FDC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="00E663A1" w:rsidRPr="00550FDC">
              <w:rPr>
                <w:rFonts w:eastAsia="Calibri"/>
                <w:color w:val="000000"/>
                <w:lang w:eastAsia="en-US"/>
              </w:rPr>
              <w:t>, расположенн</w:t>
            </w:r>
            <w:r w:rsidR="00E663A1">
              <w:rPr>
                <w:rFonts w:eastAsia="Calibri"/>
                <w:color w:val="000000"/>
                <w:lang w:eastAsia="en-US"/>
              </w:rPr>
              <w:t>ый</w:t>
            </w:r>
            <w:r w:rsidR="00E663A1" w:rsidRPr="00550FDC">
              <w:rPr>
                <w:rFonts w:eastAsia="Calibri"/>
                <w:color w:val="000000"/>
                <w:lang w:eastAsia="en-US"/>
              </w:rPr>
              <w:t xml:space="preserve"> в квартале 504 города Благовещенска, для  индивидуального жилищного</w:t>
            </w:r>
            <w:r w:rsidR="00E663A1">
              <w:rPr>
                <w:rFonts w:eastAsia="Calibri"/>
                <w:color w:val="000000"/>
                <w:lang w:eastAsia="en-US"/>
              </w:rPr>
              <w:t xml:space="preserve"> </w:t>
            </w:r>
            <w:bookmarkStart w:id="0" w:name="_GoBack"/>
            <w:bookmarkEnd w:id="0"/>
            <w:r w:rsidR="00E663A1" w:rsidRPr="00550FDC">
              <w:rPr>
                <w:rFonts w:eastAsia="Calibri"/>
                <w:color w:val="000000"/>
                <w:lang w:eastAsia="en-US"/>
              </w:rPr>
              <w:t>строител</w:t>
            </w:r>
            <w:r w:rsidR="00E663A1" w:rsidRPr="00550FDC">
              <w:rPr>
                <w:rFonts w:eastAsia="Calibri"/>
                <w:color w:val="000000"/>
                <w:lang w:eastAsia="en-US"/>
              </w:rPr>
              <w:t>ь</w:t>
            </w:r>
            <w:r w:rsidR="00E663A1" w:rsidRPr="00550FDC">
              <w:rPr>
                <w:rFonts w:eastAsia="Calibri"/>
                <w:color w:val="000000"/>
                <w:lang w:eastAsia="en-US"/>
              </w:rPr>
              <w:t>ства</w:t>
            </w:r>
          </w:p>
        </w:tc>
        <w:tc>
          <w:tcPr>
            <w:tcW w:w="2372" w:type="dxa"/>
            <w:vAlign w:val="center"/>
          </w:tcPr>
          <w:p w:rsidR="00F34185" w:rsidRPr="00775235" w:rsidRDefault="0024575E" w:rsidP="00775235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63A1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52D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575E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7D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892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9E5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5235"/>
    <w:rsid w:val="007775D8"/>
    <w:rsid w:val="00777EA1"/>
    <w:rsid w:val="00780F22"/>
    <w:rsid w:val="0078133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63A1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4185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3A79E-D6F5-4F6C-B3A5-7C8FCE474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4</cp:revision>
  <cp:lastPrinted>2022-05-27T01:45:00Z</cp:lastPrinted>
  <dcterms:created xsi:type="dcterms:W3CDTF">2022-05-26T06:09:00Z</dcterms:created>
  <dcterms:modified xsi:type="dcterms:W3CDTF">2022-05-27T01:45:00Z</dcterms:modified>
</cp:coreProperties>
</file>