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BC" w:rsidRPr="003B0617" w:rsidRDefault="00F4404D" w:rsidP="00EC06E7">
      <w:pPr>
        <w:jc w:val="center"/>
        <w:rPr>
          <w:b/>
        </w:rPr>
      </w:pPr>
      <w:r w:rsidRPr="003B0617">
        <w:rPr>
          <w:b/>
        </w:rPr>
        <w:t xml:space="preserve">Итоги аукциона </w:t>
      </w:r>
    </w:p>
    <w:p w:rsidR="00F4404D" w:rsidRPr="003B0617" w:rsidRDefault="00F4404D" w:rsidP="00F4404D">
      <w:pPr>
        <w:jc w:val="center"/>
        <w:rPr>
          <w:b/>
        </w:rPr>
      </w:pPr>
      <w:r w:rsidRPr="003B0617">
        <w:rPr>
          <w:b/>
        </w:rPr>
        <w:t xml:space="preserve">по продаже земельных участков, </w:t>
      </w:r>
      <w:proofErr w:type="gramStart"/>
      <w:r w:rsidRPr="003B0617">
        <w:rPr>
          <w:b/>
        </w:rPr>
        <w:t>назначенного</w:t>
      </w:r>
      <w:proofErr w:type="gramEnd"/>
      <w:r w:rsidRPr="003B0617">
        <w:rPr>
          <w:b/>
        </w:rPr>
        <w:t xml:space="preserve"> на </w:t>
      </w:r>
      <w:r w:rsidR="003B0617" w:rsidRPr="003B0617">
        <w:rPr>
          <w:b/>
        </w:rPr>
        <w:t>19</w:t>
      </w:r>
      <w:r w:rsidRPr="003B0617">
        <w:rPr>
          <w:b/>
        </w:rPr>
        <w:t>.</w:t>
      </w:r>
      <w:r w:rsidR="00F570D6" w:rsidRPr="003B0617">
        <w:rPr>
          <w:b/>
        </w:rPr>
        <w:t>0</w:t>
      </w:r>
      <w:r w:rsidR="00EC06E7">
        <w:rPr>
          <w:b/>
        </w:rPr>
        <w:t>3</w:t>
      </w:r>
      <w:r w:rsidRPr="003B0617">
        <w:rPr>
          <w:b/>
        </w:rPr>
        <w:t>.202</w:t>
      </w:r>
      <w:r w:rsidR="00F570D6" w:rsidRPr="003B0617">
        <w:rPr>
          <w:b/>
        </w:rPr>
        <w:t>1</w:t>
      </w:r>
    </w:p>
    <w:p w:rsidR="00224609" w:rsidRDefault="00224609" w:rsidP="00224609">
      <w:pPr>
        <w:jc w:val="center"/>
        <w:rPr>
          <w:sz w:val="16"/>
          <w:szCs w:val="16"/>
        </w:rPr>
      </w:pPr>
    </w:p>
    <w:p w:rsidR="00F4404D" w:rsidRPr="00567DD1" w:rsidRDefault="00F4404D" w:rsidP="00224609">
      <w:pPr>
        <w:jc w:val="center"/>
        <w:rPr>
          <w:sz w:val="16"/>
          <w:szCs w:val="16"/>
        </w:rPr>
      </w:pPr>
    </w:p>
    <w:tbl>
      <w:tblPr>
        <w:tblW w:w="10050" w:type="dxa"/>
        <w:jc w:val="center"/>
        <w:tblInd w:w="-3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6615"/>
        <w:gridCol w:w="2945"/>
      </w:tblGrid>
      <w:tr w:rsidR="00F4404D" w:rsidRPr="001562AB" w:rsidTr="003B0617">
        <w:trPr>
          <w:cantSplit/>
          <w:trHeight w:val="611"/>
          <w:jc w:val="center"/>
        </w:trPr>
        <w:tc>
          <w:tcPr>
            <w:tcW w:w="490" w:type="dxa"/>
            <w:vAlign w:val="center"/>
          </w:tcPr>
          <w:p w:rsidR="00F4404D" w:rsidRPr="004233EB" w:rsidRDefault="00F4404D" w:rsidP="00224609">
            <w:pPr>
              <w:pStyle w:val="a8"/>
              <w:ind w:left="-73" w:right="-51"/>
              <w:rPr>
                <w:b w:val="0"/>
                <w:sz w:val="22"/>
                <w:szCs w:val="22"/>
              </w:rPr>
            </w:pPr>
            <w:bookmarkStart w:id="0" w:name="_Hlk467673933"/>
            <w:r w:rsidRPr="004233EB">
              <w:rPr>
                <w:b w:val="0"/>
                <w:sz w:val="22"/>
                <w:szCs w:val="22"/>
              </w:rPr>
              <w:t>№ л</w:t>
            </w:r>
            <w:r w:rsidRPr="004233EB">
              <w:rPr>
                <w:b w:val="0"/>
                <w:sz w:val="22"/>
                <w:szCs w:val="22"/>
              </w:rPr>
              <w:t>о</w:t>
            </w:r>
            <w:r w:rsidRPr="004233EB">
              <w:rPr>
                <w:b w:val="0"/>
                <w:sz w:val="22"/>
                <w:szCs w:val="22"/>
              </w:rPr>
              <w:t>та</w:t>
            </w:r>
          </w:p>
        </w:tc>
        <w:tc>
          <w:tcPr>
            <w:tcW w:w="6615" w:type="dxa"/>
            <w:vAlign w:val="center"/>
          </w:tcPr>
          <w:p w:rsidR="00F4404D" w:rsidRPr="004233EB" w:rsidRDefault="00F4404D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945" w:type="dxa"/>
            <w:vAlign w:val="center"/>
          </w:tcPr>
          <w:p w:rsidR="00F4404D" w:rsidRPr="004233EB" w:rsidRDefault="00F4404D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EC06E7" w:rsidRPr="001562AB" w:rsidTr="003B0617">
        <w:trPr>
          <w:cantSplit/>
          <w:trHeight w:val="389"/>
          <w:jc w:val="center"/>
        </w:trPr>
        <w:tc>
          <w:tcPr>
            <w:tcW w:w="490" w:type="dxa"/>
            <w:vAlign w:val="center"/>
          </w:tcPr>
          <w:p w:rsidR="00EC06E7" w:rsidRPr="004233EB" w:rsidRDefault="00EC06E7" w:rsidP="00224609">
            <w:pPr>
              <w:ind w:firstLine="94"/>
              <w:jc w:val="both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1</w:t>
            </w:r>
          </w:p>
        </w:tc>
        <w:tc>
          <w:tcPr>
            <w:tcW w:w="6615" w:type="dxa"/>
          </w:tcPr>
          <w:p w:rsidR="00EC06E7" w:rsidRPr="00080E40" w:rsidRDefault="00EC06E7" w:rsidP="004A30F5">
            <w:r w:rsidRPr="00080E40">
              <w:t xml:space="preserve">Земельный участок с кадастровым номером 28:01:020004:337, площадью 681 </w:t>
            </w:r>
            <w:proofErr w:type="spellStart"/>
            <w:r w:rsidRPr="00080E40">
              <w:t>кв.м</w:t>
            </w:r>
            <w:proofErr w:type="spellEnd"/>
            <w:r w:rsidRPr="00080E40">
              <w:t>.,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EC06E7" w:rsidRDefault="00EC06E7" w:rsidP="003B06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3B0617">
              <w:rPr>
                <w:color w:val="000000"/>
              </w:rPr>
              <w:t xml:space="preserve">оговор подлежит </w:t>
            </w:r>
          </w:p>
          <w:p w:rsidR="00EC06E7" w:rsidRPr="003B0617" w:rsidRDefault="00EC06E7" w:rsidP="003B0617">
            <w:pPr>
              <w:jc w:val="center"/>
              <w:rPr>
                <w:color w:val="000000"/>
              </w:rPr>
            </w:pPr>
            <w:r w:rsidRPr="003B0617">
              <w:rPr>
                <w:color w:val="000000"/>
              </w:rPr>
              <w:t>заключению с единстве</w:t>
            </w:r>
            <w:r w:rsidRPr="003B0617">
              <w:rPr>
                <w:color w:val="000000"/>
              </w:rPr>
              <w:t>н</w:t>
            </w:r>
            <w:r w:rsidRPr="003B0617">
              <w:rPr>
                <w:color w:val="000000"/>
              </w:rPr>
              <w:t xml:space="preserve">ным участником </w:t>
            </w:r>
          </w:p>
          <w:p w:rsidR="00EC06E7" w:rsidRPr="003B0617" w:rsidRDefault="00EC06E7" w:rsidP="00EC06E7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Кашириным С.С.</w:t>
            </w:r>
          </w:p>
        </w:tc>
      </w:tr>
      <w:tr w:rsidR="00EC06E7" w:rsidRPr="00C31977" w:rsidTr="003B0617">
        <w:trPr>
          <w:cantSplit/>
          <w:trHeight w:val="389"/>
          <w:jc w:val="center"/>
        </w:trPr>
        <w:tc>
          <w:tcPr>
            <w:tcW w:w="490" w:type="dxa"/>
            <w:vAlign w:val="center"/>
          </w:tcPr>
          <w:p w:rsidR="00EC06E7" w:rsidRPr="004233EB" w:rsidRDefault="00EC06E7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2</w:t>
            </w:r>
          </w:p>
        </w:tc>
        <w:tc>
          <w:tcPr>
            <w:tcW w:w="6615" w:type="dxa"/>
          </w:tcPr>
          <w:p w:rsidR="00EC06E7" w:rsidRPr="00080E40" w:rsidRDefault="00EC06E7" w:rsidP="004A30F5">
            <w:r w:rsidRPr="00080E40">
              <w:t xml:space="preserve">Земельный участок с кадастровым номером 28:01:020004:338, площадью 737 </w:t>
            </w:r>
            <w:proofErr w:type="spellStart"/>
            <w:r w:rsidRPr="00080E40">
              <w:t>кв.м</w:t>
            </w:r>
            <w:proofErr w:type="spellEnd"/>
            <w:r w:rsidRPr="00080E40">
              <w:t>.,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EC06E7" w:rsidRPr="003B0617" w:rsidRDefault="00EC06E7" w:rsidP="00F570D6">
            <w:pPr>
              <w:ind w:right="177"/>
              <w:jc w:val="center"/>
            </w:pPr>
            <w:r>
              <w:t>а</w:t>
            </w:r>
            <w:r w:rsidRPr="003B0617">
              <w:t>укцион признан</w:t>
            </w:r>
          </w:p>
          <w:p w:rsidR="00EC06E7" w:rsidRPr="003B0617" w:rsidRDefault="00EC06E7" w:rsidP="00F570D6">
            <w:pPr>
              <w:jc w:val="center"/>
            </w:pPr>
            <w:r w:rsidRPr="003B0617">
              <w:t>несостоявшимся</w:t>
            </w:r>
            <w:r w:rsidRPr="003B0617">
              <w:rPr>
                <w:color w:val="000000"/>
              </w:rPr>
              <w:t xml:space="preserve">  </w:t>
            </w:r>
          </w:p>
        </w:tc>
      </w:tr>
      <w:tr w:rsidR="00EC06E7" w:rsidRPr="008B45A1" w:rsidTr="003B0617">
        <w:trPr>
          <w:cantSplit/>
          <w:trHeight w:val="1138"/>
          <w:jc w:val="center"/>
        </w:trPr>
        <w:tc>
          <w:tcPr>
            <w:tcW w:w="490" w:type="dxa"/>
            <w:vAlign w:val="center"/>
          </w:tcPr>
          <w:p w:rsidR="00EC06E7" w:rsidRPr="004233EB" w:rsidRDefault="00EC06E7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3</w:t>
            </w:r>
          </w:p>
        </w:tc>
        <w:tc>
          <w:tcPr>
            <w:tcW w:w="6615" w:type="dxa"/>
          </w:tcPr>
          <w:p w:rsidR="00EC06E7" w:rsidRPr="00080E40" w:rsidRDefault="00EC06E7" w:rsidP="004A30F5">
            <w:r w:rsidRPr="00080E40">
              <w:t xml:space="preserve">Земельный участок с кадастровым номером 28:01:130008:62, площадью 1238 </w:t>
            </w:r>
            <w:proofErr w:type="spellStart"/>
            <w:r w:rsidRPr="00080E40">
              <w:t>кв.м</w:t>
            </w:r>
            <w:proofErr w:type="spellEnd"/>
            <w:r w:rsidRPr="00080E40">
              <w:t>., расположенный в квартале 8, для инд</w:t>
            </w:r>
            <w:r w:rsidRPr="00080E40">
              <w:t>и</w:t>
            </w:r>
            <w:r w:rsidRPr="00080E40">
              <w:t>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EC06E7" w:rsidRPr="003B0617" w:rsidRDefault="00EC06E7" w:rsidP="00EC06E7">
            <w:pPr>
              <w:jc w:val="center"/>
            </w:pPr>
            <w:r>
              <w:rPr>
                <w:color w:val="000000"/>
              </w:rPr>
              <w:t xml:space="preserve">победитель </w:t>
            </w:r>
            <w:r w:rsidR="00B83EC9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proofErr w:type="spellStart"/>
            <w:r w:rsidR="00B83EC9">
              <w:rPr>
                <w:color w:val="000000"/>
              </w:rPr>
              <w:t>Бедник</w:t>
            </w:r>
            <w:proofErr w:type="spellEnd"/>
            <w:r w:rsidR="00B83EC9">
              <w:rPr>
                <w:color w:val="000000"/>
              </w:rPr>
              <w:t xml:space="preserve"> А.П.</w:t>
            </w:r>
          </w:p>
        </w:tc>
      </w:tr>
      <w:tr w:rsidR="00EC06E7" w:rsidRPr="00C31977" w:rsidTr="003B0617">
        <w:trPr>
          <w:cantSplit/>
          <w:trHeight w:val="1138"/>
          <w:jc w:val="center"/>
        </w:trPr>
        <w:tc>
          <w:tcPr>
            <w:tcW w:w="490" w:type="dxa"/>
            <w:vAlign w:val="center"/>
          </w:tcPr>
          <w:p w:rsidR="00EC06E7" w:rsidRPr="004233EB" w:rsidRDefault="00EC06E7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615" w:type="dxa"/>
          </w:tcPr>
          <w:p w:rsidR="00EC06E7" w:rsidRDefault="00EC06E7" w:rsidP="004A30F5">
            <w:r w:rsidRPr="00080E40">
              <w:t xml:space="preserve">Земельный участок с кадастровым номером 28:01:010088:94, площадью 730 </w:t>
            </w:r>
            <w:proofErr w:type="spellStart"/>
            <w:r w:rsidRPr="00080E40">
              <w:t>кв.м</w:t>
            </w:r>
            <w:proofErr w:type="spellEnd"/>
            <w:r w:rsidRPr="00080E40">
              <w:t>., расположенный в квартале 88 города Благовещенска, с видом разрешенного использования – для размещения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EC06E7" w:rsidRPr="003B0617" w:rsidRDefault="00EC06E7" w:rsidP="008B4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победите</w:t>
            </w:r>
            <w:bookmarkStart w:id="1" w:name="_GoBack"/>
            <w:bookmarkEnd w:id="1"/>
            <w:r>
              <w:rPr>
                <w:color w:val="000000"/>
              </w:rPr>
              <w:t xml:space="preserve">ль - </w:t>
            </w:r>
            <w:r w:rsidRPr="003B0617">
              <w:rPr>
                <w:color w:val="000000"/>
              </w:rPr>
              <w:t xml:space="preserve"> </w:t>
            </w:r>
            <w:r w:rsidR="00B83EC9">
              <w:rPr>
                <w:color w:val="000000"/>
              </w:rPr>
              <w:t>Мех И.В.</w:t>
            </w:r>
          </w:p>
        </w:tc>
      </w:tr>
      <w:bookmarkEnd w:id="0"/>
    </w:tbl>
    <w:p w:rsidR="00CB2E45" w:rsidRPr="00567DD1" w:rsidRDefault="00CB2E45" w:rsidP="0085289B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CB2E45" w:rsidRPr="00567DD1" w:rsidSect="00567DD1">
      <w:headerReference w:type="even" r:id="rId9"/>
      <w:footerReference w:type="even" r:id="rId10"/>
      <w:footerReference w:type="default" r:id="rId11"/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C6A" w:rsidRDefault="000F0C6A">
      <w:r>
        <w:separator/>
      </w:r>
    </w:p>
  </w:endnote>
  <w:endnote w:type="continuationSeparator" w:id="0">
    <w:p w:rsidR="000F0C6A" w:rsidRDefault="000F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7832">
      <w:rPr>
        <w:rStyle w:val="a5"/>
        <w:noProof/>
      </w:rPr>
      <w:t>1</w: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C6A" w:rsidRDefault="000F0C6A">
      <w:r>
        <w:separator/>
      </w:r>
    </w:p>
  </w:footnote>
  <w:footnote w:type="continuationSeparator" w:id="0">
    <w:p w:rsidR="000F0C6A" w:rsidRDefault="000F0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C6A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D88"/>
    <w:rsid w:val="00183B6F"/>
    <w:rsid w:val="00184042"/>
    <w:rsid w:val="00184C03"/>
    <w:rsid w:val="001850B2"/>
    <w:rsid w:val="00186096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16BC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0617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3236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DD1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832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45A1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9E2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2C6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2D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3EC9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533"/>
    <w:rsid w:val="00BC1892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2E45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2A0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633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6B3F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6E7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4D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0D6"/>
    <w:rsid w:val="00F57276"/>
    <w:rsid w:val="00F572E4"/>
    <w:rsid w:val="00F57962"/>
    <w:rsid w:val="00F601EA"/>
    <w:rsid w:val="00F60293"/>
    <w:rsid w:val="00F61181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FAB"/>
    <w:rsid w:val="00F91C5A"/>
    <w:rsid w:val="00F9329E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466D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7293F-A952-41B5-A4A7-F17A034CF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111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9</cp:revision>
  <cp:lastPrinted>2021-03-19T03:32:00Z</cp:lastPrinted>
  <dcterms:created xsi:type="dcterms:W3CDTF">2020-11-27T03:07:00Z</dcterms:created>
  <dcterms:modified xsi:type="dcterms:W3CDTF">2021-03-19T03:36:00Z</dcterms:modified>
</cp:coreProperties>
</file>