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Итоги аукциона на право заключения договор</w:t>
      </w:r>
      <w:r w:rsidR="00D41152">
        <w:rPr>
          <w:b/>
          <w:sz w:val="28"/>
          <w:szCs w:val="28"/>
        </w:rPr>
        <w:t>а</w:t>
      </w:r>
      <w:r w:rsidRPr="003A5553">
        <w:rPr>
          <w:b/>
          <w:sz w:val="28"/>
          <w:szCs w:val="28"/>
        </w:rPr>
        <w:t xml:space="preserve"> </w:t>
      </w:r>
    </w:p>
    <w:p w:rsidR="001B16BC" w:rsidRDefault="00F4404D" w:rsidP="00F4404D">
      <w:pPr>
        <w:jc w:val="center"/>
        <w:rPr>
          <w:b/>
          <w:sz w:val="28"/>
          <w:szCs w:val="28"/>
        </w:rPr>
      </w:pPr>
      <w:r w:rsidRPr="003A5553">
        <w:rPr>
          <w:b/>
          <w:sz w:val="28"/>
          <w:szCs w:val="28"/>
        </w:rPr>
        <w:t>аренды земельн</w:t>
      </w:r>
      <w:r w:rsidR="00D41152">
        <w:rPr>
          <w:b/>
          <w:sz w:val="28"/>
          <w:szCs w:val="28"/>
        </w:rPr>
        <w:t>ого</w:t>
      </w:r>
      <w:r w:rsidRPr="003A5553">
        <w:rPr>
          <w:b/>
          <w:sz w:val="28"/>
          <w:szCs w:val="28"/>
        </w:rPr>
        <w:t xml:space="preserve"> участк</w:t>
      </w:r>
      <w:r w:rsidR="00D41152">
        <w:rPr>
          <w:b/>
          <w:sz w:val="28"/>
          <w:szCs w:val="28"/>
        </w:rPr>
        <w:t>а</w:t>
      </w:r>
      <w:r w:rsidRPr="003A5553">
        <w:rPr>
          <w:b/>
          <w:sz w:val="28"/>
          <w:szCs w:val="28"/>
        </w:rPr>
        <w:t xml:space="preserve">, </w:t>
      </w:r>
    </w:p>
    <w:p w:rsidR="00F4404D" w:rsidRDefault="00F4404D" w:rsidP="00F4404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по продаже земельных участков, </w:t>
      </w:r>
      <w:proofErr w:type="gramStart"/>
      <w:r w:rsidRPr="003A5553">
        <w:rPr>
          <w:b/>
          <w:sz w:val="28"/>
          <w:szCs w:val="28"/>
        </w:rPr>
        <w:t>назначенного</w:t>
      </w:r>
      <w:proofErr w:type="gramEnd"/>
      <w:r w:rsidRPr="003A5553">
        <w:rPr>
          <w:b/>
          <w:sz w:val="28"/>
          <w:szCs w:val="28"/>
        </w:rPr>
        <w:t xml:space="preserve"> на </w:t>
      </w:r>
      <w:r w:rsidR="00F570D6">
        <w:rPr>
          <w:b/>
          <w:sz w:val="28"/>
          <w:szCs w:val="28"/>
        </w:rPr>
        <w:t>15</w:t>
      </w:r>
      <w:r>
        <w:rPr>
          <w:b/>
          <w:sz w:val="28"/>
          <w:szCs w:val="28"/>
        </w:rPr>
        <w:t>.</w:t>
      </w:r>
      <w:r w:rsidR="00F570D6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1</w:t>
      </w:r>
      <w:r w:rsidRPr="003A5553">
        <w:rPr>
          <w:b/>
          <w:sz w:val="28"/>
          <w:szCs w:val="28"/>
        </w:rPr>
        <w:t>.20</w:t>
      </w:r>
      <w:r>
        <w:rPr>
          <w:b/>
          <w:sz w:val="28"/>
          <w:szCs w:val="28"/>
        </w:rPr>
        <w:t>2</w:t>
      </w:r>
      <w:r w:rsidR="00F570D6">
        <w:rPr>
          <w:b/>
          <w:sz w:val="28"/>
          <w:szCs w:val="28"/>
        </w:rPr>
        <w:t>1</w:t>
      </w:r>
    </w:p>
    <w:p w:rsidR="00224609" w:rsidRDefault="00224609" w:rsidP="00224609">
      <w:pPr>
        <w:jc w:val="center"/>
        <w:rPr>
          <w:sz w:val="16"/>
          <w:szCs w:val="16"/>
        </w:rPr>
      </w:pPr>
    </w:p>
    <w:p w:rsidR="00F4404D" w:rsidRPr="00567DD1" w:rsidRDefault="00F4404D" w:rsidP="00224609">
      <w:pPr>
        <w:jc w:val="center"/>
        <w:rPr>
          <w:sz w:val="16"/>
          <w:szCs w:val="16"/>
        </w:rPr>
      </w:pPr>
    </w:p>
    <w:tbl>
      <w:tblPr>
        <w:tblW w:w="10050" w:type="dxa"/>
        <w:jc w:val="center"/>
        <w:tblInd w:w="-3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6587"/>
        <w:gridCol w:w="2945"/>
      </w:tblGrid>
      <w:tr w:rsidR="00F4404D" w:rsidRPr="001562AB" w:rsidTr="00BC1533">
        <w:trPr>
          <w:cantSplit/>
          <w:trHeight w:val="611"/>
          <w:jc w:val="center"/>
        </w:trPr>
        <w:tc>
          <w:tcPr>
            <w:tcW w:w="518" w:type="dxa"/>
            <w:vAlign w:val="center"/>
          </w:tcPr>
          <w:p w:rsidR="00F4404D" w:rsidRPr="004233EB" w:rsidRDefault="00F4404D" w:rsidP="00224609">
            <w:pPr>
              <w:pStyle w:val="a8"/>
              <w:ind w:left="-73" w:right="-51"/>
              <w:rPr>
                <w:b w:val="0"/>
                <w:sz w:val="22"/>
                <w:szCs w:val="22"/>
              </w:rPr>
            </w:pPr>
            <w:bookmarkStart w:id="1" w:name="_Hlk467673933"/>
            <w:r w:rsidRPr="004233E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587" w:type="dxa"/>
            <w:vAlign w:val="center"/>
          </w:tcPr>
          <w:p w:rsidR="00F4404D" w:rsidRPr="004233EB" w:rsidRDefault="00F4404D" w:rsidP="00224609">
            <w:pPr>
              <w:pStyle w:val="a8"/>
              <w:rPr>
                <w:b w:val="0"/>
                <w:sz w:val="22"/>
                <w:szCs w:val="22"/>
              </w:rPr>
            </w:pPr>
            <w:r w:rsidRPr="004233E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2945" w:type="dxa"/>
            <w:vAlign w:val="center"/>
          </w:tcPr>
          <w:p w:rsidR="00F4404D" w:rsidRPr="004233EB" w:rsidRDefault="00F4404D" w:rsidP="00224609">
            <w:pPr>
              <w:pStyle w:val="a8"/>
              <w:ind w:left="-153" w:right="-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F570D6" w:rsidRPr="001562AB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F570D6" w:rsidRPr="004233EB" w:rsidRDefault="00F570D6" w:rsidP="00224609">
            <w:pPr>
              <w:ind w:firstLine="94"/>
              <w:jc w:val="both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1</w:t>
            </w:r>
          </w:p>
        </w:tc>
        <w:tc>
          <w:tcPr>
            <w:tcW w:w="6587" w:type="dxa"/>
          </w:tcPr>
          <w:p w:rsidR="00F570D6" w:rsidRPr="001869B4" w:rsidRDefault="00F570D6" w:rsidP="00290474">
            <w:pPr>
              <w:suppressAutoHyphens/>
              <w:ind w:right="33"/>
              <w:jc w:val="both"/>
            </w:pPr>
            <w:r w:rsidRPr="001869B4">
              <w:t xml:space="preserve">Земельный участок </w:t>
            </w:r>
            <w:r w:rsidRPr="001869B4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28:01:020004:337, площадью 681 кв.м.</w:t>
            </w:r>
            <w:r w:rsidRPr="001869B4">
              <w:t>,</w:t>
            </w:r>
            <w:r w:rsidRPr="001869B4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расположенн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ый</w:t>
            </w:r>
            <w:r w:rsidRPr="001869B4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F570D6" w:rsidRPr="00EC5306" w:rsidRDefault="00F570D6" w:rsidP="00F570D6">
            <w:pPr>
              <w:ind w:right="177"/>
              <w:jc w:val="center"/>
            </w:pPr>
            <w:r w:rsidRPr="00EC5306">
              <w:t>Аукцион признан</w:t>
            </w:r>
          </w:p>
          <w:p w:rsidR="00F570D6" w:rsidRPr="00B83EA4" w:rsidRDefault="00F570D6" w:rsidP="00F570D6">
            <w:pPr>
              <w:jc w:val="center"/>
              <w:rPr>
                <w:highlight w:val="yellow"/>
              </w:rPr>
            </w:pPr>
            <w:r w:rsidRPr="00EC5306">
              <w:t>несостоявшимся</w:t>
            </w:r>
            <w:r w:rsidRPr="00BC15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</w:tr>
      <w:tr w:rsidR="00F570D6" w:rsidRPr="00C31977" w:rsidTr="00BC1533">
        <w:trPr>
          <w:cantSplit/>
          <w:trHeight w:val="389"/>
          <w:jc w:val="center"/>
        </w:trPr>
        <w:tc>
          <w:tcPr>
            <w:tcW w:w="518" w:type="dxa"/>
            <w:vAlign w:val="center"/>
          </w:tcPr>
          <w:p w:rsidR="00F570D6" w:rsidRPr="004233EB" w:rsidRDefault="00F570D6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2</w:t>
            </w:r>
          </w:p>
        </w:tc>
        <w:tc>
          <w:tcPr>
            <w:tcW w:w="6587" w:type="dxa"/>
          </w:tcPr>
          <w:p w:rsidR="00F570D6" w:rsidRPr="001869B4" w:rsidRDefault="00F570D6" w:rsidP="00290474">
            <w:pPr>
              <w:suppressAutoHyphens/>
              <w:ind w:right="33"/>
              <w:jc w:val="both"/>
            </w:pPr>
            <w:r w:rsidRPr="001869B4">
              <w:t xml:space="preserve">Земельный участок </w:t>
            </w:r>
            <w:r w:rsidRPr="001869B4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28:01:020004:338, площадью 737 кв.м., расположенн</w:t>
            </w:r>
            <w:r>
              <w:rPr>
                <w:rStyle w:val="txt1"/>
                <w:rFonts w:ascii="Times New Roman" w:hAnsi="Times New Roman"/>
                <w:sz w:val="24"/>
                <w:szCs w:val="24"/>
              </w:rPr>
              <w:t>ый</w:t>
            </w:r>
            <w:r w:rsidRPr="001869B4">
              <w:rPr>
                <w:rStyle w:val="txt1"/>
                <w:rFonts w:ascii="Times New Roman" w:hAnsi="Times New Roman"/>
                <w:sz w:val="24"/>
                <w:szCs w:val="24"/>
              </w:rPr>
              <w:t xml:space="preserve"> в квартале СПУ-5, для индивидуального жилищного строительства</w:t>
            </w:r>
          </w:p>
        </w:tc>
        <w:tc>
          <w:tcPr>
            <w:tcW w:w="2945" w:type="dxa"/>
            <w:vAlign w:val="center"/>
          </w:tcPr>
          <w:p w:rsidR="00F570D6" w:rsidRPr="00EC5306" w:rsidRDefault="00F570D6" w:rsidP="00F570D6">
            <w:pPr>
              <w:ind w:right="177"/>
              <w:jc w:val="center"/>
            </w:pPr>
            <w:r w:rsidRPr="00EC5306">
              <w:t>Аукцион признан</w:t>
            </w:r>
          </w:p>
          <w:p w:rsidR="00F570D6" w:rsidRPr="00B83EA4" w:rsidRDefault="00F570D6" w:rsidP="00F570D6">
            <w:pPr>
              <w:jc w:val="center"/>
            </w:pPr>
            <w:r w:rsidRPr="00EC5306">
              <w:t>несостоявшимся</w:t>
            </w:r>
            <w:r w:rsidRPr="00BC153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</w:p>
        </w:tc>
      </w:tr>
      <w:tr w:rsidR="00F570D6" w:rsidRPr="00C31977" w:rsidTr="00BC1533">
        <w:trPr>
          <w:cantSplit/>
          <w:trHeight w:val="1138"/>
          <w:jc w:val="center"/>
        </w:trPr>
        <w:tc>
          <w:tcPr>
            <w:tcW w:w="518" w:type="dxa"/>
            <w:vAlign w:val="center"/>
          </w:tcPr>
          <w:p w:rsidR="00F570D6" w:rsidRPr="004233EB" w:rsidRDefault="00F570D6" w:rsidP="00224609">
            <w:pPr>
              <w:jc w:val="center"/>
              <w:rPr>
                <w:sz w:val="22"/>
                <w:szCs w:val="22"/>
              </w:rPr>
            </w:pPr>
            <w:r w:rsidRPr="004233EB">
              <w:rPr>
                <w:sz w:val="22"/>
                <w:szCs w:val="22"/>
              </w:rPr>
              <w:t>3</w:t>
            </w:r>
          </w:p>
        </w:tc>
        <w:tc>
          <w:tcPr>
            <w:tcW w:w="6587" w:type="dxa"/>
          </w:tcPr>
          <w:p w:rsidR="00F570D6" w:rsidRPr="001869B4" w:rsidRDefault="00F570D6" w:rsidP="00290474">
            <w:pPr>
              <w:suppressAutoHyphens/>
              <w:ind w:right="33"/>
              <w:jc w:val="both"/>
            </w:pPr>
            <w:r w:rsidRPr="001869B4">
              <w:t xml:space="preserve">Право заключения договора аренды земельного участка </w:t>
            </w:r>
            <w:r w:rsidRPr="001869B4">
              <w:rPr>
                <w:rStyle w:val="txt1"/>
                <w:rFonts w:ascii="Times New Roman" w:hAnsi="Times New Roman"/>
                <w:sz w:val="24"/>
                <w:szCs w:val="24"/>
              </w:rPr>
              <w:t>с кадастровым номером 28:01:010170:35, площадью 1300 кв</w:t>
            </w:r>
            <w:proofErr w:type="gramStart"/>
            <w:r w:rsidRPr="001869B4">
              <w:rPr>
                <w:rStyle w:val="txt1"/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1869B4">
              <w:rPr>
                <w:rStyle w:val="txt1"/>
                <w:rFonts w:ascii="Times New Roman" w:hAnsi="Times New Roman"/>
                <w:sz w:val="24"/>
                <w:szCs w:val="24"/>
              </w:rPr>
              <w:t>, расположенного в квартале 170, с видом разрешенного использования – бытовое обслуживание</w:t>
            </w:r>
          </w:p>
        </w:tc>
        <w:tc>
          <w:tcPr>
            <w:tcW w:w="2945" w:type="dxa"/>
            <w:vAlign w:val="center"/>
          </w:tcPr>
          <w:p w:rsidR="00F570D6" w:rsidRPr="00B83EA4" w:rsidRDefault="00F570D6" w:rsidP="009A52C6">
            <w:pPr>
              <w:jc w:val="center"/>
            </w:pPr>
            <w:r w:rsidRPr="009A52C6">
              <w:rPr>
                <w:color w:val="000000"/>
              </w:rPr>
              <w:t xml:space="preserve">Победитель аукциона </w:t>
            </w:r>
            <w:proofErr w:type="spellStart"/>
            <w:r w:rsidR="009A52C6" w:rsidRPr="009A52C6">
              <w:rPr>
                <w:color w:val="000000"/>
              </w:rPr>
              <w:t>Ганжа</w:t>
            </w:r>
            <w:proofErr w:type="spellEnd"/>
            <w:r w:rsidR="009A52C6" w:rsidRPr="009A52C6">
              <w:rPr>
                <w:color w:val="000000"/>
              </w:rPr>
              <w:t xml:space="preserve"> Н</w:t>
            </w:r>
            <w:r w:rsidRPr="009A52C6">
              <w:rPr>
                <w:color w:val="000000"/>
              </w:rPr>
              <w:t>.</w:t>
            </w:r>
            <w:r w:rsidR="009A52C6" w:rsidRPr="009A52C6">
              <w:rPr>
                <w:color w:val="000000"/>
              </w:rPr>
              <w:t>В</w:t>
            </w:r>
            <w:r w:rsidRPr="009A52C6">
              <w:rPr>
                <w:color w:val="000000"/>
              </w:rPr>
              <w:t>.</w:t>
            </w:r>
          </w:p>
        </w:tc>
      </w:tr>
      <w:bookmarkEnd w:id="1"/>
    </w:tbl>
    <w:p w:rsidR="00CB2E45" w:rsidRPr="00567DD1" w:rsidRDefault="00CB2E45" w:rsidP="0085289B">
      <w:pPr>
        <w:pStyle w:val="ConsTitle"/>
        <w:widowControl/>
        <w:tabs>
          <w:tab w:val="left" w:pos="540"/>
          <w:tab w:val="left" w:pos="4253"/>
        </w:tabs>
        <w:suppressAutoHyphens/>
        <w:ind w:right="57" w:firstLine="709"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sectPr w:rsidR="00CB2E45" w:rsidRPr="00567DD1" w:rsidSect="00567DD1">
      <w:headerReference w:type="even" r:id="rId9"/>
      <w:footerReference w:type="even" r:id="rId10"/>
      <w:footerReference w:type="default" r:id="rId11"/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C6A" w:rsidRDefault="000F0C6A">
      <w:r>
        <w:separator/>
      </w:r>
    </w:p>
  </w:endnote>
  <w:endnote w:type="continuationSeparator" w:id="0">
    <w:p w:rsidR="000F0C6A" w:rsidRDefault="000F0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1152">
      <w:rPr>
        <w:rStyle w:val="a5"/>
        <w:noProof/>
      </w:rPr>
      <w:t>1</w:t>
    </w:r>
    <w:r>
      <w:rPr>
        <w:rStyle w:val="a5"/>
      </w:rPr>
      <w:fldChar w:fldCharType="end"/>
    </w:r>
  </w:p>
  <w:p w:rsidR="000F0C6A" w:rsidRDefault="000F0C6A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C6A" w:rsidRDefault="000F0C6A">
      <w:r>
        <w:separator/>
      </w:r>
    </w:p>
  </w:footnote>
  <w:footnote w:type="continuationSeparator" w:id="0">
    <w:p w:rsidR="000F0C6A" w:rsidRDefault="000F0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C6A" w:rsidRDefault="00FB466D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F0C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F0C6A" w:rsidRDefault="000F0C6A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DC8"/>
    <w:rsid w:val="00000CE8"/>
    <w:rsid w:val="0000156C"/>
    <w:rsid w:val="00003893"/>
    <w:rsid w:val="00003967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EED"/>
    <w:rsid w:val="00043CD7"/>
    <w:rsid w:val="00044068"/>
    <w:rsid w:val="0004637D"/>
    <w:rsid w:val="000463CF"/>
    <w:rsid w:val="00046B20"/>
    <w:rsid w:val="000470D7"/>
    <w:rsid w:val="00047CDF"/>
    <w:rsid w:val="00050753"/>
    <w:rsid w:val="00050FA3"/>
    <w:rsid w:val="00052257"/>
    <w:rsid w:val="0005245D"/>
    <w:rsid w:val="00053BAC"/>
    <w:rsid w:val="00054FA0"/>
    <w:rsid w:val="00056790"/>
    <w:rsid w:val="000568AC"/>
    <w:rsid w:val="00060995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1874"/>
    <w:rsid w:val="00071B5E"/>
    <w:rsid w:val="000721CC"/>
    <w:rsid w:val="00073D87"/>
    <w:rsid w:val="00074491"/>
    <w:rsid w:val="00075D45"/>
    <w:rsid w:val="00077CF7"/>
    <w:rsid w:val="000800CB"/>
    <w:rsid w:val="00080698"/>
    <w:rsid w:val="000808C7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580C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A3C"/>
    <w:rsid w:val="000A23FE"/>
    <w:rsid w:val="000A37EE"/>
    <w:rsid w:val="000A39CE"/>
    <w:rsid w:val="000A3DB9"/>
    <w:rsid w:val="000A4599"/>
    <w:rsid w:val="000A4B5F"/>
    <w:rsid w:val="000A4FC5"/>
    <w:rsid w:val="000A51BC"/>
    <w:rsid w:val="000A592E"/>
    <w:rsid w:val="000A6B38"/>
    <w:rsid w:val="000A71C6"/>
    <w:rsid w:val="000A743F"/>
    <w:rsid w:val="000B0E5C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2520"/>
    <w:rsid w:val="000D2EB4"/>
    <w:rsid w:val="000D353C"/>
    <w:rsid w:val="000D45E5"/>
    <w:rsid w:val="000D4ACC"/>
    <w:rsid w:val="000D5495"/>
    <w:rsid w:val="000D6229"/>
    <w:rsid w:val="000D6320"/>
    <w:rsid w:val="000D6920"/>
    <w:rsid w:val="000D696B"/>
    <w:rsid w:val="000D7682"/>
    <w:rsid w:val="000D779E"/>
    <w:rsid w:val="000D78B1"/>
    <w:rsid w:val="000D79A7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C6A"/>
    <w:rsid w:val="000F1292"/>
    <w:rsid w:val="000F16BC"/>
    <w:rsid w:val="000F171C"/>
    <w:rsid w:val="000F2F27"/>
    <w:rsid w:val="000F3637"/>
    <w:rsid w:val="000F43E7"/>
    <w:rsid w:val="000F4E4C"/>
    <w:rsid w:val="000F4F7A"/>
    <w:rsid w:val="000F5218"/>
    <w:rsid w:val="000F627A"/>
    <w:rsid w:val="000F681E"/>
    <w:rsid w:val="0010001C"/>
    <w:rsid w:val="00101BD5"/>
    <w:rsid w:val="00102C95"/>
    <w:rsid w:val="0010392B"/>
    <w:rsid w:val="00107A4F"/>
    <w:rsid w:val="001119E2"/>
    <w:rsid w:val="00111FDF"/>
    <w:rsid w:val="001124A5"/>
    <w:rsid w:val="0011283B"/>
    <w:rsid w:val="00112F6A"/>
    <w:rsid w:val="001130A5"/>
    <w:rsid w:val="00114E67"/>
    <w:rsid w:val="001157A9"/>
    <w:rsid w:val="00115EFA"/>
    <w:rsid w:val="001207AF"/>
    <w:rsid w:val="001213F5"/>
    <w:rsid w:val="0012183A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671"/>
    <w:rsid w:val="0013005C"/>
    <w:rsid w:val="001302AD"/>
    <w:rsid w:val="00131296"/>
    <w:rsid w:val="00132FA9"/>
    <w:rsid w:val="001339BF"/>
    <w:rsid w:val="00133C02"/>
    <w:rsid w:val="0013401D"/>
    <w:rsid w:val="00135C61"/>
    <w:rsid w:val="00136002"/>
    <w:rsid w:val="00136030"/>
    <w:rsid w:val="0013646C"/>
    <w:rsid w:val="00136DFB"/>
    <w:rsid w:val="00137D4D"/>
    <w:rsid w:val="0014048B"/>
    <w:rsid w:val="00140DA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2197"/>
    <w:rsid w:val="00152310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D88"/>
    <w:rsid w:val="00183B6F"/>
    <w:rsid w:val="00184042"/>
    <w:rsid w:val="00184C03"/>
    <w:rsid w:val="001850B2"/>
    <w:rsid w:val="00186096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6127"/>
    <w:rsid w:val="001A788E"/>
    <w:rsid w:val="001B07DB"/>
    <w:rsid w:val="001B0E13"/>
    <w:rsid w:val="001B100E"/>
    <w:rsid w:val="001B16BC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E0A"/>
    <w:rsid w:val="001C5E2E"/>
    <w:rsid w:val="001C6481"/>
    <w:rsid w:val="001D1B50"/>
    <w:rsid w:val="001D2BEE"/>
    <w:rsid w:val="001D33CA"/>
    <w:rsid w:val="001D52DE"/>
    <w:rsid w:val="001D64D4"/>
    <w:rsid w:val="001D78AE"/>
    <w:rsid w:val="001D7CCF"/>
    <w:rsid w:val="001E1E98"/>
    <w:rsid w:val="001E1FDA"/>
    <w:rsid w:val="001E2DE8"/>
    <w:rsid w:val="001E4CB1"/>
    <w:rsid w:val="001E51B0"/>
    <w:rsid w:val="001E5906"/>
    <w:rsid w:val="001E6B20"/>
    <w:rsid w:val="001E6BA6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321"/>
    <w:rsid w:val="002029B0"/>
    <w:rsid w:val="0020319A"/>
    <w:rsid w:val="00203428"/>
    <w:rsid w:val="002042A5"/>
    <w:rsid w:val="002058D2"/>
    <w:rsid w:val="00205E9F"/>
    <w:rsid w:val="00206346"/>
    <w:rsid w:val="002071D4"/>
    <w:rsid w:val="00210A07"/>
    <w:rsid w:val="00210BB8"/>
    <w:rsid w:val="00211595"/>
    <w:rsid w:val="00211A6C"/>
    <w:rsid w:val="00211E0A"/>
    <w:rsid w:val="00211FC7"/>
    <w:rsid w:val="002123FC"/>
    <w:rsid w:val="002125A1"/>
    <w:rsid w:val="00212EB8"/>
    <w:rsid w:val="00212FCA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2135"/>
    <w:rsid w:val="00232145"/>
    <w:rsid w:val="00232275"/>
    <w:rsid w:val="0023280A"/>
    <w:rsid w:val="00233288"/>
    <w:rsid w:val="00233CA3"/>
    <w:rsid w:val="00234EAB"/>
    <w:rsid w:val="00235BE3"/>
    <w:rsid w:val="00236CB8"/>
    <w:rsid w:val="00242324"/>
    <w:rsid w:val="0024329F"/>
    <w:rsid w:val="00243AC4"/>
    <w:rsid w:val="002456C3"/>
    <w:rsid w:val="0024573F"/>
    <w:rsid w:val="00246625"/>
    <w:rsid w:val="002504AC"/>
    <w:rsid w:val="0025104A"/>
    <w:rsid w:val="002529C9"/>
    <w:rsid w:val="00252F5E"/>
    <w:rsid w:val="00255319"/>
    <w:rsid w:val="0025638A"/>
    <w:rsid w:val="002615F4"/>
    <w:rsid w:val="00262591"/>
    <w:rsid w:val="002635C0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A151F"/>
    <w:rsid w:val="002A15E4"/>
    <w:rsid w:val="002A1979"/>
    <w:rsid w:val="002A2810"/>
    <w:rsid w:val="002A2CC0"/>
    <w:rsid w:val="002A3282"/>
    <w:rsid w:val="002A3EEA"/>
    <w:rsid w:val="002A465A"/>
    <w:rsid w:val="002A5204"/>
    <w:rsid w:val="002A5DEB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1054"/>
    <w:rsid w:val="002C1FC1"/>
    <w:rsid w:val="002C2CD4"/>
    <w:rsid w:val="002C3F12"/>
    <w:rsid w:val="002C5169"/>
    <w:rsid w:val="002C5D35"/>
    <w:rsid w:val="002C65B0"/>
    <w:rsid w:val="002C6754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F0035"/>
    <w:rsid w:val="002F0725"/>
    <w:rsid w:val="002F0B4B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20C6D"/>
    <w:rsid w:val="00321394"/>
    <w:rsid w:val="0032180F"/>
    <w:rsid w:val="00321C12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281B"/>
    <w:rsid w:val="003530A8"/>
    <w:rsid w:val="00353D0B"/>
    <w:rsid w:val="00355BD6"/>
    <w:rsid w:val="00355C35"/>
    <w:rsid w:val="00355E48"/>
    <w:rsid w:val="0035603B"/>
    <w:rsid w:val="003578C5"/>
    <w:rsid w:val="00360F94"/>
    <w:rsid w:val="00361E68"/>
    <w:rsid w:val="0036228C"/>
    <w:rsid w:val="00362317"/>
    <w:rsid w:val="00362689"/>
    <w:rsid w:val="00362850"/>
    <w:rsid w:val="003638F2"/>
    <w:rsid w:val="003656C4"/>
    <w:rsid w:val="00371E5D"/>
    <w:rsid w:val="0037328D"/>
    <w:rsid w:val="00373A0A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7024"/>
    <w:rsid w:val="003971A2"/>
    <w:rsid w:val="00397466"/>
    <w:rsid w:val="00397666"/>
    <w:rsid w:val="003978B2"/>
    <w:rsid w:val="00397BAB"/>
    <w:rsid w:val="003A0515"/>
    <w:rsid w:val="003A2F8F"/>
    <w:rsid w:val="003A3064"/>
    <w:rsid w:val="003A3657"/>
    <w:rsid w:val="003A410B"/>
    <w:rsid w:val="003A4656"/>
    <w:rsid w:val="003A5411"/>
    <w:rsid w:val="003A5DF0"/>
    <w:rsid w:val="003B16D0"/>
    <w:rsid w:val="003B3946"/>
    <w:rsid w:val="003B4313"/>
    <w:rsid w:val="003B492F"/>
    <w:rsid w:val="003B4DA7"/>
    <w:rsid w:val="003B607C"/>
    <w:rsid w:val="003B6EE8"/>
    <w:rsid w:val="003B7152"/>
    <w:rsid w:val="003C1BE0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6C88"/>
    <w:rsid w:val="003D7236"/>
    <w:rsid w:val="003E45C1"/>
    <w:rsid w:val="003E4FD5"/>
    <w:rsid w:val="003E5609"/>
    <w:rsid w:val="003E6A56"/>
    <w:rsid w:val="003F06DA"/>
    <w:rsid w:val="003F0F39"/>
    <w:rsid w:val="003F2188"/>
    <w:rsid w:val="003F2677"/>
    <w:rsid w:val="003F3CD0"/>
    <w:rsid w:val="003F4D41"/>
    <w:rsid w:val="003F5687"/>
    <w:rsid w:val="003F5E52"/>
    <w:rsid w:val="003F708E"/>
    <w:rsid w:val="003F737E"/>
    <w:rsid w:val="00400B7C"/>
    <w:rsid w:val="00400CE2"/>
    <w:rsid w:val="00400FB0"/>
    <w:rsid w:val="0040413C"/>
    <w:rsid w:val="00404831"/>
    <w:rsid w:val="004048F2"/>
    <w:rsid w:val="00404D77"/>
    <w:rsid w:val="0040673A"/>
    <w:rsid w:val="0040696C"/>
    <w:rsid w:val="00406CEE"/>
    <w:rsid w:val="004105D2"/>
    <w:rsid w:val="00410AEC"/>
    <w:rsid w:val="0041218E"/>
    <w:rsid w:val="00412918"/>
    <w:rsid w:val="00412CE0"/>
    <w:rsid w:val="00412D89"/>
    <w:rsid w:val="00413106"/>
    <w:rsid w:val="00413AD8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33EB"/>
    <w:rsid w:val="00423EC8"/>
    <w:rsid w:val="00424D3B"/>
    <w:rsid w:val="0042680C"/>
    <w:rsid w:val="004272DB"/>
    <w:rsid w:val="0043026C"/>
    <w:rsid w:val="00431097"/>
    <w:rsid w:val="00431407"/>
    <w:rsid w:val="004314E5"/>
    <w:rsid w:val="00432DF1"/>
    <w:rsid w:val="0043335D"/>
    <w:rsid w:val="00433E50"/>
    <w:rsid w:val="00434E35"/>
    <w:rsid w:val="00435441"/>
    <w:rsid w:val="00436419"/>
    <w:rsid w:val="0043697C"/>
    <w:rsid w:val="00437E15"/>
    <w:rsid w:val="004408BC"/>
    <w:rsid w:val="00440AAA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2699"/>
    <w:rsid w:val="00453BDC"/>
    <w:rsid w:val="00455D8D"/>
    <w:rsid w:val="00456875"/>
    <w:rsid w:val="00456C33"/>
    <w:rsid w:val="0045748D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2007"/>
    <w:rsid w:val="004724FE"/>
    <w:rsid w:val="00472599"/>
    <w:rsid w:val="004727B6"/>
    <w:rsid w:val="004727E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97A"/>
    <w:rsid w:val="00493236"/>
    <w:rsid w:val="00494065"/>
    <w:rsid w:val="00494FEC"/>
    <w:rsid w:val="004956F2"/>
    <w:rsid w:val="00495D44"/>
    <w:rsid w:val="00495E92"/>
    <w:rsid w:val="004962B8"/>
    <w:rsid w:val="004967D3"/>
    <w:rsid w:val="0049797A"/>
    <w:rsid w:val="004A07B1"/>
    <w:rsid w:val="004A21F1"/>
    <w:rsid w:val="004A31DD"/>
    <w:rsid w:val="004A3C72"/>
    <w:rsid w:val="004A4275"/>
    <w:rsid w:val="004A5152"/>
    <w:rsid w:val="004A5EA6"/>
    <w:rsid w:val="004A6CA1"/>
    <w:rsid w:val="004B1288"/>
    <w:rsid w:val="004B1E8D"/>
    <w:rsid w:val="004B228C"/>
    <w:rsid w:val="004B2934"/>
    <w:rsid w:val="004B307F"/>
    <w:rsid w:val="004B4B28"/>
    <w:rsid w:val="004B614D"/>
    <w:rsid w:val="004C0CB1"/>
    <w:rsid w:val="004C17C8"/>
    <w:rsid w:val="004C1944"/>
    <w:rsid w:val="004C29E0"/>
    <w:rsid w:val="004C2D0A"/>
    <w:rsid w:val="004C2E72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764"/>
    <w:rsid w:val="004D52F8"/>
    <w:rsid w:val="004D5970"/>
    <w:rsid w:val="004D6A6B"/>
    <w:rsid w:val="004D6A6F"/>
    <w:rsid w:val="004E0C50"/>
    <w:rsid w:val="004E109A"/>
    <w:rsid w:val="004E10D4"/>
    <w:rsid w:val="004E4230"/>
    <w:rsid w:val="004E4235"/>
    <w:rsid w:val="004E4724"/>
    <w:rsid w:val="004E51E6"/>
    <w:rsid w:val="004E5485"/>
    <w:rsid w:val="004E64C7"/>
    <w:rsid w:val="004E67B7"/>
    <w:rsid w:val="004E6FDB"/>
    <w:rsid w:val="004E78FC"/>
    <w:rsid w:val="004F00B4"/>
    <w:rsid w:val="004F09CB"/>
    <w:rsid w:val="004F20F3"/>
    <w:rsid w:val="004F2CD2"/>
    <w:rsid w:val="004F30B2"/>
    <w:rsid w:val="004F30BD"/>
    <w:rsid w:val="004F4627"/>
    <w:rsid w:val="004F7372"/>
    <w:rsid w:val="004F769E"/>
    <w:rsid w:val="004F778D"/>
    <w:rsid w:val="004F79B0"/>
    <w:rsid w:val="0050298E"/>
    <w:rsid w:val="0050337C"/>
    <w:rsid w:val="00503809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2304"/>
    <w:rsid w:val="00513AD4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488C"/>
    <w:rsid w:val="00524B60"/>
    <w:rsid w:val="00524CB0"/>
    <w:rsid w:val="00525DBA"/>
    <w:rsid w:val="00526169"/>
    <w:rsid w:val="00526576"/>
    <w:rsid w:val="005268C3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32A3"/>
    <w:rsid w:val="00543B82"/>
    <w:rsid w:val="00543C9C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6373"/>
    <w:rsid w:val="00566412"/>
    <w:rsid w:val="00566F43"/>
    <w:rsid w:val="00567DD1"/>
    <w:rsid w:val="00567EEF"/>
    <w:rsid w:val="00570289"/>
    <w:rsid w:val="00571A9C"/>
    <w:rsid w:val="00572205"/>
    <w:rsid w:val="00572264"/>
    <w:rsid w:val="005731FB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E71"/>
    <w:rsid w:val="005825EE"/>
    <w:rsid w:val="0058278A"/>
    <w:rsid w:val="00583253"/>
    <w:rsid w:val="00583DC6"/>
    <w:rsid w:val="00583FE6"/>
    <w:rsid w:val="00584E3F"/>
    <w:rsid w:val="00585A1F"/>
    <w:rsid w:val="00585A35"/>
    <w:rsid w:val="00585B2B"/>
    <w:rsid w:val="00585DCD"/>
    <w:rsid w:val="00586117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4133"/>
    <w:rsid w:val="00594920"/>
    <w:rsid w:val="00594B5C"/>
    <w:rsid w:val="00597083"/>
    <w:rsid w:val="005A0C85"/>
    <w:rsid w:val="005A0F2F"/>
    <w:rsid w:val="005A102D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432"/>
    <w:rsid w:val="005D69A7"/>
    <w:rsid w:val="005D6A6F"/>
    <w:rsid w:val="005D6D6D"/>
    <w:rsid w:val="005D76F5"/>
    <w:rsid w:val="005D77E3"/>
    <w:rsid w:val="005D78A5"/>
    <w:rsid w:val="005E0FB1"/>
    <w:rsid w:val="005E1CA3"/>
    <w:rsid w:val="005E1E9D"/>
    <w:rsid w:val="005E2D29"/>
    <w:rsid w:val="005E4088"/>
    <w:rsid w:val="005F0301"/>
    <w:rsid w:val="005F16F7"/>
    <w:rsid w:val="005F27DB"/>
    <w:rsid w:val="005F2A32"/>
    <w:rsid w:val="005F5389"/>
    <w:rsid w:val="00601533"/>
    <w:rsid w:val="00601B9B"/>
    <w:rsid w:val="00602141"/>
    <w:rsid w:val="00602E19"/>
    <w:rsid w:val="0060502D"/>
    <w:rsid w:val="00605115"/>
    <w:rsid w:val="006055D5"/>
    <w:rsid w:val="006058BD"/>
    <w:rsid w:val="006066ED"/>
    <w:rsid w:val="00606FE6"/>
    <w:rsid w:val="00610893"/>
    <w:rsid w:val="00610AF9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51411"/>
    <w:rsid w:val="00652299"/>
    <w:rsid w:val="00652795"/>
    <w:rsid w:val="006542A7"/>
    <w:rsid w:val="00655F46"/>
    <w:rsid w:val="00656204"/>
    <w:rsid w:val="00656360"/>
    <w:rsid w:val="00657AD7"/>
    <w:rsid w:val="00660EF9"/>
    <w:rsid w:val="006611B0"/>
    <w:rsid w:val="00661CC1"/>
    <w:rsid w:val="0066437A"/>
    <w:rsid w:val="00664DEC"/>
    <w:rsid w:val="006657B0"/>
    <w:rsid w:val="006669C2"/>
    <w:rsid w:val="00667B8A"/>
    <w:rsid w:val="00667C6E"/>
    <w:rsid w:val="00667D8D"/>
    <w:rsid w:val="0067011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25FF"/>
    <w:rsid w:val="00684FF3"/>
    <w:rsid w:val="00685034"/>
    <w:rsid w:val="0068574E"/>
    <w:rsid w:val="006860AE"/>
    <w:rsid w:val="006867FC"/>
    <w:rsid w:val="006911CE"/>
    <w:rsid w:val="00691DEC"/>
    <w:rsid w:val="00692FEA"/>
    <w:rsid w:val="006936DE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1E0"/>
    <w:rsid w:val="006A4551"/>
    <w:rsid w:val="006A4E68"/>
    <w:rsid w:val="006A5785"/>
    <w:rsid w:val="006A5956"/>
    <w:rsid w:val="006A6474"/>
    <w:rsid w:val="006A70C4"/>
    <w:rsid w:val="006A7A65"/>
    <w:rsid w:val="006B392A"/>
    <w:rsid w:val="006B431A"/>
    <w:rsid w:val="006B47DC"/>
    <w:rsid w:val="006B5D90"/>
    <w:rsid w:val="006B6592"/>
    <w:rsid w:val="006B74FC"/>
    <w:rsid w:val="006C2292"/>
    <w:rsid w:val="006C28C1"/>
    <w:rsid w:val="006C2C8C"/>
    <w:rsid w:val="006C3D46"/>
    <w:rsid w:val="006C42C3"/>
    <w:rsid w:val="006C5A79"/>
    <w:rsid w:val="006C6C2F"/>
    <w:rsid w:val="006D0921"/>
    <w:rsid w:val="006D25A6"/>
    <w:rsid w:val="006D442B"/>
    <w:rsid w:val="006D4784"/>
    <w:rsid w:val="006D51D6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4A6A"/>
    <w:rsid w:val="006E4ECF"/>
    <w:rsid w:val="006E4FFD"/>
    <w:rsid w:val="006E5479"/>
    <w:rsid w:val="006E6A53"/>
    <w:rsid w:val="006E6C2F"/>
    <w:rsid w:val="006E735A"/>
    <w:rsid w:val="006E7B53"/>
    <w:rsid w:val="006F0D6D"/>
    <w:rsid w:val="006F22D3"/>
    <w:rsid w:val="006F2A70"/>
    <w:rsid w:val="006F330F"/>
    <w:rsid w:val="006F3AAF"/>
    <w:rsid w:val="006F3C10"/>
    <w:rsid w:val="006F4846"/>
    <w:rsid w:val="006F4B37"/>
    <w:rsid w:val="006F5397"/>
    <w:rsid w:val="006F5CDA"/>
    <w:rsid w:val="006F6D6B"/>
    <w:rsid w:val="006F7B18"/>
    <w:rsid w:val="006F7E7D"/>
    <w:rsid w:val="007005BB"/>
    <w:rsid w:val="0070078F"/>
    <w:rsid w:val="00701F2B"/>
    <w:rsid w:val="00702CF9"/>
    <w:rsid w:val="00703EB6"/>
    <w:rsid w:val="00705C5D"/>
    <w:rsid w:val="00707278"/>
    <w:rsid w:val="00710855"/>
    <w:rsid w:val="0071116B"/>
    <w:rsid w:val="007116D3"/>
    <w:rsid w:val="00713BA4"/>
    <w:rsid w:val="00713E87"/>
    <w:rsid w:val="00714E00"/>
    <w:rsid w:val="00715670"/>
    <w:rsid w:val="00716792"/>
    <w:rsid w:val="00716A04"/>
    <w:rsid w:val="00716B05"/>
    <w:rsid w:val="007170BC"/>
    <w:rsid w:val="00720470"/>
    <w:rsid w:val="0072082C"/>
    <w:rsid w:val="00720A24"/>
    <w:rsid w:val="007228BC"/>
    <w:rsid w:val="00723977"/>
    <w:rsid w:val="00725E17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3B04"/>
    <w:rsid w:val="00743C25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9DF"/>
    <w:rsid w:val="00767277"/>
    <w:rsid w:val="00767375"/>
    <w:rsid w:val="00767582"/>
    <w:rsid w:val="00771BD1"/>
    <w:rsid w:val="007726D6"/>
    <w:rsid w:val="00772D84"/>
    <w:rsid w:val="0077319C"/>
    <w:rsid w:val="00773510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75"/>
    <w:rsid w:val="007E25BF"/>
    <w:rsid w:val="007E26CD"/>
    <w:rsid w:val="007E36F7"/>
    <w:rsid w:val="007E3CA4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6E39"/>
    <w:rsid w:val="007F6EB1"/>
    <w:rsid w:val="008006D6"/>
    <w:rsid w:val="008010C3"/>
    <w:rsid w:val="00801F55"/>
    <w:rsid w:val="00803334"/>
    <w:rsid w:val="008036EA"/>
    <w:rsid w:val="00803FE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7767"/>
    <w:rsid w:val="00827F7E"/>
    <w:rsid w:val="00830A09"/>
    <w:rsid w:val="008313D4"/>
    <w:rsid w:val="008319A7"/>
    <w:rsid w:val="00831C1E"/>
    <w:rsid w:val="00833A47"/>
    <w:rsid w:val="00833CF3"/>
    <w:rsid w:val="00834AC2"/>
    <w:rsid w:val="00835E2C"/>
    <w:rsid w:val="008369E9"/>
    <w:rsid w:val="00836CD4"/>
    <w:rsid w:val="00837C9E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4070"/>
    <w:rsid w:val="008643DD"/>
    <w:rsid w:val="00864A20"/>
    <w:rsid w:val="00865B3B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7320"/>
    <w:rsid w:val="0087744F"/>
    <w:rsid w:val="00881135"/>
    <w:rsid w:val="00881361"/>
    <w:rsid w:val="00884432"/>
    <w:rsid w:val="0088621C"/>
    <w:rsid w:val="00886403"/>
    <w:rsid w:val="00886C1B"/>
    <w:rsid w:val="00886E56"/>
    <w:rsid w:val="008910F3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CF4"/>
    <w:rsid w:val="008A4FF3"/>
    <w:rsid w:val="008A5B5D"/>
    <w:rsid w:val="008A5CA6"/>
    <w:rsid w:val="008B02E4"/>
    <w:rsid w:val="008B0CB5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ACD"/>
    <w:rsid w:val="008D33B5"/>
    <w:rsid w:val="008D39DA"/>
    <w:rsid w:val="008D4002"/>
    <w:rsid w:val="008D454E"/>
    <w:rsid w:val="008D4C63"/>
    <w:rsid w:val="008D5A6D"/>
    <w:rsid w:val="008D6C54"/>
    <w:rsid w:val="008D77F4"/>
    <w:rsid w:val="008D7F14"/>
    <w:rsid w:val="008E049D"/>
    <w:rsid w:val="008E06D5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9E2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531E"/>
    <w:rsid w:val="0092576F"/>
    <w:rsid w:val="00925CC4"/>
    <w:rsid w:val="009268BE"/>
    <w:rsid w:val="009319A7"/>
    <w:rsid w:val="00932E41"/>
    <w:rsid w:val="00933DAD"/>
    <w:rsid w:val="00934936"/>
    <w:rsid w:val="00934AFC"/>
    <w:rsid w:val="00935054"/>
    <w:rsid w:val="00936032"/>
    <w:rsid w:val="009363FD"/>
    <w:rsid w:val="009375FB"/>
    <w:rsid w:val="00937A78"/>
    <w:rsid w:val="00937D7E"/>
    <w:rsid w:val="00940834"/>
    <w:rsid w:val="009437F5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5316"/>
    <w:rsid w:val="009559AB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8D4"/>
    <w:rsid w:val="0096656B"/>
    <w:rsid w:val="009667B8"/>
    <w:rsid w:val="00966E5D"/>
    <w:rsid w:val="009670F2"/>
    <w:rsid w:val="00967527"/>
    <w:rsid w:val="00967DA4"/>
    <w:rsid w:val="00967E2B"/>
    <w:rsid w:val="00971D69"/>
    <w:rsid w:val="00972C26"/>
    <w:rsid w:val="00972D8C"/>
    <w:rsid w:val="009732D9"/>
    <w:rsid w:val="00973C72"/>
    <w:rsid w:val="00973F10"/>
    <w:rsid w:val="009746D4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3475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352E"/>
    <w:rsid w:val="00993818"/>
    <w:rsid w:val="00993ED1"/>
    <w:rsid w:val="00994036"/>
    <w:rsid w:val="009946BC"/>
    <w:rsid w:val="00995044"/>
    <w:rsid w:val="00995D7F"/>
    <w:rsid w:val="009966EB"/>
    <w:rsid w:val="00996B4F"/>
    <w:rsid w:val="009976F5"/>
    <w:rsid w:val="009A049F"/>
    <w:rsid w:val="009A05D5"/>
    <w:rsid w:val="009A0E46"/>
    <w:rsid w:val="009A2AE0"/>
    <w:rsid w:val="009A3AC8"/>
    <w:rsid w:val="009A4969"/>
    <w:rsid w:val="009A52C6"/>
    <w:rsid w:val="009A5A64"/>
    <w:rsid w:val="009A692A"/>
    <w:rsid w:val="009A73A8"/>
    <w:rsid w:val="009B0300"/>
    <w:rsid w:val="009B064B"/>
    <w:rsid w:val="009B1E5B"/>
    <w:rsid w:val="009B338C"/>
    <w:rsid w:val="009B413A"/>
    <w:rsid w:val="009B425D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D0213"/>
    <w:rsid w:val="009D0EDF"/>
    <w:rsid w:val="009D2594"/>
    <w:rsid w:val="009D372A"/>
    <w:rsid w:val="009D479F"/>
    <w:rsid w:val="009D4C35"/>
    <w:rsid w:val="009D4EBE"/>
    <w:rsid w:val="009D5E97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7A03"/>
    <w:rsid w:val="009F0566"/>
    <w:rsid w:val="009F1077"/>
    <w:rsid w:val="009F2705"/>
    <w:rsid w:val="009F4778"/>
    <w:rsid w:val="009F4CBF"/>
    <w:rsid w:val="009F502B"/>
    <w:rsid w:val="009F5090"/>
    <w:rsid w:val="009F5FA4"/>
    <w:rsid w:val="009F6006"/>
    <w:rsid w:val="009F60FD"/>
    <w:rsid w:val="00A000E4"/>
    <w:rsid w:val="00A015D7"/>
    <w:rsid w:val="00A02DED"/>
    <w:rsid w:val="00A03039"/>
    <w:rsid w:val="00A03164"/>
    <w:rsid w:val="00A0366A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62A4"/>
    <w:rsid w:val="00A16B04"/>
    <w:rsid w:val="00A16EBF"/>
    <w:rsid w:val="00A1761E"/>
    <w:rsid w:val="00A17BCD"/>
    <w:rsid w:val="00A20209"/>
    <w:rsid w:val="00A20220"/>
    <w:rsid w:val="00A2079D"/>
    <w:rsid w:val="00A2158D"/>
    <w:rsid w:val="00A217CA"/>
    <w:rsid w:val="00A22084"/>
    <w:rsid w:val="00A23081"/>
    <w:rsid w:val="00A23D35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F28"/>
    <w:rsid w:val="00A373BC"/>
    <w:rsid w:val="00A40BBF"/>
    <w:rsid w:val="00A410A2"/>
    <w:rsid w:val="00A41963"/>
    <w:rsid w:val="00A41D3A"/>
    <w:rsid w:val="00A42352"/>
    <w:rsid w:val="00A429D5"/>
    <w:rsid w:val="00A4568D"/>
    <w:rsid w:val="00A469D1"/>
    <w:rsid w:val="00A50972"/>
    <w:rsid w:val="00A5259E"/>
    <w:rsid w:val="00A535E6"/>
    <w:rsid w:val="00A53CAD"/>
    <w:rsid w:val="00A55E5F"/>
    <w:rsid w:val="00A56074"/>
    <w:rsid w:val="00A56C35"/>
    <w:rsid w:val="00A57A43"/>
    <w:rsid w:val="00A60CD0"/>
    <w:rsid w:val="00A611D5"/>
    <w:rsid w:val="00A612A9"/>
    <w:rsid w:val="00A61B67"/>
    <w:rsid w:val="00A62E75"/>
    <w:rsid w:val="00A62EF1"/>
    <w:rsid w:val="00A660D2"/>
    <w:rsid w:val="00A66475"/>
    <w:rsid w:val="00A67836"/>
    <w:rsid w:val="00A7060E"/>
    <w:rsid w:val="00A71C08"/>
    <w:rsid w:val="00A71E4E"/>
    <w:rsid w:val="00A7217C"/>
    <w:rsid w:val="00A72D9F"/>
    <w:rsid w:val="00A734C1"/>
    <w:rsid w:val="00A73EFD"/>
    <w:rsid w:val="00A74D2B"/>
    <w:rsid w:val="00A751BB"/>
    <w:rsid w:val="00A75793"/>
    <w:rsid w:val="00A75BA6"/>
    <w:rsid w:val="00A769B2"/>
    <w:rsid w:val="00A76EA1"/>
    <w:rsid w:val="00A76FC6"/>
    <w:rsid w:val="00A775A7"/>
    <w:rsid w:val="00A811C5"/>
    <w:rsid w:val="00A81256"/>
    <w:rsid w:val="00A81792"/>
    <w:rsid w:val="00A81E46"/>
    <w:rsid w:val="00A81FC0"/>
    <w:rsid w:val="00A829A0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6BF0"/>
    <w:rsid w:val="00AB6DA1"/>
    <w:rsid w:val="00AC11BC"/>
    <w:rsid w:val="00AC11CF"/>
    <w:rsid w:val="00AC1343"/>
    <w:rsid w:val="00AC1F81"/>
    <w:rsid w:val="00AC1FA7"/>
    <w:rsid w:val="00AC2B61"/>
    <w:rsid w:val="00AC3D66"/>
    <w:rsid w:val="00AC45B9"/>
    <w:rsid w:val="00AC70C4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E03C5"/>
    <w:rsid w:val="00AE0CF9"/>
    <w:rsid w:val="00AE13DC"/>
    <w:rsid w:val="00AE1512"/>
    <w:rsid w:val="00AE1A62"/>
    <w:rsid w:val="00AE2D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B27"/>
    <w:rsid w:val="00B121BF"/>
    <w:rsid w:val="00B13CE5"/>
    <w:rsid w:val="00B145AC"/>
    <w:rsid w:val="00B155E6"/>
    <w:rsid w:val="00B1569D"/>
    <w:rsid w:val="00B1585D"/>
    <w:rsid w:val="00B16791"/>
    <w:rsid w:val="00B16FE7"/>
    <w:rsid w:val="00B17968"/>
    <w:rsid w:val="00B20575"/>
    <w:rsid w:val="00B2324F"/>
    <w:rsid w:val="00B237FB"/>
    <w:rsid w:val="00B244C2"/>
    <w:rsid w:val="00B24B14"/>
    <w:rsid w:val="00B24B94"/>
    <w:rsid w:val="00B2620B"/>
    <w:rsid w:val="00B26818"/>
    <w:rsid w:val="00B26DDF"/>
    <w:rsid w:val="00B2705F"/>
    <w:rsid w:val="00B2769A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A37"/>
    <w:rsid w:val="00B43495"/>
    <w:rsid w:val="00B43B00"/>
    <w:rsid w:val="00B43B24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245F"/>
    <w:rsid w:val="00B527AF"/>
    <w:rsid w:val="00B52846"/>
    <w:rsid w:val="00B5570D"/>
    <w:rsid w:val="00B56588"/>
    <w:rsid w:val="00B56975"/>
    <w:rsid w:val="00B56DBD"/>
    <w:rsid w:val="00B572AE"/>
    <w:rsid w:val="00B57415"/>
    <w:rsid w:val="00B600BA"/>
    <w:rsid w:val="00B60B50"/>
    <w:rsid w:val="00B610B0"/>
    <w:rsid w:val="00B622ED"/>
    <w:rsid w:val="00B631ED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A027A"/>
    <w:rsid w:val="00BA1462"/>
    <w:rsid w:val="00BA15B6"/>
    <w:rsid w:val="00BA392C"/>
    <w:rsid w:val="00BA4139"/>
    <w:rsid w:val="00BA4914"/>
    <w:rsid w:val="00BA5DCB"/>
    <w:rsid w:val="00BA6338"/>
    <w:rsid w:val="00BA63F6"/>
    <w:rsid w:val="00BA72B2"/>
    <w:rsid w:val="00BA7657"/>
    <w:rsid w:val="00BB0361"/>
    <w:rsid w:val="00BB0620"/>
    <w:rsid w:val="00BB0A78"/>
    <w:rsid w:val="00BB1C9B"/>
    <w:rsid w:val="00BB4498"/>
    <w:rsid w:val="00BB4613"/>
    <w:rsid w:val="00BB5BBE"/>
    <w:rsid w:val="00BB5FD1"/>
    <w:rsid w:val="00BB6BBB"/>
    <w:rsid w:val="00BB7459"/>
    <w:rsid w:val="00BB78D7"/>
    <w:rsid w:val="00BB7DB9"/>
    <w:rsid w:val="00BC001A"/>
    <w:rsid w:val="00BC0520"/>
    <w:rsid w:val="00BC08E7"/>
    <w:rsid w:val="00BC1244"/>
    <w:rsid w:val="00BC1533"/>
    <w:rsid w:val="00BC1892"/>
    <w:rsid w:val="00BC1B63"/>
    <w:rsid w:val="00BC1CB9"/>
    <w:rsid w:val="00BC23E7"/>
    <w:rsid w:val="00BC2DE3"/>
    <w:rsid w:val="00BC4345"/>
    <w:rsid w:val="00BC47D7"/>
    <w:rsid w:val="00BC4A52"/>
    <w:rsid w:val="00BC7758"/>
    <w:rsid w:val="00BC7951"/>
    <w:rsid w:val="00BC7BCD"/>
    <w:rsid w:val="00BC7E36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EEB"/>
    <w:rsid w:val="00BE08B3"/>
    <w:rsid w:val="00BE0E89"/>
    <w:rsid w:val="00BE107A"/>
    <w:rsid w:val="00BE16C5"/>
    <w:rsid w:val="00BE1957"/>
    <w:rsid w:val="00BE215A"/>
    <w:rsid w:val="00BE40D3"/>
    <w:rsid w:val="00BE4DC7"/>
    <w:rsid w:val="00BE511F"/>
    <w:rsid w:val="00BE6DF1"/>
    <w:rsid w:val="00BE7F7C"/>
    <w:rsid w:val="00BF1044"/>
    <w:rsid w:val="00BF11FA"/>
    <w:rsid w:val="00BF14D7"/>
    <w:rsid w:val="00BF2B0E"/>
    <w:rsid w:val="00BF3584"/>
    <w:rsid w:val="00BF433E"/>
    <w:rsid w:val="00BF4922"/>
    <w:rsid w:val="00BF4F88"/>
    <w:rsid w:val="00BF5489"/>
    <w:rsid w:val="00BF7218"/>
    <w:rsid w:val="00BF7D0A"/>
    <w:rsid w:val="00C00711"/>
    <w:rsid w:val="00C007A3"/>
    <w:rsid w:val="00C00ECD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D3E"/>
    <w:rsid w:val="00C063CD"/>
    <w:rsid w:val="00C069F6"/>
    <w:rsid w:val="00C0725D"/>
    <w:rsid w:val="00C1028A"/>
    <w:rsid w:val="00C1051E"/>
    <w:rsid w:val="00C1139D"/>
    <w:rsid w:val="00C113DD"/>
    <w:rsid w:val="00C11A50"/>
    <w:rsid w:val="00C1200C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E48"/>
    <w:rsid w:val="00C24723"/>
    <w:rsid w:val="00C24E5E"/>
    <w:rsid w:val="00C25252"/>
    <w:rsid w:val="00C26696"/>
    <w:rsid w:val="00C26D70"/>
    <w:rsid w:val="00C26DE8"/>
    <w:rsid w:val="00C273CB"/>
    <w:rsid w:val="00C305AA"/>
    <w:rsid w:val="00C31977"/>
    <w:rsid w:val="00C31CB9"/>
    <w:rsid w:val="00C33137"/>
    <w:rsid w:val="00C3341A"/>
    <w:rsid w:val="00C343F6"/>
    <w:rsid w:val="00C353BA"/>
    <w:rsid w:val="00C36795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82"/>
    <w:rsid w:val="00CA6AD9"/>
    <w:rsid w:val="00CB1886"/>
    <w:rsid w:val="00CB27F4"/>
    <w:rsid w:val="00CB2E45"/>
    <w:rsid w:val="00CB5C3E"/>
    <w:rsid w:val="00CB6126"/>
    <w:rsid w:val="00CB6716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1513"/>
    <w:rsid w:val="00CD2BD4"/>
    <w:rsid w:val="00CD2CE6"/>
    <w:rsid w:val="00CD2DEB"/>
    <w:rsid w:val="00CD2E62"/>
    <w:rsid w:val="00CD336A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5699"/>
    <w:rsid w:val="00CE5DE0"/>
    <w:rsid w:val="00CE6502"/>
    <w:rsid w:val="00CE6BEF"/>
    <w:rsid w:val="00CE74D5"/>
    <w:rsid w:val="00CE7A7B"/>
    <w:rsid w:val="00CE7E9F"/>
    <w:rsid w:val="00CF06EF"/>
    <w:rsid w:val="00CF302B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E3D"/>
    <w:rsid w:val="00D01E79"/>
    <w:rsid w:val="00D033F4"/>
    <w:rsid w:val="00D041B2"/>
    <w:rsid w:val="00D042D6"/>
    <w:rsid w:val="00D051A7"/>
    <w:rsid w:val="00D05350"/>
    <w:rsid w:val="00D06001"/>
    <w:rsid w:val="00D06260"/>
    <w:rsid w:val="00D07308"/>
    <w:rsid w:val="00D076D5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4262"/>
    <w:rsid w:val="00D25643"/>
    <w:rsid w:val="00D2617C"/>
    <w:rsid w:val="00D27857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400EC"/>
    <w:rsid w:val="00D403FD"/>
    <w:rsid w:val="00D40DAC"/>
    <w:rsid w:val="00D41152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6CA"/>
    <w:rsid w:val="00D51C3B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2A0"/>
    <w:rsid w:val="00D877FC"/>
    <w:rsid w:val="00D90626"/>
    <w:rsid w:val="00D90812"/>
    <w:rsid w:val="00D915C1"/>
    <w:rsid w:val="00D927D1"/>
    <w:rsid w:val="00D928F6"/>
    <w:rsid w:val="00D948F3"/>
    <w:rsid w:val="00D95780"/>
    <w:rsid w:val="00D96761"/>
    <w:rsid w:val="00D9799F"/>
    <w:rsid w:val="00DA07D7"/>
    <w:rsid w:val="00DA288F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2CF3"/>
    <w:rsid w:val="00DB2F6E"/>
    <w:rsid w:val="00DB3A88"/>
    <w:rsid w:val="00DB5A1B"/>
    <w:rsid w:val="00DB5BF1"/>
    <w:rsid w:val="00DB6031"/>
    <w:rsid w:val="00DB6090"/>
    <w:rsid w:val="00DB642D"/>
    <w:rsid w:val="00DC1633"/>
    <w:rsid w:val="00DC2C94"/>
    <w:rsid w:val="00DC30AC"/>
    <w:rsid w:val="00DC5173"/>
    <w:rsid w:val="00DC5495"/>
    <w:rsid w:val="00DC67F4"/>
    <w:rsid w:val="00DC6DBF"/>
    <w:rsid w:val="00DC7BED"/>
    <w:rsid w:val="00DD04ED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C03"/>
    <w:rsid w:val="00DF6A9A"/>
    <w:rsid w:val="00DF6DDE"/>
    <w:rsid w:val="00DF705E"/>
    <w:rsid w:val="00E00EDD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BE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118F"/>
    <w:rsid w:val="00E31902"/>
    <w:rsid w:val="00E33366"/>
    <w:rsid w:val="00E34148"/>
    <w:rsid w:val="00E34749"/>
    <w:rsid w:val="00E34BDA"/>
    <w:rsid w:val="00E3556E"/>
    <w:rsid w:val="00E36B0F"/>
    <w:rsid w:val="00E36F48"/>
    <w:rsid w:val="00E40282"/>
    <w:rsid w:val="00E414C9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362E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5415"/>
    <w:rsid w:val="00E65B47"/>
    <w:rsid w:val="00E67A1A"/>
    <w:rsid w:val="00E67B20"/>
    <w:rsid w:val="00E7049C"/>
    <w:rsid w:val="00E70C56"/>
    <w:rsid w:val="00E74BCD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907C8"/>
    <w:rsid w:val="00E91324"/>
    <w:rsid w:val="00E91B7C"/>
    <w:rsid w:val="00E92778"/>
    <w:rsid w:val="00E93BB6"/>
    <w:rsid w:val="00E9439B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24FF"/>
    <w:rsid w:val="00EA4DC8"/>
    <w:rsid w:val="00EA563D"/>
    <w:rsid w:val="00EA66E8"/>
    <w:rsid w:val="00EA6B3F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74BE"/>
    <w:rsid w:val="00EF080E"/>
    <w:rsid w:val="00EF1194"/>
    <w:rsid w:val="00EF2466"/>
    <w:rsid w:val="00EF2F6F"/>
    <w:rsid w:val="00EF45CF"/>
    <w:rsid w:val="00EF4820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817"/>
    <w:rsid w:val="00F06938"/>
    <w:rsid w:val="00F069AC"/>
    <w:rsid w:val="00F06EA1"/>
    <w:rsid w:val="00F06F5A"/>
    <w:rsid w:val="00F0701A"/>
    <w:rsid w:val="00F1067C"/>
    <w:rsid w:val="00F11126"/>
    <w:rsid w:val="00F114E5"/>
    <w:rsid w:val="00F135E3"/>
    <w:rsid w:val="00F14F45"/>
    <w:rsid w:val="00F15BE0"/>
    <w:rsid w:val="00F15D87"/>
    <w:rsid w:val="00F169CB"/>
    <w:rsid w:val="00F1708E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31A1E"/>
    <w:rsid w:val="00F327E8"/>
    <w:rsid w:val="00F33273"/>
    <w:rsid w:val="00F336A0"/>
    <w:rsid w:val="00F33D07"/>
    <w:rsid w:val="00F33D89"/>
    <w:rsid w:val="00F3509B"/>
    <w:rsid w:val="00F37C1D"/>
    <w:rsid w:val="00F40F4F"/>
    <w:rsid w:val="00F4301B"/>
    <w:rsid w:val="00F4404D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834"/>
    <w:rsid w:val="00F55D04"/>
    <w:rsid w:val="00F56923"/>
    <w:rsid w:val="00F56B1D"/>
    <w:rsid w:val="00F570D6"/>
    <w:rsid w:val="00F57276"/>
    <w:rsid w:val="00F572E4"/>
    <w:rsid w:val="00F57962"/>
    <w:rsid w:val="00F601EA"/>
    <w:rsid w:val="00F60293"/>
    <w:rsid w:val="00F61181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229E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DDA"/>
    <w:rsid w:val="00F80EC6"/>
    <w:rsid w:val="00F815D9"/>
    <w:rsid w:val="00F81763"/>
    <w:rsid w:val="00F821EC"/>
    <w:rsid w:val="00F82AF0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90FAB"/>
    <w:rsid w:val="00F9329E"/>
    <w:rsid w:val="00F93773"/>
    <w:rsid w:val="00F9497E"/>
    <w:rsid w:val="00F9508B"/>
    <w:rsid w:val="00F956DD"/>
    <w:rsid w:val="00F958B9"/>
    <w:rsid w:val="00F961A6"/>
    <w:rsid w:val="00F96E05"/>
    <w:rsid w:val="00FA0E1D"/>
    <w:rsid w:val="00FA1887"/>
    <w:rsid w:val="00FA26EF"/>
    <w:rsid w:val="00FA2A98"/>
    <w:rsid w:val="00FA3206"/>
    <w:rsid w:val="00FA654E"/>
    <w:rsid w:val="00FA6859"/>
    <w:rsid w:val="00FA71C1"/>
    <w:rsid w:val="00FA7BB8"/>
    <w:rsid w:val="00FB0A43"/>
    <w:rsid w:val="00FB0B09"/>
    <w:rsid w:val="00FB409A"/>
    <w:rsid w:val="00FB466D"/>
    <w:rsid w:val="00FB647C"/>
    <w:rsid w:val="00FB6C07"/>
    <w:rsid w:val="00FB7F31"/>
    <w:rsid w:val="00FC00D0"/>
    <w:rsid w:val="00FC0549"/>
    <w:rsid w:val="00FC11F8"/>
    <w:rsid w:val="00FC239D"/>
    <w:rsid w:val="00FC2624"/>
    <w:rsid w:val="00FC2E0F"/>
    <w:rsid w:val="00FC3450"/>
    <w:rsid w:val="00FC3469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73A4"/>
    <w:rsid w:val="00FD7C3B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A3F"/>
    <w:rsid w:val="00FF0574"/>
    <w:rsid w:val="00FF1C41"/>
    <w:rsid w:val="00FF20F3"/>
    <w:rsid w:val="00FF231A"/>
    <w:rsid w:val="00FF2532"/>
    <w:rsid w:val="00FF3DC8"/>
    <w:rsid w:val="00FF5A2D"/>
    <w:rsid w:val="00FF69CD"/>
    <w:rsid w:val="00FF6FC4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DC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2E01B-9E55-49EF-B021-B49DA8C1C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5</cp:revision>
  <cp:lastPrinted>2020-11-27T03:03:00Z</cp:lastPrinted>
  <dcterms:created xsi:type="dcterms:W3CDTF">2020-11-27T03:07:00Z</dcterms:created>
  <dcterms:modified xsi:type="dcterms:W3CDTF">2021-01-15T03:31:00Z</dcterms:modified>
</cp:coreProperties>
</file>