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33" w:rsidRPr="005741F5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440C33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>
        <w:rPr>
          <w:b/>
        </w:rPr>
        <w:t xml:space="preserve"> по продаже земельных участков, </w:t>
      </w:r>
    </w:p>
    <w:p w:rsidR="00440C33" w:rsidRPr="00943C53" w:rsidRDefault="00440C33" w:rsidP="00440C33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A241F6">
        <w:rPr>
          <w:b/>
        </w:rPr>
        <w:t>18</w:t>
      </w:r>
      <w:r w:rsidRPr="005741F5">
        <w:rPr>
          <w:b/>
        </w:rPr>
        <w:t>.</w:t>
      </w:r>
      <w:r w:rsidR="00140F64">
        <w:rPr>
          <w:b/>
        </w:rPr>
        <w:t>1</w:t>
      </w:r>
      <w:r w:rsidR="00683914">
        <w:rPr>
          <w:b/>
        </w:rPr>
        <w:t>1</w:t>
      </w:r>
      <w:r w:rsidRPr="005741F5">
        <w:rPr>
          <w:b/>
        </w:rPr>
        <w:t>.202</w:t>
      </w:r>
      <w:r>
        <w:rPr>
          <w:b/>
        </w:rPr>
        <w:t xml:space="preserve">2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AF4A6B" w:rsidRDefault="00AF1638" w:rsidP="00B15A0B">
      <w:pPr>
        <w:suppressAutoHyphens/>
        <w:jc w:val="center"/>
        <w:rPr>
          <w:b/>
          <w:i/>
          <w:sz w:val="20"/>
          <w:szCs w:val="2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086"/>
        <w:gridCol w:w="2860"/>
      </w:tblGrid>
      <w:tr w:rsidR="00440C33" w:rsidRPr="00D75F92" w:rsidTr="00C9748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440C33" w:rsidRPr="0093613F" w:rsidRDefault="00440C33" w:rsidP="00AF4A6B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086" w:type="dxa"/>
            <w:vAlign w:val="center"/>
          </w:tcPr>
          <w:p w:rsidR="00440C33" w:rsidRPr="0093613F" w:rsidRDefault="00440C33" w:rsidP="00B15A0B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860" w:type="dxa"/>
            <w:vAlign w:val="center"/>
          </w:tcPr>
          <w:p w:rsidR="00440C33" w:rsidRPr="0093613F" w:rsidRDefault="00C9748C" w:rsidP="0068354E">
            <w:pPr>
              <w:pStyle w:val="a8"/>
              <w:suppressAutoHyphens/>
              <w:ind w:left="-15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68391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683914" w:rsidRPr="0093613F" w:rsidRDefault="0068391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1</w:t>
            </w:r>
          </w:p>
        </w:tc>
        <w:tc>
          <w:tcPr>
            <w:tcW w:w="6086" w:type="dxa"/>
          </w:tcPr>
          <w:p w:rsidR="00683914" w:rsidRPr="00BE2D23" w:rsidRDefault="00683914" w:rsidP="00683914">
            <w:pPr>
              <w:jc w:val="both"/>
            </w:pPr>
            <w:r w:rsidRPr="00BE2D23">
              <w:t xml:space="preserve">Право заключения договора аренды земельного участка с кадастровым номером 28:01:110257:528, площадью 15 693 </w:t>
            </w:r>
            <w:proofErr w:type="spellStart"/>
            <w:r w:rsidRPr="00BE2D23">
              <w:t>кв</w:t>
            </w:r>
            <w:proofErr w:type="gramStart"/>
            <w:r w:rsidRPr="00BE2D23">
              <w:t>.м</w:t>
            </w:r>
            <w:proofErr w:type="spellEnd"/>
            <w:proofErr w:type="gramEnd"/>
            <w:r w:rsidRPr="00BE2D23">
              <w:t>, расположенного в квартале В-2 города Благ</w:t>
            </w:r>
            <w:r w:rsidRPr="00BE2D23">
              <w:t>о</w:t>
            </w:r>
            <w:r w:rsidRPr="00BE2D23">
              <w:t>вещенска, с видом разрешенного использования – скл</w:t>
            </w:r>
            <w:r w:rsidRPr="00BE2D23">
              <w:t>а</w:t>
            </w:r>
            <w:r w:rsidRPr="00BE2D23">
              <w:t>ды</w:t>
            </w:r>
          </w:p>
        </w:tc>
        <w:tc>
          <w:tcPr>
            <w:tcW w:w="2860" w:type="dxa"/>
            <w:vAlign w:val="center"/>
          </w:tcPr>
          <w:p w:rsidR="00683914" w:rsidRPr="00683914" w:rsidRDefault="00683914" w:rsidP="00683914">
            <w:pPr>
              <w:suppressLineNumbers/>
              <w:jc w:val="center"/>
              <w:rPr>
                <w:sz w:val="22"/>
                <w:szCs w:val="22"/>
              </w:rPr>
            </w:pPr>
            <w:r w:rsidRPr="00683914">
              <w:rPr>
                <w:sz w:val="22"/>
                <w:szCs w:val="22"/>
              </w:rPr>
              <w:t>Договор подлежит закл</w:t>
            </w:r>
            <w:r w:rsidRPr="00683914">
              <w:rPr>
                <w:sz w:val="22"/>
                <w:szCs w:val="22"/>
              </w:rPr>
              <w:t>ю</w:t>
            </w:r>
            <w:r w:rsidRPr="00683914">
              <w:rPr>
                <w:sz w:val="22"/>
                <w:szCs w:val="22"/>
              </w:rPr>
              <w:t xml:space="preserve">чению с </w:t>
            </w:r>
            <w:proofErr w:type="gramStart"/>
            <w:r w:rsidRPr="00683914">
              <w:rPr>
                <w:sz w:val="22"/>
                <w:szCs w:val="22"/>
              </w:rPr>
              <w:t>единственным</w:t>
            </w:r>
            <w:proofErr w:type="gramEnd"/>
            <w:r w:rsidRPr="00683914">
              <w:rPr>
                <w:sz w:val="22"/>
                <w:szCs w:val="22"/>
              </w:rPr>
              <w:t xml:space="preserve"> </w:t>
            </w:r>
          </w:p>
          <w:p w:rsidR="00683914" w:rsidRPr="00683914" w:rsidRDefault="00683914" w:rsidP="00683914">
            <w:pPr>
              <w:suppressLineNumbers/>
              <w:jc w:val="center"/>
              <w:rPr>
                <w:sz w:val="22"/>
                <w:szCs w:val="22"/>
              </w:rPr>
            </w:pPr>
            <w:r w:rsidRPr="00683914">
              <w:rPr>
                <w:sz w:val="22"/>
                <w:szCs w:val="22"/>
              </w:rPr>
              <w:t xml:space="preserve">участником </w:t>
            </w:r>
          </w:p>
          <w:p w:rsidR="00683914" w:rsidRPr="000F6818" w:rsidRDefault="00683914" w:rsidP="00683914">
            <w:pPr>
              <w:suppressLineNumber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«Монолит»</w:t>
            </w:r>
          </w:p>
        </w:tc>
      </w:tr>
      <w:tr w:rsidR="0068391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683914" w:rsidRPr="0093613F" w:rsidRDefault="0068391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2</w:t>
            </w:r>
          </w:p>
        </w:tc>
        <w:tc>
          <w:tcPr>
            <w:tcW w:w="6086" w:type="dxa"/>
          </w:tcPr>
          <w:p w:rsidR="00683914" w:rsidRPr="00BE2D23" w:rsidRDefault="00683914" w:rsidP="00683914">
            <w:pPr>
              <w:jc w:val="both"/>
            </w:pPr>
            <w:r w:rsidRPr="00BE2D23">
              <w:t xml:space="preserve">Право заключения договора аренды земельного участка с кадастровым номером 28:01:010178:51, площадью 238 </w:t>
            </w:r>
            <w:proofErr w:type="spellStart"/>
            <w:r w:rsidRPr="00BE2D23">
              <w:t>кв</w:t>
            </w:r>
            <w:proofErr w:type="gramStart"/>
            <w:r w:rsidRPr="00BE2D23">
              <w:t>.м</w:t>
            </w:r>
            <w:proofErr w:type="spellEnd"/>
            <w:proofErr w:type="gramEnd"/>
            <w:r w:rsidRPr="00BE2D23">
              <w:t>, расположенного в квартале 178 города Благов</w:t>
            </w:r>
            <w:r w:rsidRPr="00BE2D23">
              <w:t>е</w:t>
            </w:r>
            <w:r w:rsidRPr="00BE2D23">
              <w:t>щенска, с видом разрешенного использования – бытовое обслуживание</w:t>
            </w:r>
          </w:p>
        </w:tc>
        <w:tc>
          <w:tcPr>
            <w:tcW w:w="2860" w:type="dxa"/>
            <w:vAlign w:val="center"/>
          </w:tcPr>
          <w:p w:rsidR="00683914" w:rsidRPr="00A241F6" w:rsidRDefault="00683914" w:rsidP="007B668D">
            <w:pPr>
              <w:suppressAutoHyphens/>
              <w:jc w:val="center"/>
              <w:rPr>
                <w:sz w:val="22"/>
                <w:szCs w:val="22"/>
              </w:rPr>
            </w:pPr>
            <w:r w:rsidRPr="00A241F6">
              <w:rPr>
                <w:sz w:val="22"/>
                <w:szCs w:val="22"/>
              </w:rPr>
              <w:t xml:space="preserve">Победитель аукциона </w:t>
            </w:r>
          </w:p>
          <w:p w:rsidR="00683914" w:rsidRPr="000F6818" w:rsidRDefault="00683914" w:rsidP="007B668D">
            <w:pPr>
              <w:suppressLineNumbers/>
              <w:jc w:val="center"/>
              <w:rPr>
                <w:sz w:val="22"/>
                <w:szCs w:val="22"/>
              </w:rPr>
            </w:pPr>
            <w:r w:rsidRPr="00A241F6">
              <w:rPr>
                <w:sz w:val="22"/>
                <w:szCs w:val="22"/>
              </w:rPr>
              <w:t>Мех И.В.</w:t>
            </w:r>
          </w:p>
        </w:tc>
      </w:tr>
      <w:tr w:rsidR="0068391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683914" w:rsidRPr="0093613F" w:rsidRDefault="0068391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3</w:t>
            </w:r>
          </w:p>
        </w:tc>
        <w:tc>
          <w:tcPr>
            <w:tcW w:w="6086" w:type="dxa"/>
          </w:tcPr>
          <w:p w:rsidR="00683914" w:rsidRPr="00BE2D23" w:rsidRDefault="00683914" w:rsidP="00683914">
            <w:pPr>
              <w:jc w:val="both"/>
            </w:pPr>
            <w:r w:rsidRPr="00BE2D23">
              <w:t xml:space="preserve">Право заключения договора аренды земельного участка с кадастровым номером 28:01:000000:12777, площадью 790 </w:t>
            </w:r>
            <w:proofErr w:type="spellStart"/>
            <w:r w:rsidRPr="00BE2D23">
              <w:t>кв</w:t>
            </w:r>
            <w:proofErr w:type="gramStart"/>
            <w:r w:rsidRPr="00BE2D23">
              <w:t>.м</w:t>
            </w:r>
            <w:proofErr w:type="spellEnd"/>
            <w:proofErr w:type="gramEnd"/>
            <w:r w:rsidRPr="00BE2D23">
              <w:t>, расположенного в квартале 508 города Благ</w:t>
            </w:r>
            <w:r w:rsidRPr="00BE2D23">
              <w:t>о</w:t>
            </w:r>
            <w:r w:rsidRPr="00BE2D23">
              <w:t>вещенска, с видом разрешенного использования  - инд</w:t>
            </w:r>
            <w:r w:rsidRPr="00BE2D23">
              <w:t>и</w:t>
            </w:r>
            <w:r w:rsidRPr="00BE2D23">
              <w:t xml:space="preserve">видуальное жилищное строительство  </w:t>
            </w:r>
          </w:p>
        </w:tc>
        <w:tc>
          <w:tcPr>
            <w:tcW w:w="2860" w:type="dxa"/>
            <w:vAlign w:val="center"/>
          </w:tcPr>
          <w:p w:rsidR="00683914" w:rsidRPr="00A241F6" w:rsidRDefault="00683914" w:rsidP="00683914">
            <w:pPr>
              <w:suppressAutoHyphens/>
              <w:jc w:val="center"/>
              <w:rPr>
                <w:sz w:val="22"/>
                <w:szCs w:val="22"/>
              </w:rPr>
            </w:pPr>
            <w:r w:rsidRPr="00A241F6">
              <w:rPr>
                <w:sz w:val="22"/>
                <w:szCs w:val="22"/>
              </w:rPr>
              <w:t xml:space="preserve">Победитель аукциона </w:t>
            </w:r>
          </w:p>
          <w:p w:rsidR="00683914" w:rsidRPr="00A241F6" w:rsidRDefault="00A241F6" w:rsidP="00A241F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A241F6">
              <w:rPr>
                <w:sz w:val="22"/>
                <w:szCs w:val="22"/>
              </w:rPr>
              <w:t>Чучумаев</w:t>
            </w:r>
            <w:proofErr w:type="spellEnd"/>
            <w:r w:rsidRPr="00A241F6">
              <w:rPr>
                <w:sz w:val="22"/>
                <w:szCs w:val="22"/>
              </w:rPr>
              <w:t xml:space="preserve"> В.Н.</w:t>
            </w:r>
          </w:p>
        </w:tc>
      </w:tr>
      <w:tr w:rsidR="0068391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683914" w:rsidRPr="0093613F" w:rsidRDefault="0068391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4</w:t>
            </w:r>
          </w:p>
        </w:tc>
        <w:tc>
          <w:tcPr>
            <w:tcW w:w="6086" w:type="dxa"/>
          </w:tcPr>
          <w:p w:rsidR="00683914" w:rsidRPr="00BE2D23" w:rsidRDefault="00683914" w:rsidP="00683914">
            <w:pPr>
              <w:jc w:val="both"/>
            </w:pPr>
            <w:r w:rsidRPr="00BE2D23">
              <w:t xml:space="preserve">Право заключения договора аренды земельного участка с кадастровым номером 28:01:110136:27, площадью 5070 </w:t>
            </w:r>
            <w:proofErr w:type="spellStart"/>
            <w:r w:rsidRPr="00BE2D23">
              <w:t>кв</w:t>
            </w:r>
            <w:proofErr w:type="gramStart"/>
            <w:r w:rsidRPr="00BE2D23">
              <w:t>.м</w:t>
            </w:r>
            <w:proofErr w:type="spellEnd"/>
            <w:proofErr w:type="gramEnd"/>
            <w:r w:rsidRPr="00BE2D23">
              <w:t>, расположенного в квартале ЗПУ-7 города Благовещенска, с видом разрешенного использования – тяжелая промышленность, склады</w:t>
            </w:r>
          </w:p>
        </w:tc>
        <w:tc>
          <w:tcPr>
            <w:tcW w:w="2860" w:type="dxa"/>
            <w:vAlign w:val="center"/>
          </w:tcPr>
          <w:p w:rsidR="00683914" w:rsidRPr="00A241F6" w:rsidRDefault="00683914" w:rsidP="00140F64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 w:rsidRPr="00A241F6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68391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683914" w:rsidRPr="0093613F" w:rsidRDefault="0068391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86" w:type="dxa"/>
          </w:tcPr>
          <w:p w:rsidR="00683914" w:rsidRPr="00BE2D23" w:rsidRDefault="00683914" w:rsidP="00683914">
            <w:pPr>
              <w:jc w:val="both"/>
            </w:pPr>
            <w:r w:rsidRPr="00BE2D23">
              <w:t xml:space="preserve">Право заключения договора аренды земельного участка с кадастровым номером 28:01:110222:22, площадью 3473 </w:t>
            </w:r>
            <w:proofErr w:type="spellStart"/>
            <w:r w:rsidRPr="00BE2D23">
              <w:t>кв</w:t>
            </w:r>
            <w:proofErr w:type="gramStart"/>
            <w:r w:rsidRPr="00BE2D23">
              <w:t>.м</w:t>
            </w:r>
            <w:proofErr w:type="spellEnd"/>
            <w:proofErr w:type="gramEnd"/>
            <w:r w:rsidRPr="00BE2D23">
              <w:t>, расположенного в квартале 666Б города Бл</w:t>
            </w:r>
            <w:r w:rsidRPr="00BE2D23">
              <w:t>а</w:t>
            </w:r>
            <w:r w:rsidRPr="00BE2D23">
              <w:t>говещенска, с видом разрешенного использования – склады</w:t>
            </w:r>
          </w:p>
        </w:tc>
        <w:tc>
          <w:tcPr>
            <w:tcW w:w="2860" w:type="dxa"/>
            <w:vAlign w:val="center"/>
          </w:tcPr>
          <w:p w:rsidR="00683914" w:rsidRPr="00A241F6" w:rsidRDefault="00683914" w:rsidP="00140F64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 w:rsidRPr="00A241F6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68391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683914" w:rsidRDefault="0068391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086" w:type="dxa"/>
          </w:tcPr>
          <w:p w:rsidR="00683914" w:rsidRPr="00BE2D23" w:rsidRDefault="00683914" w:rsidP="00683914">
            <w:pPr>
              <w:jc w:val="both"/>
            </w:pPr>
            <w:r w:rsidRPr="00BE2D23">
              <w:t xml:space="preserve">Земельный участок с кадастровым номером 28:01:020504:144, площадью 1466 </w:t>
            </w:r>
            <w:proofErr w:type="spellStart"/>
            <w:r w:rsidRPr="00BE2D23">
              <w:t>кв</w:t>
            </w:r>
            <w:proofErr w:type="gramStart"/>
            <w:r w:rsidRPr="00BE2D23">
              <w:t>.м</w:t>
            </w:r>
            <w:proofErr w:type="spellEnd"/>
            <w:proofErr w:type="gramEnd"/>
            <w:r w:rsidRPr="00BE2D23">
              <w:t>, расположенный в квартале 504 города Благовещенска, для индивидуал</w:t>
            </w:r>
            <w:r w:rsidRPr="00BE2D23">
              <w:t>ь</w:t>
            </w:r>
            <w:r w:rsidRPr="00BE2D23">
              <w:t>ного жилищного строительства</w:t>
            </w:r>
          </w:p>
        </w:tc>
        <w:tc>
          <w:tcPr>
            <w:tcW w:w="2860" w:type="dxa"/>
            <w:vAlign w:val="center"/>
          </w:tcPr>
          <w:p w:rsidR="00683914" w:rsidRPr="00A241F6" w:rsidRDefault="00683914" w:rsidP="00683914">
            <w:pPr>
              <w:suppressAutoHyphens/>
              <w:jc w:val="center"/>
              <w:rPr>
                <w:sz w:val="22"/>
                <w:szCs w:val="22"/>
              </w:rPr>
            </w:pPr>
            <w:r w:rsidRPr="00A241F6">
              <w:rPr>
                <w:sz w:val="22"/>
                <w:szCs w:val="22"/>
              </w:rPr>
              <w:t xml:space="preserve">Победитель аукциона </w:t>
            </w:r>
          </w:p>
          <w:p w:rsidR="00683914" w:rsidRPr="00A241F6" w:rsidRDefault="00A241F6" w:rsidP="00A241F6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 w:rsidRPr="00A241F6">
              <w:rPr>
                <w:sz w:val="22"/>
                <w:szCs w:val="22"/>
              </w:rPr>
              <w:t>Бочаров</w:t>
            </w:r>
            <w:r w:rsidR="00683914" w:rsidRPr="00A241F6">
              <w:rPr>
                <w:sz w:val="22"/>
                <w:szCs w:val="22"/>
              </w:rPr>
              <w:t xml:space="preserve"> </w:t>
            </w:r>
            <w:r w:rsidRPr="00A241F6">
              <w:rPr>
                <w:sz w:val="22"/>
                <w:szCs w:val="22"/>
              </w:rPr>
              <w:t>К</w:t>
            </w:r>
            <w:r w:rsidR="00683914" w:rsidRPr="00A241F6">
              <w:rPr>
                <w:sz w:val="22"/>
                <w:szCs w:val="22"/>
              </w:rPr>
              <w:t>.</w:t>
            </w:r>
            <w:r w:rsidRPr="00A241F6">
              <w:rPr>
                <w:sz w:val="22"/>
                <w:szCs w:val="22"/>
              </w:rPr>
              <w:t>В</w:t>
            </w:r>
            <w:r w:rsidR="00683914" w:rsidRPr="00A241F6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68391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683914" w:rsidRDefault="0068391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086" w:type="dxa"/>
          </w:tcPr>
          <w:p w:rsidR="00683914" w:rsidRDefault="00683914" w:rsidP="00683914">
            <w:pPr>
              <w:jc w:val="both"/>
            </w:pPr>
            <w:r w:rsidRPr="00BE2D23">
              <w:t xml:space="preserve">Земельный участок с кадастровым номером 28:01:110041:6, расположенный в с/т «Березка» в районе 4 км </w:t>
            </w:r>
            <w:proofErr w:type="spellStart"/>
            <w:r w:rsidRPr="00BE2D23">
              <w:t>Игнатьевского</w:t>
            </w:r>
            <w:proofErr w:type="spellEnd"/>
            <w:r w:rsidRPr="00BE2D23">
              <w:t xml:space="preserve"> шоссе, с видом разрешенного и</w:t>
            </w:r>
            <w:r w:rsidRPr="00BE2D23">
              <w:t>с</w:t>
            </w:r>
            <w:r w:rsidRPr="00BE2D23">
              <w:t>пользования – для ведения садоводства</w:t>
            </w:r>
          </w:p>
        </w:tc>
        <w:tc>
          <w:tcPr>
            <w:tcW w:w="2860" w:type="dxa"/>
            <w:vAlign w:val="center"/>
          </w:tcPr>
          <w:p w:rsidR="00683914" w:rsidRDefault="00683914" w:rsidP="00140F64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Аукцион</w:t>
            </w:r>
            <w:r w:rsidRPr="000F68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признан несостоявшимся</w:t>
            </w:r>
          </w:p>
        </w:tc>
      </w:tr>
    </w:tbl>
    <w:p w:rsidR="005E3AB3" w:rsidRPr="00B17AF8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5E3AB3" w:rsidRPr="00B17AF8" w:rsidSect="00F64420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8DB" w:rsidRDefault="007C68DB">
      <w:r>
        <w:separator/>
      </w:r>
    </w:p>
  </w:endnote>
  <w:endnote w:type="continuationSeparator" w:id="0">
    <w:p w:rsidR="007C68DB" w:rsidRDefault="007C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41F6">
      <w:rPr>
        <w:rStyle w:val="a5"/>
        <w:noProof/>
      </w:rPr>
      <w:t>1</w: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8DB" w:rsidRDefault="007C68DB">
      <w:r>
        <w:separator/>
      </w:r>
    </w:p>
  </w:footnote>
  <w:footnote w:type="continuationSeparator" w:id="0">
    <w:p w:rsidR="007C68DB" w:rsidRDefault="007C6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449A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2858"/>
    <w:rsid w:val="00082BA3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B067B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5BC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47C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8"/>
    <w:rsid w:val="000F681E"/>
    <w:rsid w:val="0010001C"/>
    <w:rsid w:val="00100D2F"/>
    <w:rsid w:val="00101AB2"/>
    <w:rsid w:val="00101BD5"/>
    <w:rsid w:val="00102C95"/>
    <w:rsid w:val="00102F87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0F64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2E"/>
    <w:rsid w:val="00177387"/>
    <w:rsid w:val="0017760C"/>
    <w:rsid w:val="001778A7"/>
    <w:rsid w:val="00180A40"/>
    <w:rsid w:val="00180E4A"/>
    <w:rsid w:val="00181317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980"/>
    <w:rsid w:val="001F2C19"/>
    <w:rsid w:val="001F3837"/>
    <w:rsid w:val="001F42AD"/>
    <w:rsid w:val="001F4C90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01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5A05"/>
    <w:rsid w:val="00226387"/>
    <w:rsid w:val="00226469"/>
    <w:rsid w:val="00227713"/>
    <w:rsid w:val="002277A9"/>
    <w:rsid w:val="002277B3"/>
    <w:rsid w:val="00230625"/>
    <w:rsid w:val="00230A83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35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9B4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4CCD"/>
    <w:rsid w:val="00335A6D"/>
    <w:rsid w:val="00336752"/>
    <w:rsid w:val="00337E81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57F0A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34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19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5A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0C33"/>
    <w:rsid w:val="00441914"/>
    <w:rsid w:val="00442C29"/>
    <w:rsid w:val="004436B9"/>
    <w:rsid w:val="004438F3"/>
    <w:rsid w:val="00443B8D"/>
    <w:rsid w:val="004443FA"/>
    <w:rsid w:val="0044443F"/>
    <w:rsid w:val="00445E43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603B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BA1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730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8A5"/>
    <w:rsid w:val="00506A83"/>
    <w:rsid w:val="00506DB9"/>
    <w:rsid w:val="005072E0"/>
    <w:rsid w:val="00507387"/>
    <w:rsid w:val="005073F2"/>
    <w:rsid w:val="00507D4C"/>
    <w:rsid w:val="00507EF1"/>
    <w:rsid w:val="005109EB"/>
    <w:rsid w:val="0051165A"/>
    <w:rsid w:val="00511E07"/>
    <w:rsid w:val="00511E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6405"/>
    <w:rsid w:val="0051681A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0CC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0AD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3914"/>
    <w:rsid w:val="00684FF3"/>
    <w:rsid w:val="00685034"/>
    <w:rsid w:val="0068574E"/>
    <w:rsid w:val="006860AE"/>
    <w:rsid w:val="006867FC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C7F"/>
    <w:rsid w:val="00696015"/>
    <w:rsid w:val="00696029"/>
    <w:rsid w:val="00696B8E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445"/>
    <w:rsid w:val="006B35A9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779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CBD"/>
    <w:rsid w:val="00703EB6"/>
    <w:rsid w:val="00705C5D"/>
    <w:rsid w:val="00707278"/>
    <w:rsid w:val="00707FA0"/>
    <w:rsid w:val="007101AD"/>
    <w:rsid w:val="00710855"/>
    <w:rsid w:val="0071116B"/>
    <w:rsid w:val="0071158C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B05"/>
    <w:rsid w:val="00764C8D"/>
    <w:rsid w:val="00765A3E"/>
    <w:rsid w:val="007668BC"/>
    <w:rsid w:val="007669DF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6A0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4425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44F0"/>
    <w:rsid w:val="007B5888"/>
    <w:rsid w:val="007B668D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183"/>
    <w:rsid w:val="007F1442"/>
    <w:rsid w:val="007F1CDA"/>
    <w:rsid w:val="007F33B3"/>
    <w:rsid w:val="007F33C2"/>
    <w:rsid w:val="007F3D89"/>
    <w:rsid w:val="007F3E28"/>
    <w:rsid w:val="007F4943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444A"/>
    <w:rsid w:val="00856184"/>
    <w:rsid w:val="00856387"/>
    <w:rsid w:val="0085675A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87B02"/>
    <w:rsid w:val="00887EEE"/>
    <w:rsid w:val="008910F3"/>
    <w:rsid w:val="0089169A"/>
    <w:rsid w:val="0089279D"/>
    <w:rsid w:val="00893D0F"/>
    <w:rsid w:val="00894737"/>
    <w:rsid w:val="00894D0B"/>
    <w:rsid w:val="00894D64"/>
    <w:rsid w:val="00896312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11E3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5F08"/>
    <w:rsid w:val="008D635C"/>
    <w:rsid w:val="008D6464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5CC9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378F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6A1"/>
    <w:rsid w:val="009301AE"/>
    <w:rsid w:val="009319A7"/>
    <w:rsid w:val="00932E41"/>
    <w:rsid w:val="00933DAD"/>
    <w:rsid w:val="00934936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27B7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2C2"/>
    <w:rsid w:val="009966EB"/>
    <w:rsid w:val="00996B4F"/>
    <w:rsid w:val="009976F5"/>
    <w:rsid w:val="009A049F"/>
    <w:rsid w:val="009A05D5"/>
    <w:rsid w:val="009A0E46"/>
    <w:rsid w:val="009A121C"/>
    <w:rsid w:val="009A2AE0"/>
    <w:rsid w:val="009A2B02"/>
    <w:rsid w:val="009A3AC8"/>
    <w:rsid w:val="009A4969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1F6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1408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567E"/>
    <w:rsid w:val="00AE57BA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206"/>
    <w:rsid w:val="00AF2D64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3C75"/>
    <w:rsid w:val="00B5570D"/>
    <w:rsid w:val="00B55F90"/>
    <w:rsid w:val="00B56588"/>
    <w:rsid w:val="00B567EC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CEA"/>
    <w:rsid w:val="00B8573F"/>
    <w:rsid w:val="00B879F8"/>
    <w:rsid w:val="00B904F1"/>
    <w:rsid w:val="00B90E9B"/>
    <w:rsid w:val="00B9103E"/>
    <w:rsid w:val="00B91253"/>
    <w:rsid w:val="00B9299E"/>
    <w:rsid w:val="00B9332F"/>
    <w:rsid w:val="00B94783"/>
    <w:rsid w:val="00B94C92"/>
    <w:rsid w:val="00B9547C"/>
    <w:rsid w:val="00B95AC6"/>
    <w:rsid w:val="00B9634A"/>
    <w:rsid w:val="00B969B0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454B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556"/>
    <w:rsid w:val="00C7136F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68D3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23CF"/>
    <w:rsid w:val="00C95691"/>
    <w:rsid w:val="00C9748C"/>
    <w:rsid w:val="00CA0418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ACF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0E55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617C"/>
    <w:rsid w:val="00D27857"/>
    <w:rsid w:val="00D3032C"/>
    <w:rsid w:val="00D309F2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7B7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9FD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15C1"/>
    <w:rsid w:val="00D927D1"/>
    <w:rsid w:val="00D928F6"/>
    <w:rsid w:val="00D930C2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4ECC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D7D1A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A3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D7"/>
    <w:rsid w:val="00F3509B"/>
    <w:rsid w:val="00F3626D"/>
    <w:rsid w:val="00F36DA0"/>
    <w:rsid w:val="00F37C1D"/>
    <w:rsid w:val="00F40F4F"/>
    <w:rsid w:val="00F42ECA"/>
    <w:rsid w:val="00F4301B"/>
    <w:rsid w:val="00F44076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744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46C7"/>
    <w:rsid w:val="00FB647C"/>
    <w:rsid w:val="00FB66F5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D04C8-E7E9-46F3-BCC2-2C328FCC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6</cp:revision>
  <cp:lastPrinted>2022-11-18T03:09:00Z</cp:lastPrinted>
  <dcterms:created xsi:type="dcterms:W3CDTF">2022-10-13T01:44:00Z</dcterms:created>
  <dcterms:modified xsi:type="dcterms:W3CDTF">2022-11-18T03:09:00Z</dcterms:modified>
</cp:coreProperties>
</file>