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E83874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 </w:t>
      </w:r>
    </w:p>
    <w:p w:rsidR="00F4404D" w:rsidRDefault="00F4404D" w:rsidP="00E83874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E83874">
        <w:rPr>
          <w:b/>
          <w:sz w:val="28"/>
          <w:szCs w:val="28"/>
        </w:rPr>
        <w:t>ого</w:t>
      </w:r>
      <w:r w:rsidRPr="003A5553">
        <w:rPr>
          <w:b/>
          <w:sz w:val="28"/>
          <w:szCs w:val="28"/>
        </w:rPr>
        <w:t xml:space="preserve"> участк</w:t>
      </w:r>
      <w:r w:rsidR="00E83874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, назначенного на </w:t>
      </w:r>
      <w:r w:rsidR="00E83874">
        <w:rPr>
          <w:b/>
          <w:sz w:val="28"/>
          <w:szCs w:val="28"/>
        </w:rPr>
        <w:t>0</w:t>
      </w:r>
      <w:r w:rsidR="00F570D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 w:rsidR="00E83874">
        <w:rPr>
          <w:b/>
          <w:sz w:val="28"/>
          <w:szCs w:val="28"/>
        </w:rPr>
        <w:t>3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570D6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F570D6" w:rsidRPr="004233EB" w:rsidRDefault="00E83874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F570D6" w:rsidRPr="001869B4" w:rsidRDefault="00F570D6" w:rsidP="00290474">
            <w:pPr>
              <w:suppressAutoHyphens/>
              <w:ind w:right="33"/>
              <w:jc w:val="both"/>
            </w:pPr>
            <w:r w:rsidRPr="001869B4">
              <w:t xml:space="preserve">Право заключения договора аренды земельного участка 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E83874" w:rsidRPr="00E83874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28:01:130169:88, площадью 785 </w:t>
            </w:r>
            <w:proofErr w:type="spellStart"/>
            <w:r w:rsidR="00E83874" w:rsidRPr="00E83874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E83874" w:rsidRPr="00E83874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E83874" w:rsidRPr="00E83874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169 города Благовещенска, с видом разрешенного использования – магазины</w:t>
            </w:r>
            <w:bookmarkStart w:id="1" w:name="_GoBack"/>
            <w:bookmarkEnd w:id="1"/>
          </w:p>
        </w:tc>
        <w:tc>
          <w:tcPr>
            <w:tcW w:w="2945" w:type="dxa"/>
            <w:vAlign w:val="center"/>
          </w:tcPr>
          <w:p w:rsidR="00F570D6" w:rsidRPr="00B83EA4" w:rsidRDefault="00F570D6" w:rsidP="00E83874">
            <w:pPr>
              <w:jc w:val="center"/>
            </w:pPr>
            <w:r w:rsidRPr="009A52C6">
              <w:rPr>
                <w:color w:val="000000"/>
              </w:rPr>
              <w:t>Победитель аукцион</w:t>
            </w:r>
            <w:proofErr w:type="gramStart"/>
            <w:r w:rsidRPr="009A52C6">
              <w:rPr>
                <w:color w:val="000000"/>
              </w:rPr>
              <w:t xml:space="preserve">а </w:t>
            </w:r>
            <w:r w:rsidR="00E83874">
              <w:rPr>
                <w:color w:val="000000"/>
              </w:rPr>
              <w:t>ООО</w:t>
            </w:r>
            <w:proofErr w:type="gramEnd"/>
            <w:r w:rsidR="00E83874">
              <w:rPr>
                <w:color w:val="000000"/>
              </w:rPr>
              <w:t xml:space="preserve"> «Фауст»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3874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3874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B998A-9405-4C15-9945-282E9515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</cp:revision>
  <cp:lastPrinted>2020-11-27T03:03:00Z</cp:lastPrinted>
  <dcterms:created xsi:type="dcterms:W3CDTF">2020-11-27T03:07:00Z</dcterms:created>
  <dcterms:modified xsi:type="dcterms:W3CDTF">2021-03-04T07:54:00Z</dcterms:modified>
</cp:coreProperties>
</file>