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C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AF1638" w:rsidRPr="005F0F67" w:rsidRDefault="007A201C" w:rsidP="00474C31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>аренды земельных участков</w:t>
      </w:r>
      <w:r w:rsidR="00C331E7">
        <w:rPr>
          <w:b/>
          <w:sz w:val="26"/>
          <w:szCs w:val="26"/>
        </w:rPr>
        <w:t xml:space="preserve">, </w:t>
      </w:r>
      <w:r w:rsidRPr="005F0F67">
        <w:rPr>
          <w:b/>
          <w:sz w:val="26"/>
          <w:szCs w:val="26"/>
        </w:rPr>
        <w:t xml:space="preserve">назначенного на </w:t>
      </w:r>
      <w:r w:rsidR="004F7005">
        <w:rPr>
          <w:b/>
          <w:sz w:val="26"/>
          <w:szCs w:val="26"/>
        </w:rPr>
        <w:t>26</w:t>
      </w:r>
      <w:r w:rsidRPr="005F0F67">
        <w:rPr>
          <w:b/>
          <w:sz w:val="26"/>
          <w:szCs w:val="26"/>
        </w:rPr>
        <w:t>.</w:t>
      </w:r>
      <w:r w:rsidR="00F40163">
        <w:rPr>
          <w:b/>
          <w:sz w:val="26"/>
          <w:szCs w:val="26"/>
        </w:rPr>
        <w:t>1</w:t>
      </w:r>
      <w:r w:rsidR="00D37363">
        <w:rPr>
          <w:b/>
          <w:sz w:val="26"/>
          <w:szCs w:val="26"/>
        </w:rPr>
        <w:t>1</w:t>
      </w:r>
      <w:r w:rsidRPr="005F0F67">
        <w:rPr>
          <w:b/>
          <w:sz w:val="26"/>
          <w:szCs w:val="26"/>
        </w:rPr>
        <w:t>.2021</w:t>
      </w:r>
      <w:r w:rsidR="00C331E7">
        <w:rPr>
          <w:b/>
          <w:sz w:val="26"/>
          <w:szCs w:val="26"/>
        </w:rPr>
        <w:t>г.</w:t>
      </w:r>
    </w:p>
    <w:p w:rsidR="007A201C" w:rsidRPr="00440EBC" w:rsidRDefault="007A201C" w:rsidP="007A201C">
      <w:pPr>
        <w:jc w:val="center"/>
        <w:rPr>
          <w:b/>
          <w:sz w:val="22"/>
          <w:szCs w:val="22"/>
        </w:rPr>
      </w:pPr>
    </w:p>
    <w:tbl>
      <w:tblPr>
        <w:tblW w:w="9811" w:type="dxa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503"/>
        <w:gridCol w:w="2778"/>
      </w:tblGrid>
      <w:tr w:rsidR="00EF5B85" w:rsidRPr="001562AB" w:rsidTr="009A279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F5B85" w:rsidRPr="006777C1" w:rsidRDefault="00EF5B85" w:rsidP="00137EC5">
            <w:pPr>
              <w:pStyle w:val="a8"/>
              <w:ind w:left="-7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№ лота</w:t>
            </w:r>
          </w:p>
        </w:tc>
        <w:tc>
          <w:tcPr>
            <w:tcW w:w="6503" w:type="dxa"/>
            <w:vAlign w:val="center"/>
          </w:tcPr>
          <w:p w:rsidR="00EF5B85" w:rsidRPr="006777C1" w:rsidRDefault="00EF5B85" w:rsidP="00137EC5">
            <w:pPr>
              <w:pStyle w:val="a8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Предмет аукциона</w:t>
            </w:r>
          </w:p>
        </w:tc>
        <w:tc>
          <w:tcPr>
            <w:tcW w:w="2778" w:type="dxa"/>
            <w:vAlign w:val="center"/>
          </w:tcPr>
          <w:p w:rsidR="00EF5B85" w:rsidRPr="006777C1" w:rsidRDefault="00EF5B85" w:rsidP="00AB56B1">
            <w:pPr>
              <w:pStyle w:val="a8"/>
              <w:ind w:left="-15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4F7005" w:rsidRPr="001562AB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F7005" w:rsidRPr="006777C1" w:rsidRDefault="004F7005" w:rsidP="00137EC5">
            <w:pPr>
              <w:ind w:firstLine="94"/>
              <w:jc w:val="both"/>
            </w:pPr>
            <w:r w:rsidRPr="006777C1">
              <w:t>1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28:01:010012:16, площадью 1444 </w:t>
            </w:r>
            <w:proofErr w:type="spellStart"/>
            <w:r w:rsidRPr="007D5476">
              <w:t>кв.м</w:t>
            </w:r>
            <w:proofErr w:type="spellEnd"/>
            <w:r w:rsidRPr="007D5476">
              <w:t>., расположенного в квартале 12 города Благовещенска, с видом разрешенного использования – социальное обслуживание</w:t>
            </w:r>
          </w:p>
        </w:tc>
        <w:tc>
          <w:tcPr>
            <w:tcW w:w="2778" w:type="dxa"/>
            <w:vAlign w:val="center"/>
          </w:tcPr>
          <w:p w:rsidR="004F7005" w:rsidRPr="00EE6454" w:rsidRDefault="004F7005" w:rsidP="00D27E2B">
            <w:pPr>
              <w:jc w:val="center"/>
            </w:pPr>
            <w:r w:rsidRPr="00EE6454">
              <w:t>Победитель аукциона –</w:t>
            </w:r>
            <w:r w:rsidR="00187398">
              <w:t xml:space="preserve"> Рустамов А</w:t>
            </w:r>
            <w:r w:rsidR="00D27E2B">
              <w:t>.Н.</w:t>
            </w:r>
          </w:p>
        </w:tc>
      </w:tr>
      <w:tr w:rsidR="004F7005" w:rsidRPr="00C31977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F7005" w:rsidRPr="006777C1" w:rsidRDefault="004F7005" w:rsidP="00137EC5">
            <w:pPr>
              <w:jc w:val="center"/>
            </w:pPr>
            <w:r w:rsidRPr="006777C1">
              <w:t>2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28:01:150008:529, площадью 1775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Б-8 города Благовещенска, с видом разрешенного использования – магазин</w:t>
            </w:r>
          </w:p>
        </w:tc>
        <w:tc>
          <w:tcPr>
            <w:tcW w:w="2778" w:type="dxa"/>
            <w:vAlign w:val="center"/>
          </w:tcPr>
          <w:p w:rsidR="004F7005" w:rsidRPr="00EE6454" w:rsidRDefault="00D13D9D" w:rsidP="00474C31">
            <w:pPr>
              <w:jc w:val="center"/>
            </w:pPr>
            <w:r>
              <w:t xml:space="preserve">Договор подлежит заключению с единственным участником </w:t>
            </w:r>
            <w:proofErr w:type="spellStart"/>
            <w:r>
              <w:t>Кольб</w:t>
            </w:r>
            <w:proofErr w:type="spellEnd"/>
            <w:r>
              <w:t xml:space="preserve"> А.А.</w:t>
            </w:r>
          </w:p>
          <w:p w:rsidR="004F7005" w:rsidRPr="00EE6454" w:rsidRDefault="004F7005" w:rsidP="00474C31">
            <w:pPr>
              <w:jc w:val="center"/>
            </w:pPr>
          </w:p>
        </w:tc>
      </w:tr>
      <w:tr w:rsidR="004F7005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Pr="006777C1" w:rsidRDefault="004F7005" w:rsidP="00137EC5">
            <w:pPr>
              <w:jc w:val="center"/>
            </w:pPr>
            <w:r w:rsidRPr="006777C1">
              <w:t>3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28:01:020018:891, площадью 249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396А города Благовещенска, с видом разрешенного использования – склады, для целей, не связанных со строительством</w:t>
            </w:r>
          </w:p>
        </w:tc>
        <w:tc>
          <w:tcPr>
            <w:tcW w:w="2778" w:type="dxa"/>
            <w:vAlign w:val="center"/>
          </w:tcPr>
          <w:p w:rsidR="004F7005" w:rsidRPr="00EE6454" w:rsidRDefault="00D13D9D" w:rsidP="00474C31">
            <w:pPr>
              <w:jc w:val="center"/>
            </w:pPr>
            <w:r w:rsidRPr="00D13D9D">
              <w:t>Аукцион признан несостоявшимся</w:t>
            </w:r>
          </w:p>
        </w:tc>
      </w:tr>
      <w:tr w:rsidR="004F7005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Pr="006777C1" w:rsidRDefault="004F7005" w:rsidP="00137EC5">
            <w:pPr>
              <w:jc w:val="center"/>
            </w:pPr>
            <w:r w:rsidRPr="006777C1">
              <w:t>4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28:01:020004:281, площадью 994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СПУ-5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4F7005" w:rsidRPr="00EA3312" w:rsidRDefault="00D27E2B" w:rsidP="00D13D9D">
            <w:pPr>
              <w:jc w:val="center"/>
            </w:pPr>
            <w:r w:rsidRPr="009D6D72">
              <w:t>Победитель аукциона – Гайдук Н</w:t>
            </w:r>
            <w:r>
              <w:t>.А.</w:t>
            </w:r>
          </w:p>
        </w:tc>
      </w:tr>
      <w:tr w:rsidR="004F7005" w:rsidRPr="00C31977" w:rsidTr="00EE565D">
        <w:trPr>
          <w:cantSplit/>
          <w:trHeight w:val="900"/>
          <w:jc w:val="center"/>
        </w:trPr>
        <w:tc>
          <w:tcPr>
            <w:tcW w:w="530" w:type="dxa"/>
            <w:vAlign w:val="center"/>
          </w:tcPr>
          <w:p w:rsidR="004F7005" w:rsidRPr="006777C1" w:rsidRDefault="004F7005" w:rsidP="00137EC5">
            <w:pPr>
              <w:jc w:val="center"/>
            </w:pPr>
            <w:r>
              <w:t>5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28:01:020004:313, площадью 906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СПУ-5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4F7005" w:rsidRPr="009A279C" w:rsidRDefault="00D27E2B" w:rsidP="009A279C">
            <w:pPr>
              <w:jc w:val="center"/>
            </w:pPr>
            <w:r w:rsidRPr="009D6D72">
              <w:t>Победитель аукциона – Гайдук Н</w:t>
            </w:r>
            <w:r>
              <w:t>.А.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6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28:01:020004:314, площадью 941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СПУ-5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4F7005" w:rsidRPr="00957203" w:rsidRDefault="00D13D9D" w:rsidP="00C331E7">
            <w:pPr>
              <w:jc w:val="center"/>
            </w:pPr>
            <w:r w:rsidRPr="00D13D9D">
              <w:t>Победитель аукциона –</w:t>
            </w:r>
            <w:r w:rsidR="002372B7">
              <w:t xml:space="preserve"> </w:t>
            </w:r>
            <w:r w:rsidR="009A269E" w:rsidRPr="009A269E">
              <w:t>Победитель аукциона – Акопян С.С.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7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28:01:020004:317, площадью 941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СПУ-5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4F7005" w:rsidRPr="00C331E7" w:rsidRDefault="009D6D72" w:rsidP="009A269E">
            <w:pPr>
              <w:jc w:val="center"/>
            </w:pPr>
            <w:r w:rsidRPr="009D6D72">
              <w:t>Победитель аукциона – Гайдук Н</w:t>
            </w:r>
            <w:r w:rsidR="009A269E">
              <w:t>.А.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8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28:01:020004:285, площадью 861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СПУ-5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4F7005" w:rsidRPr="00C331E7" w:rsidRDefault="00D27E2B" w:rsidP="00C331E7">
            <w:pPr>
              <w:jc w:val="center"/>
            </w:pPr>
            <w:r w:rsidRPr="009D6D72">
              <w:t>Победитель аукциона – Гайдук Н</w:t>
            </w:r>
            <w:r>
              <w:t>.А.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9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28:01:020004:286, площадью 938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СПУ-5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4F7005" w:rsidRPr="00C331E7" w:rsidRDefault="00D27E2B" w:rsidP="00C331E7">
            <w:pPr>
              <w:jc w:val="center"/>
            </w:pPr>
            <w:r w:rsidRPr="009D6D72">
              <w:t>Победитель аукциона – Гайдук Н</w:t>
            </w:r>
            <w:r>
              <w:t>.А.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lastRenderedPageBreak/>
              <w:t>10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28:01:010339:43, площадью 24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 xml:space="preserve">, расположенного в квартале 339 города Благовещенска, с видом разрешенного использования – хранение автотранспорта </w:t>
            </w:r>
          </w:p>
        </w:tc>
        <w:tc>
          <w:tcPr>
            <w:tcW w:w="2778" w:type="dxa"/>
            <w:vAlign w:val="center"/>
          </w:tcPr>
          <w:p w:rsidR="004F7005" w:rsidRPr="00C331E7" w:rsidRDefault="00D13D9D" w:rsidP="00C331E7">
            <w:pPr>
              <w:jc w:val="center"/>
            </w:pPr>
            <w:r w:rsidRPr="00D13D9D">
              <w:t xml:space="preserve">Аукцион признан несостоявшимся 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11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28:01:130083:1169, площадью                 2004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84 города Благовещенска,                                с  видом  разрешенного  использования – амбулаторно-поликлиническое обслуживание</w:t>
            </w:r>
          </w:p>
        </w:tc>
        <w:tc>
          <w:tcPr>
            <w:tcW w:w="2778" w:type="dxa"/>
            <w:vAlign w:val="center"/>
          </w:tcPr>
          <w:p w:rsidR="00D13D9D" w:rsidRDefault="00D13D9D" w:rsidP="00D13D9D">
            <w:pPr>
              <w:jc w:val="center"/>
            </w:pPr>
            <w:r>
              <w:t xml:space="preserve">Договор подлежит </w:t>
            </w:r>
            <w:r w:rsidRPr="00D13D9D">
              <w:t xml:space="preserve">заключению с единственным участником </w:t>
            </w:r>
          </w:p>
          <w:p w:rsidR="004F7005" w:rsidRPr="00C331E7" w:rsidRDefault="00D13D9D" w:rsidP="00D13D9D">
            <w:pPr>
              <w:jc w:val="center"/>
            </w:pPr>
            <w:r>
              <w:t>ИП Солдаткиным К.Ю.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12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28:01:030004:167, площадью 4009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ЗПУ-5 города Благовещенска, с видом разрешенного использования – объекты дорожного сервиса</w:t>
            </w:r>
          </w:p>
        </w:tc>
        <w:tc>
          <w:tcPr>
            <w:tcW w:w="2778" w:type="dxa"/>
            <w:vAlign w:val="center"/>
          </w:tcPr>
          <w:p w:rsidR="004F7005" w:rsidRPr="00D37363" w:rsidRDefault="002372B7" w:rsidP="009A269E">
            <w:pPr>
              <w:jc w:val="center"/>
            </w:pPr>
            <w:r w:rsidRPr="002372B7">
              <w:t>Победитель аукциона – Акопян С</w:t>
            </w:r>
            <w:r w:rsidR="009A269E">
              <w:t>.С.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13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28:01:030004:89, площадью 4000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квартале ЗПУ-5 города Благовещенска, с видом разрешенного использования – служебные гаражи</w:t>
            </w:r>
          </w:p>
        </w:tc>
        <w:tc>
          <w:tcPr>
            <w:tcW w:w="2778" w:type="dxa"/>
            <w:vAlign w:val="center"/>
          </w:tcPr>
          <w:p w:rsidR="004F7005" w:rsidRPr="00D37363" w:rsidRDefault="00D13D9D" w:rsidP="00D37363">
            <w:pPr>
              <w:jc w:val="center"/>
            </w:pPr>
            <w:r w:rsidRPr="00D13D9D">
              <w:t>Победитель аукциона –</w:t>
            </w:r>
            <w:r w:rsidR="00187398">
              <w:t xml:space="preserve"> ООО «</w:t>
            </w:r>
            <w:proofErr w:type="spellStart"/>
            <w:r w:rsidR="00187398">
              <w:t>Дальстрой</w:t>
            </w:r>
            <w:bookmarkStart w:id="0" w:name="_GoBack"/>
            <w:bookmarkEnd w:id="0"/>
            <w:r w:rsidR="00187398">
              <w:t>инвест</w:t>
            </w:r>
            <w:proofErr w:type="spellEnd"/>
            <w:r w:rsidR="00187398">
              <w:t>»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14</w:t>
            </w:r>
          </w:p>
        </w:tc>
        <w:tc>
          <w:tcPr>
            <w:tcW w:w="6503" w:type="dxa"/>
          </w:tcPr>
          <w:p w:rsidR="004F7005" w:rsidRPr="007D5476" w:rsidRDefault="004F7005" w:rsidP="005A5208">
            <w:r w:rsidRPr="007D5476">
              <w:t xml:space="preserve">Право заключения договора аренды земельного участка с кадастровым номером 28:01:030005:232, площадью 5600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кварталах ЗПУ-3, ЗПУ-6 города Благовещенска, с видом разрешенного использования – склады</w:t>
            </w:r>
          </w:p>
        </w:tc>
        <w:tc>
          <w:tcPr>
            <w:tcW w:w="2778" w:type="dxa"/>
            <w:vAlign w:val="center"/>
          </w:tcPr>
          <w:p w:rsidR="004F7005" w:rsidRPr="00D37363" w:rsidRDefault="00D13D9D" w:rsidP="00D37363">
            <w:pPr>
              <w:jc w:val="center"/>
            </w:pPr>
            <w:r w:rsidRPr="00D13D9D">
              <w:t>Аукцион признан несостоявшимся</w:t>
            </w:r>
          </w:p>
        </w:tc>
      </w:tr>
      <w:tr w:rsidR="004F7005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F7005" w:rsidRDefault="004F7005" w:rsidP="00137EC5">
            <w:pPr>
              <w:jc w:val="center"/>
            </w:pPr>
            <w:r>
              <w:t>15</w:t>
            </w:r>
          </w:p>
        </w:tc>
        <w:tc>
          <w:tcPr>
            <w:tcW w:w="6503" w:type="dxa"/>
          </w:tcPr>
          <w:p w:rsidR="004F7005" w:rsidRDefault="004F7005" w:rsidP="005A5208">
            <w:r w:rsidRPr="007D5476">
              <w:t xml:space="preserve">Право заключения договора аренды земельного участка с кадастровым номером 28:01:030005:235, площадью 5944 </w:t>
            </w:r>
            <w:proofErr w:type="spellStart"/>
            <w:r w:rsidRPr="007D5476">
              <w:t>кв</w:t>
            </w:r>
            <w:proofErr w:type="gramStart"/>
            <w:r w:rsidRPr="007D5476">
              <w:t>.м</w:t>
            </w:r>
            <w:proofErr w:type="spellEnd"/>
            <w:proofErr w:type="gramEnd"/>
            <w:r w:rsidRPr="007D5476">
              <w:t>, расположенного в кварталах ЗПУ-3, ЗПУ-6 города Благовещенска, с видом разрешенного использования – склады</w:t>
            </w:r>
          </w:p>
        </w:tc>
        <w:tc>
          <w:tcPr>
            <w:tcW w:w="2778" w:type="dxa"/>
            <w:vAlign w:val="center"/>
          </w:tcPr>
          <w:p w:rsidR="004F7005" w:rsidRPr="00D37363" w:rsidRDefault="00D13D9D" w:rsidP="00D37363">
            <w:pPr>
              <w:jc w:val="center"/>
            </w:pPr>
            <w:r w:rsidRPr="00D13D9D">
              <w:t>Аукцион признан несостоявшимся</w:t>
            </w:r>
          </w:p>
        </w:tc>
      </w:tr>
    </w:tbl>
    <w:p w:rsidR="00224609" w:rsidRPr="00943C53" w:rsidRDefault="00224609" w:rsidP="00440EBC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EE096E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B" w:rsidRDefault="00D2057B">
      <w:r>
        <w:separator/>
      </w:r>
    </w:p>
  </w:endnote>
  <w:endnote w:type="continuationSeparator" w:id="0">
    <w:p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7E2B">
      <w:rPr>
        <w:rStyle w:val="a5"/>
        <w:noProof/>
      </w:rPr>
      <w:t>2</w: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B" w:rsidRDefault="00D2057B">
      <w:r>
        <w:separator/>
      </w:r>
    </w:p>
  </w:footnote>
  <w:footnote w:type="continuationSeparator" w:id="0">
    <w:p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F181D"/>
    <w:multiLevelType w:val="hybridMultilevel"/>
    <w:tmpl w:val="79C87052"/>
    <w:lvl w:ilvl="0" w:tplc="75C8088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3989"/>
    <w:rsid w:val="000047B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418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5C27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C1B"/>
    <w:rsid w:val="000A4FC5"/>
    <w:rsid w:val="000A51BC"/>
    <w:rsid w:val="000A592E"/>
    <w:rsid w:val="000A5E8C"/>
    <w:rsid w:val="000A6B38"/>
    <w:rsid w:val="000A71C6"/>
    <w:rsid w:val="000A743F"/>
    <w:rsid w:val="000A750A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520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38A4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0CA6"/>
    <w:rsid w:val="00150FD5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5D20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87398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1DB4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1F5D"/>
    <w:rsid w:val="001C22B5"/>
    <w:rsid w:val="001C2600"/>
    <w:rsid w:val="001C2E0A"/>
    <w:rsid w:val="001C4B03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02B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372B7"/>
    <w:rsid w:val="00242324"/>
    <w:rsid w:val="0024329F"/>
    <w:rsid w:val="00243AC4"/>
    <w:rsid w:val="002456C3"/>
    <w:rsid w:val="0024573F"/>
    <w:rsid w:val="00246625"/>
    <w:rsid w:val="00246CAD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0B4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1FB5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1E0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43C"/>
    <w:rsid w:val="002E3557"/>
    <w:rsid w:val="002E40EF"/>
    <w:rsid w:val="002E4F24"/>
    <w:rsid w:val="002E56D6"/>
    <w:rsid w:val="002E58EF"/>
    <w:rsid w:val="002E591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23E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78C5"/>
    <w:rsid w:val="00360997"/>
    <w:rsid w:val="00360F94"/>
    <w:rsid w:val="00361191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0A53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3A45"/>
    <w:rsid w:val="003C4C29"/>
    <w:rsid w:val="003C5065"/>
    <w:rsid w:val="003C5554"/>
    <w:rsid w:val="003C5B57"/>
    <w:rsid w:val="003C6A7D"/>
    <w:rsid w:val="003C7032"/>
    <w:rsid w:val="003C7180"/>
    <w:rsid w:val="003C7246"/>
    <w:rsid w:val="003D02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27D33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0EB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816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4C31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3DB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CF2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2A91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005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26A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47C3A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4903"/>
    <w:rsid w:val="005651A8"/>
    <w:rsid w:val="00565CDD"/>
    <w:rsid w:val="00566373"/>
    <w:rsid w:val="00566412"/>
    <w:rsid w:val="00566F43"/>
    <w:rsid w:val="00567345"/>
    <w:rsid w:val="00567AA8"/>
    <w:rsid w:val="00567DD1"/>
    <w:rsid w:val="00567EEF"/>
    <w:rsid w:val="00570136"/>
    <w:rsid w:val="00570289"/>
    <w:rsid w:val="00571A9C"/>
    <w:rsid w:val="00572016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8E0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4D69"/>
    <w:rsid w:val="005A5027"/>
    <w:rsid w:val="005A51C9"/>
    <w:rsid w:val="005A51E4"/>
    <w:rsid w:val="005A5DD3"/>
    <w:rsid w:val="005A63F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551E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0F67"/>
    <w:rsid w:val="005F16F7"/>
    <w:rsid w:val="005F27DB"/>
    <w:rsid w:val="005F2A32"/>
    <w:rsid w:val="005F4167"/>
    <w:rsid w:val="005F5389"/>
    <w:rsid w:val="006005E5"/>
    <w:rsid w:val="006009F5"/>
    <w:rsid w:val="00601533"/>
    <w:rsid w:val="00601B9B"/>
    <w:rsid w:val="00601D3B"/>
    <w:rsid w:val="00602141"/>
    <w:rsid w:val="00602E19"/>
    <w:rsid w:val="00604408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1A0A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751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4AD1"/>
    <w:rsid w:val="00655F46"/>
    <w:rsid w:val="00656187"/>
    <w:rsid w:val="00656204"/>
    <w:rsid w:val="00656360"/>
    <w:rsid w:val="00657AD7"/>
    <w:rsid w:val="00660EF9"/>
    <w:rsid w:val="006611B0"/>
    <w:rsid w:val="00661CC1"/>
    <w:rsid w:val="00661E3B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7FE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6A90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1785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E7C9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0D9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2C00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96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01C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B6A"/>
    <w:rsid w:val="007D4DDF"/>
    <w:rsid w:val="007D52F3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8DB"/>
    <w:rsid w:val="00801F55"/>
    <w:rsid w:val="00803334"/>
    <w:rsid w:val="008036EA"/>
    <w:rsid w:val="00803FE2"/>
    <w:rsid w:val="00806691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5A0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2EDF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1686"/>
    <w:rsid w:val="00882942"/>
    <w:rsid w:val="00884432"/>
    <w:rsid w:val="008845B7"/>
    <w:rsid w:val="00885825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A66EF"/>
    <w:rsid w:val="008B02E4"/>
    <w:rsid w:val="008B0CB5"/>
    <w:rsid w:val="008B0FC8"/>
    <w:rsid w:val="008B15E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0EF"/>
    <w:rsid w:val="008C7BF0"/>
    <w:rsid w:val="008C7DC8"/>
    <w:rsid w:val="008D042A"/>
    <w:rsid w:val="008D0709"/>
    <w:rsid w:val="008D1342"/>
    <w:rsid w:val="008D1A07"/>
    <w:rsid w:val="008D2A7B"/>
    <w:rsid w:val="008D2ACD"/>
    <w:rsid w:val="008D3057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858"/>
    <w:rsid w:val="008D7F14"/>
    <w:rsid w:val="008D7F3E"/>
    <w:rsid w:val="008E049D"/>
    <w:rsid w:val="008E06D5"/>
    <w:rsid w:val="008E14ED"/>
    <w:rsid w:val="008E2B88"/>
    <w:rsid w:val="008E33B1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D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09F5"/>
    <w:rsid w:val="009319A7"/>
    <w:rsid w:val="00932036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19C3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203"/>
    <w:rsid w:val="0095743C"/>
    <w:rsid w:val="00960008"/>
    <w:rsid w:val="00960CF1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D7B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69E"/>
    <w:rsid w:val="009A279C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149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BC5"/>
    <w:rsid w:val="009D0EDF"/>
    <w:rsid w:val="009D10EF"/>
    <w:rsid w:val="009D2594"/>
    <w:rsid w:val="009D372A"/>
    <w:rsid w:val="009D43D3"/>
    <w:rsid w:val="009D479F"/>
    <w:rsid w:val="009D4C35"/>
    <w:rsid w:val="009D4EBE"/>
    <w:rsid w:val="009D5E97"/>
    <w:rsid w:val="009D6D72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3EA0"/>
    <w:rsid w:val="00A34161"/>
    <w:rsid w:val="00A35793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05CC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6B1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11"/>
    <w:rsid w:val="00AD6EF6"/>
    <w:rsid w:val="00AE03C5"/>
    <w:rsid w:val="00AE0CF9"/>
    <w:rsid w:val="00AE13DC"/>
    <w:rsid w:val="00AE1512"/>
    <w:rsid w:val="00AE1867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2C31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1CAC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19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3F3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48A"/>
    <w:rsid w:val="00BB0620"/>
    <w:rsid w:val="00BB0A78"/>
    <w:rsid w:val="00BB1C9B"/>
    <w:rsid w:val="00BB4498"/>
    <w:rsid w:val="00BB44A5"/>
    <w:rsid w:val="00BB4613"/>
    <w:rsid w:val="00BB4BD6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9DC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2DA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9FF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1E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3EC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A32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ADB"/>
    <w:rsid w:val="00CA3FC5"/>
    <w:rsid w:val="00CA57CC"/>
    <w:rsid w:val="00CA6582"/>
    <w:rsid w:val="00CA6AD9"/>
    <w:rsid w:val="00CA70DC"/>
    <w:rsid w:val="00CB1886"/>
    <w:rsid w:val="00CB27F4"/>
    <w:rsid w:val="00CB2E45"/>
    <w:rsid w:val="00CB41FC"/>
    <w:rsid w:val="00CB4D5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4C89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BA7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3D9D"/>
    <w:rsid w:val="00D144E8"/>
    <w:rsid w:val="00D14884"/>
    <w:rsid w:val="00D15004"/>
    <w:rsid w:val="00D17CCB"/>
    <w:rsid w:val="00D2005D"/>
    <w:rsid w:val="00D2057B"/>
    <w:rsid w:val="00D2074B"/>
    <w:rsid w:val="00D2249A"/>
    <w:rsid w:val="00D22726"/>
    <w:rsid w:val="00D234FC"/>
    <w:rsid w:val="00D24262"/>
    <w:rsid w:val="00D25643"/>
    <w:rsid w:val="00D2617C"/>
    <w:rsid w:val="00D27857"/>
    <w:rsid w:val="00D27E2B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363"/>
    <w:rsid w:val="00D377B6"/>
    <w:rsid w:val="00D400EC"/>
    <w:rsid w:val="00D403FD"/>
    <w:rsid w:val="00D40DAC"/>
    <w:rsid w:val="00D41F46"/>
    <w:rsid w:val="00D42072"/>
    <w:rsid w:val="00D421AC"/>
    <w:rsid w:val="00D42796"/>
    <w:rsid w:val="00D4294D"/>
    <w:rsid w:val="00D42E3A"/>
    <w:rsid w:val="00D441AF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5D45"/>
    <w:rsid w:val="00D671DA"/>
    <w:rsid w:val="00D677F9"/>
    <w:rsid w:val="00D67ECB"/>
    <w:rsid w:val="00D74693"/>
    <w:rsid w:val="00D748F9"/>
    <w:rsid w:val="00D7793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6BF3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1D27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A70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06DDF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4EB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4CE5"/>
    <w:rsid w:val="00E3556E"/>
    <w:rsid w:val="00E35674"/>
    <w:rsid w:val="00E36853"/>
    <w:rsid w:val="00E36B0F"/>
    <w:rsid w:val="00E36F48"/>
    <w:rsid w:val="00E37C4D"/>
    <w:rsid w:val="00E40282"/>
    <w:rsid w:val="00E414C9"/>
    <w:rsid w:val="00E43E7C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5EE0"/>
    <w:rsid w:val="00E86188"/>
    <w:rsid w:val="00E86270"/>
    <w:rsid w:val="00E8645D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312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96E"/>
    <w:rsid w:val="00EE0E6E"/>
    <w:rsid w:val="00EE136D"/>
    <w:rsid w:val="00EE193E"/>
    <w:rsid w:val="00EE274C"/>
    <w:rsid w:val="00EE3EF2"/>
    <w:rsid w:val="00EE565D"/>
    <w:rsid w:val="00EE5CDA"/>
    <w:rsid w:val="00EE6454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B85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696"/>
    <w:rsid w:val="00F0576D"/>
    <w:rsid w:val="00F05D41"/>
    <w:rsid w:val="00F05F23"/>
    <w:rsid w:val="00F06697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353"/>
    <w:rsid w:val="00F21D50"/>
    <w:rsid w:val="00F22086"/>
    <w:rsid w:val="00F2389F"/>
    <w:rsid w:val="00F23FB6"/>
    <w:rsid w:val="00F24C65"/>
    <w:rsid w:val="00F2502D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163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285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003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5A4"/>
    <w:rsid w:val="00FB6C07"/>
    <w:rsid w:val="00FB7F31"/>
    <w:rsid w:val="00FC00D0"/>
    <w:rsid w:val="00FC03BC"/>
    <w:rsid w:val="00FC0549"/>
    <w:rsid w:val="00FC11F8"/>
    <w:rsid w:val="00FC1286"/>
    <w:rsid w:val="00FC239D"/>
    <w:rsid w:val="00FC2590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341F"/>
    <w:rsid w:val="00FD40B0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9F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EBA1C-F1CF-4AC0-B21A-456B4458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491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7</cp:revision>
  <cp:lastPrinted>2021-11-12T06:02:00Z</cp:lastPrinted>
  <dcterms:created xsi:type="dcterms:W3CDTF">2021-10-28T03:51:00Z</dcterms:created>
  <dcterms:modified xsi:type="dcterms:W3CDTF">2021-11-26T06:44:00Z</dcterms:modified>
</cp:coreProperties>
</file>