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263" w:rsidRPr="005F0F67" w:rsidRDefault="00F37263" w:rsidP="003F79B6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Итоги аукциона на право заключения договоров </w:t>
      </w:r>
    </w:p>
    <w:p w:rsidR="00F37263" w:rsidRPr="005F0F67" w:rsidRDefault="00F37263" w:rsidP="003F79B6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>аренды земельных участков</w:t>
      </w:r>
      <w:r>
        <w:rPr>
          <w:b/>
          <w:sz w:val="26"/>
          <w:szCs w:val="26"/>
        </w:rPr>
        <w:t xml:space="preserve">, </w:t>
      </w:r>
      <w:r w:rsidRPr="005F0F67">
        <w:rPr>
          <w:b/>
          <w:sz w:val="26"/>
          <w:szCs w:val="26"/>
        </w:rPr>
        <w:t xml:space="preserve">назначенного на </w:t>
      </w:r>
      <w:r>
        <w:rPr>
          <w:b/>
          <w:sz w:val="26"/>
          <w:szCs w:val="26"/>
        </w:rPr>
        <w:t>15</w:t>
      </w:r>
      <w:r w:rsidRPr="005F0F6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10</w:t>
      </w:r>
      <w:r w:rsidRPr="005F0F67">
        <w:rPr>
          <w:b/>
          <w:sz w:val="26"/>
          <w:szCs w:val="26"/>
        </w:rPr>
        <w:t>.2021</w:t>
      </w:r>
      <w:r>
        <w:rPr>
          <w:b/>
          <w:sz w:val="26"/>
          <w:szCs w:val="26"/>
        </w:rPr>
        <w:t xml:space="preserve"> г.</w:t>
      </w:r>
    </w:p>
    <w:p w:rsidR="00F37263" w:rsidRPr="00A60099" w:rsidRDefault="00F37263" w:rsidP="00670BCA">
      <w:pPr>
        <w:jc w:val="center"/>
        <w:rPr>
          <w:b/>
          <w:bCs/>
          <w:sz w:val="20"/>
          <w:szCs w:val="20"/>
        </w:rPr>
      </w:pPr>
    </w:p>
    <w:p w:rsidR="00F37263" w:rsidRPr="00A60099" w:rsidRDefault="00F37263" w:rsidP="00137EC5">
      <w:pPr>
        <w:jc w:val="center"/>
        <w:rPr>
          <w:b/>
          <w:i/>
          <w:sz w:val="20"/>
          <w:szCs w:val="20"/>
        </w:rPr>
      </w:pPr>
    </w:p>
    <w:tbl>
      <w:tblPr>
        <w:tblW w:w="9434" w:type="dxa"/>
        <w:jc w:val="center"/>
        <w:tblInd w:w="-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0"/>
        <w:gridCol w:w="6555"/>
        <w:gridCol w:w="2349"/>
      </w:tblGrid>
      <w:tr w:rsidR="00F37263" w:rsidRPr="001562AB" w:rsidTr="0079342A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F37263" w:rsidRPr="00081283" w:rsidRDefault="00F37263" w:rsidP="004E1C22">
            <w:pPr>
              <w:pStyle w:val="Title"/>
              <w:ind w:left="-73" w:right="-126"/>
              <w:rPr>
                <w:b w:val="0"/>
                <w:sz w:val="22"/>
                <w:szCs w:val="22"/>
              </w:rPr>
            </w:pPr>
            <w:r w:rsidRPr="00081283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555" w:type="dxa"/>
            <w:vAlign w:val="center"/>
          </w:tcPr>
          <w:p w:rsidR="00F37263" w:rsidRPr="00081283" w:rsidRDefault="00F37263" w:rsidP="00137EC5">
            <w:pPr>
              <w:pStyle w:val="Title"/>
              <w:rPr>
                <w:b w:val="0"/>
                <w:sz w:val="22"/>
                <w:szCs w:val="22"/>
              </w:rPr>
            </w:pPr>
            <w:r w:rsidRPr="00081283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349" w:type="dxa"/>
            <w:vAlign w:val="center"/>
          </w:tcPr>
          <w:p w:rsidR="00F37263" w:rsidRPr="00081283" w:rsidRDefault="00F37263" w:rsidP="004E1C22">
            <w:pPr>
              <w:pStyle w:val="Title"/>
              <w:ind w:left="-19"/>
              <w:rPr>
                <w:b w:val="0"/>
                <w:sz w:val="22"/>
                <w:szCs w:val="22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F37263" w:rsidRPr="001562AB" w:rsidTr="0079342A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37263" w:rsidRPr="00081283" w:rsidRDefault="00F37263" w:rsidP="00137EC5">
            <w:pPr>
              <w:ind w:firstLine="94"/>
              <w:jc w:val="both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1</w:t>
            </w:r>
          </w:p>
        </w:tc>
        <w:tc>
          <w:tcPr>
            <w:tcW w:w="6555" w:type="dxa"/>
          </w:tcPr>
          <w:p w:rsidR="00F37263" w:rsidRPr="00081283" w:rsidRDefault="00F37263" w:rsidP="00F53F6C">
            <w:pPr>
              <w:suppressAutoHyphens/>
              <w:jc w:val="both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</w:t>
            </w:r>
            <w:r w:rsidRPr="00E11377">
              <w:rPr>
                <w:sz w:val="22"/>
                <w:szCs w:val="22"/>
              </w:rPr>
              <w:t>28:01:0</w:t>
            </w:r>
            <w:r>
              <w:rPr>
                <w:sz w:val="22"/>
                <w:szCs w:val="22"/>
              </w:rPr>
              <w:t>30005</w:t>
            </w:r>
            <w:r w:rsidRPr="00E1137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25</w:t>
            </w:r>
            <w:r w:rsidRPr="00E11377">
              <w:rPr>
                <w:sz w:val="22"/>
                <w:szCs w:val="22"/>
              </w:rPr>
              <w:t xml:space="preserve">6, площадью </w:t>
            </w:r>
            <w:r>
              <w:rPr>
                <w:sz w:val="22"/>
                <w:szCs w:val="22"/>
              </w:rPr>
              <w:t>3164</w:t>
            </w:r>
            <w:r w:rsidRPr="00E11377">
              <w:rPr>
                <w:sz w:val="22"/>
                <w:szCs w:val="22"/>
              </w:rPr>
              <w:t xml:space="preserve"> кв.м, расположенного в квартале </w:t>
            </w:r>
            <w:r>
              <w:rPr>
                <w:sz w:val="22"/>
                <w:szCs w:val="22"/>
              </w:rPr>
              <w:t>ЗПУ-3</w:t>
            </w:r>
            <w:r w:rsidRPr="00E11377">
              <w:rPr>
                <w:sz w:val="22"/>
                <w:szCs w:val="22"/>
              </w:rPr>
              <w:t xml:space="preserve"> города Благовещенска, с видом разрешенного использования – </w:t>
            </w: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2349" w:type="dxa"/>
            <w:vAlign w:val="center"/>
          </w:tcPr>
          <w:p w:rsidR="00F37263" w:rsidRPr="00C05949" w:rsidRDefault="00F37263" w:rsidP="003F79B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 аукциона Прокопенко М.Б</w:t>
            </w:r>
          </w:p>
        </w:tc>
      </w:tr>
      <w:tr w:rsidR="00F37263" w:rsidRPr="00C31977" w:rsidTr="0079342A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37263" w:rsidRPr="00081283" w:rsidRDefault="00F37263" w:rsidP="00137EC5">
            <w:pPr>
              <w:jc w:val="center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2</w:t>
            </w:r>
          </w:p>
        </w:tc>
        <w:tc>
          <w:tcPr>
            <w:tcW w:w="6555" w:type="dxa"/>
          </w:tcPr>
          <w:p w:rsidR="00F37263" w:rsidRPr="00260E0C" w:rsidRDefault="00F37263" w:rsidP="00A976F2">
            <w:pPr>
              <w:jc w:val="both"/>
              <w:rPr>
                <w:sz w:val="22"/>
                <w:szCs w:val="22"/>
              </w:rPr>
            </w:pPr>
            <w:r w:rsidRPr="00260E0C">
              <w:rPr>
                <w:sz w:val="22"/>
                <w:szCs w:val="22"/>
              </w:rPr>
              <w:t>Право заключения договора аренды земельного участка с кадас</w:t>
            </w:r>
            <w:r w:rsidRPr="00260E0C">
              <w:rPr>
                <w:sz w:val="22"/>
                <w:szCs w:val="22"/>
              </w:rPr>
              <w:t>т</w:t>
            </w:r>
            <w:r w:rsidRPr="00260E0C">
              <w:rPr>
                <w:sz w:val="22"/>
                <w:szCs w:val="22"/>
              </w:rPr>
              <w:t>ровым номером 28:01:030005:257, площадью 6109 кв.м, распол</w:t>
            </w:r>
            <w:r w:rsidRPr="00260E0C">
              <w:rPr>
                <w:sz w:val="22"/>
                <w:szCs w:val="22"/>
              </w:rPr>
              <w:t>о</w:t>
            </w:r>
            <w:r w:rsidRPr="00260E0C">
              <w:rPr>
                <w:sz w:val="22"/>
                <w:szCs w:val="22"/>
              </w:rPr>
              <w:t>женного в квартале ЗПУ-3 города Благовещенска, с видом разр</w:t>
            </w:r>
            <w:r w:rsidRPr="00260E0C">
              <w:rPr>
                <w:sz w:val="22"/>
                <w:szCs w:val="22"/>
              </w:rPr>
              <w:t>е</w:t>
            </w:r>
            <w:r w:rsidRPr="00260E0C">
              <w:rPr>
                <w:sz w:val="22"/>
                <w:szCs w:val="22"/>
              </w:rPr>
              <w:t>шенного использования – склады</w:t>
            </w:r>
          </w:p>
        </w:tc>
        <w:tc>
          <w:tcPr>
            <w:tcW w:w="2349" w:type="dxa"/>
            <w:vAlign w:val="center"/>
          </w:tcPr>
          <w:p w:rsidR="00F37263" w:rsidRDefault="00F37263" w:rsidP="0079342A">
            <w:pPr>
              <w:suppressAutoHyphens/>
              <w:jc w:val="center"/>
            </w:pPr>
            <w:r>
              <w:t>Договор подлежит</w:t>
            </w:r>
          </w:p>
          <w:p w:rsidR="00F37263" w:rsidRDefault="00F37263" w:rsidP="0079342A">
            <w:pPr>
              <w:suppressAutoHyphens/>
              <w:jc w:val="center"/>
            </w:pPr>
            <w:r>
              <w:t>заключению с Прокопенко М.Б.</w:t>
            </w:r>
          </w:p>
          <w:p w:rsidR="00F37263" w:rsidRPr="00D84BD6" w:rsidRDefault="00F37263" w:rsidP="0079342A">
            <w:pPr>
              <w:suppressAutoHyphens/>
              <w:jc w:val="center"/>
            </w:pPr>
            <w:r>
              <w:t>единственным подавшим заявку на торги</w:t>
            </w:r>
          </w:p>
        </w:tc>
      </w:tr>
      <w:tr w:rsidR="00F37263" w:rsidRPr="00C31977" w:rsidTr="0079342A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F37263" w:rsidRPr="00081283" w:rsidRDefault="00F37263" w:rsidP="00137EC5">
            <w:pPr>
              <w:jc w:val="center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3</w:t>
            </w:r>
          </w:p>
        </w:tc>
        <w:tc>
          <w:tcPr>
            <w:tcW w:w="6555" w:type="dxa"/>
          </w:tcPr>
          <w:p w:rsidR="00F37263" w:rsidRPr="00260E0C" w:rsidRDefault="00F37263" w:rsidP="00515F4C">
            <w:pPr>
              <w:suppressAutoHyphens/>
              <w:jc w:val="both"/>
              <w:rPr>
                <w:sz w:val="22"/>
                <w:szCs w:val="22"/>
              </w:rPr>
            </w:pPr>
            <w:r w:rsidRPr="00260E0C">
              <w:rPr>
                <w:sz w:val="22"/>
                <w:szCs w:val="22"/>
              </w:rPr>
              <w:t>Право заключения договора аренды земельного участка с кадастровым номер</w:t>
            </w:r>
            <w:r>
              <w:rPr>
                <w:sz w:val="22"/>
                <w:szCs w:val="22"/>
              </w:rPr>
              <w:t xml:space="preserve">ом 28:01:010430:103, площадью </w:t>
            </w:r>
            <w:r w:rsidRPr="00260E0C">
              <w:rPr>
                <w:sz w:val="22"/>
                <w:szCs w:val="22"/>
              </w:rPr>
              <w:t>695 кв.м, расположенного в квартале 430 города Благовещенска, с видом разрешенного использования – амбулаторное ветеринарное обслуживание</w:t>
            </w:r>
          </w:p>
        </w:tc>
        <w:tc>
          <w:tcPr>
            <w:tcW w:w="2349" w:type="dxa"/>
            <w:vAlign w:val="center"/>
          </w:tcPr>
          <w:p w:rsidR="00F37263" w:rsidRDefault="00F37263" w:rsidP="0079342A">
            <w:pPr>
              <w:suppressAutoHyphens/>
              <w:jc w:val="center"/>
            </w:pPr>
            <w:r>
              <w:t>Договор подлежит</w:t>
            </w:r>
          </w:p>
          <w:p w:rsidR="00F37263" w:rsidRPr="00260E0C" w:rsidRDefault="00F37263" w:rsidP="0079342A">
            <w:pPr>
              <w:suppressAutoHyphens/>
              <w:jc w:val="center"/>
              <w:rPr>
                <w:sz w:val="22"/>
                <w:szCs w:val="22"/>
              </w:rPr>
            </w:pPr>
            <w:r>
              <w:t xml:space="preserve">заключению с </w:t>
            </w:r>
            <w:r w:rsidRPr="002929E1">
              <w:rPr>
                <w:sz w:val="22"/>
                <w:szCs w:val="22"/>
              </w:rPr>
              <w:t>Герасименко О</w:t>
            </w:r>
            <w:r>
              <w:rPr>
                <w:sz w:val="22"/>
                <w:szCs w:val="22"/>
              </w:rPr>
              <w:t>.</w:t>
            </w:r>
            <w:r w:rsidRPr="002929E1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.</w:t>
            </w:r>
            <w:r>
              <w:t xml:space="preserve"> единственным подавшим заявку на торги</w:t>
            </w:r>
          </w:p>
        </w:tc>
      </w:tr>
      <w:tr w:rsidR="00F37263" w:rsidRPr="00C31977" w:rsidTr="0079342A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F37263" w:rsidRPr="00081283" w:rsidRDefault="00F37263" w:rsidP="00137EC5">
            <w:pPr>
              <w:jc w:val="center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4</w:t>
            </w:r>
          </w:p>
        </w:tc>
        <w:tc>
          <w:tcPr>
            <w:tcW w:w="6555" w:type="dxa"/>
          </w:tcPr>
          <w:p w:rsidR="00F37263" w:rsidRPr="00081283" w:rsidRDefault="00F37263" w:rsidP="00F97A36">
            <w:pPr>
              <w:suppressAutoHyphens/>
              <w:jc w:val="both"/>
              <w:rPr>
                <w:sz w:val="22"/>
                <w:szCs w:val="22"/>
              </w:rPr>
            </w:pPr>
            <w:r w:rsidRPr="00BE1590">
              <w:rPr>
                <w:sz w:val="22"/>
                <w:szCs w:val="22"/>
              </w:rPr>
              <w:t>Право заключения договора аренды земельного участка с кадастровым номером</w:t>
            </w:r>
            <w:r>
              <w:rPr>
                <w:sz w:val="22"/>
                <w:szCs w:val="22"/>
              </w:rPr>
              <w:t xml:space="preserve"> </w:t>
            </w:r>
            <w:r w:rsidRPr="00E11377">
              <w:rPr>
                <w:sz w:val="22"/>
                <w:szCs w:val="22"/>
              </w:rPr>
              <w:t>28:01:0</w:t>
            </w:r>
            <w:r>
              <w:rPr>
                <w:sz w:val="22"/>
                <w:szCs w:val="22"/>
              </w:rPr>
              <w:t>1</w:t>
            </w:r>
            <w:r w:rsidRPr="00E1137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E11377">
              <w:rPr>
                <w:sz w:val="22"/>
                <w:szCs w:val="22"/>
              </w:rPr>
              <w:t xml:space="preserve">00:16, площадью </w:t>
            </w:r>
            <w:r>
              <w:rPr>
                <w:sz w:val="22"/>
                <w:szCs w:val="22"/>
              </w:rPr>
              <w:t>2148</w:t>
            </w:r>
            <w:r w:rsidRPr="00E11377">
              <w:rPr>
                <w:sz w:val="22"/>
                <w:szCs w:val="22"/>
              </w:rPr>
              <w:t xml:space="preserve"> кв.м, </w:t>
            </w:r>
            <w:r>
              <w:rPr>
                <w:sz w:val="22"/>
                <w:szCs w:val="22"/>
              </w:rPr>
              <w:t xml:space="preserve">расположенного </w:t>
            </w:r>
            <w:r w:rsidRPr="00E11377">
              <w:rPr>
                <w:sz w:val="22"/>
                <w:szCs w:val="22"/>
              </w:rPr>
              <w:t xml:space="preserve">в квартале </w:t>
            </w:r>
            <w:r>
              <w:rPr>
                <w:sz w:val="22"/>
                <w:szCs w:val="22"/>
              </w:rPr>
              <w:t>306Б</w:t>
            </w:r>
            <w:r w:rsidRPr="00E11377">
              <w:rPr>
                <w:sz w:val="22"/>
                <w:szCs w:val="22"/>
              </w:rPr>
              <w:t xml:space="preserve"> города Благовещенска</w:t>
            </w:r>
            <w:r>
              <w:rPr>
                <w:sz w:val="22"/>
                <w:szCs w:val="22"/>
              </w:rPr>
              <w:t>,</w:t>
            </w:r>
            <w:r w:rsidRPr="00E11377">
              <w:rPr>
                <w:sz w:val="22"/>
                <w:szCs w:val="22"/>
              </w:rPr>
              <w:t xml:space="preserve"> с видом разрешенного использования – </w:t>
            </w:r>
            <w:r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2349" w:type="dxa"/>
            <w:vAlign w:val="center"/>
          </w:tcPr>
          <w:p w:rsidR="00F37263" w:rsidRPr="00C05949" w:rsidRDefault="00F37263" w:rsidP="003F79B6">
            <w:pPr>
              <w:suppressAutoHyphens/>
              <w:jc w:val="center"/>
              <w:rPr>
                <w:sz w:val="22"/>
                <w:szCs w:val="22"/>
              </w:rPr>
            </w:pPr>
            <w:r w:rsidRPr="00C331E7">
              <w:t>Аукцион признан несостоя</w:t>
            </w:r>
            <w:r w:rsidRPr="00C331E7">
              <w:t>в</w:t>
            </w:r>
            <w:r w:rsidRPr="00C331E7">
              <w:t>шимся</w:t>
            </w:r>
          </w:p>
        </w:tc>
      </w:tr>
      <w:tr w:rsidR="00F37263" w:rsidRPr="00C31977" w:rsidTr="0079342A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F37263" w:rsidRPr="00081283" w:rsidRDefault="00F37263" w:rsidP="00137E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55" w:type="dxa"/>
          </w:tcPr>
          <w:p w:rsidR="00F37263" w:rsidRPr="00081283" w:rsidRDefault="00F37263" w:rsidP="00B470A0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E1590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ый</w:t>
            </w:r>
            <w:r w:rsidRPr="00BE1590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</w:t>
            </w:r>
            <w:r w:rsidRPr="00BE1590">
              <w:rPr>
                <w:sz w:val="22"/>
                <w:szCs w:val="22"/>
              </w:rPr>
              <w:t>к с кадастровым номером</w:t>
            </w:r>
            <w:r>
              <w:rPr>
                <w:sz w:val="22"/>
                <w:szCs w:val="22"/>
              </w:rPr>
              <w:t xml:space="preserve"> </w:t>
            </w:r>
            <w:r w:rsidRPr="00E11377">
              <w:rPr>
                <w:sz w:val="22"/>
                <w:szCs w:val="22"/>
              </w:rPr>
              <w:t>28:01:</w:t>
            </w:r>
            <w:r>
              <w:rPr>
                <w:sz w:val="22"/>
                <w:szCs w:val="22"/>
              </w:rPr>
              <w:t>100002:508</w:t>
            </w:r>
            <w:r w:rsidRPr="00E11377">
              <w:rPr>
                <w:sz w:val="22"/>
                <w:szCs w:val="22"/>
              </w:rPr>
              <w:t xml:space="preserve">, площадью </w:t>
            </w:r>
            <w:r>
              <w:rPr>
                <w:sz w:val="22"/>
                <w:szCs w:val="22"/>
              </w:rPr>
              <w:t>1387</w:t>
            </w:r>
            <w:r w:rsidRPr="00E11377">
              <w:rPr>
                <w:sz w:val="22"/>
                <w:szCs w:val="22"/>
              </w:rPr>
              <w:t xml:space="preserve"> кв.м, </w:t>
            </w:r>
            <w:r>
              <w:rPr>
                <w:sz w:val="22"/>
                <w:szCs w:val="22"/>
              </w:rPr>
              <w:t xml:space="preserve">расположенный </w:t>
            </w:r>
            <w:r w:rsidRPr="00E11377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E11377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е</w:t>
            </w:r>
            <w:r w:rsidRPr="00E11377">
              <w:rPr>
                <w:sz w:val="22"/>
                <w:szCs w:val="22"/>
              </w:rPr>
              <w:t xml:space="preserve"> П-</w:t>
            </w:r>
            <w:r>
              <w:rPr>
                <w:sz w:val="22"/>
                <w:szCs w:val="22"/>
              </w:rPr>
              <w:t>2</w:t>
            </w:r>
            <w:r w:rsidRPr="00E113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с. Плодопитомник</w:t>
            </w:r>
            <w:r w:rsidRPr="00E11377">
              <w:rPr>
                <w:sz w:val="22"/>
                <w:szCs w:val="22"/>
              </w:rPr>
              <w:t xml:space="preserve"> города Благовещенска</w:t>
            </w:r>
            <w:r>
              <w:rPr>
                <w:sz w:val="22"/>
                <w:szCs w:val="22"/>
              </w:rPr>
              <w:t>,</w:t>
            </w:r>
            <w:r w:rsidRPr="00E11377">
              <w:rPr>
                <w:sz w:val="22"/>
                <w:szCs w:val="22"/>
              </w:rPr>
              <w:t xml:space="preserve"> с видом разрешенного использования – </w:t>
            </w: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2349" w:type="dxa"/>
            <w:vAlign w:val="center"/>
          </w:tcPr>
          <w:p w:rsidR="00F37263" w:rsidRPr="00C05949" w:rsidRDefault="00F37263" w:rsidP="003F79B6">
            <w:pPr>
              <w:suppressAutoHyphens/>
              <w:jc w:val="center"/>
              <w:rPr>
                <w:sz w:val="22"/>
                <w:szCs w:val="22"/>
              </w:rPr>
            </w:pPr>
            <w:r w:rsidRPr="00C331E7">
              <w:t>Аукцион признан несостоя</w:t>
            </w:r>
            <w:r w:rsidRPr="00C331E7">
              <w:t>в</w:t>
            </w:r>
            <w:r w:rsidRPr="00C331E7">
              <w:t>шимся</w:t>
            </w:r>
          </w:p>
        </w:tc>
      </w:tr>
      <w:tr w:rsidR="00F37263" w:rsidRPr="00C31977" w:rsidTr="0079342A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F37263" w:rsidRDefault="00F37263" w:rsidP="00137E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55" w:type="dxa"/>
          </w:tcPr>
          <w:p w:rsidR="00F37263" w:rsidRPr="00081283" w:rsidRDefault="00F37263" w:rsidP="00B470A0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E1590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ый</w:t>
            </w:r>
            <w:r w:rsidRPr="00BE1590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</w:t>
            </w:r>
            <w:r w:rsidRPr="00BE1590">
              <w:rPr>
                <w:sz w:val="22"/>
                <w:szCs w:val="22"/>
              </w:rPr>
              <w:t>к с кадастровым номером</w:t>
            </w:r>
            <w:r>
              <w:rPr>
                <w:sz w:val="22"/>
                <w:szCs w:val="22"/>
              </w:rPr>
              <w:t xml:space="preserve"> </w:t>
            </w:r>
            <w:r w:rsidRPr="00E11377">
              <w:rPr>
                <w:sz w:val="22"/>
                <w:szCs w:val="22"/>
              </w:rPr>
              <w:t>28:01:</w:t>
            </w:r>
            <w:r>
              <w:rPr>
                <w:sz w:val="22"/>
                <w:szCs w:val="22"/>
              </w:rPr>
              <w:t>100002</w:t>
            </w:r>
            <w:r w:rsidRPr="00E1137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516</w:t>
            </w:r>
            <w:r w:rsidRPr="00E11377">
              <w:rPr>
                <w:sz w:val="22"/>
                <w:szCs w:val="22"/>
              </w:rPr>
              <w:t xml:space="preserve">, площадью </w:t>
            </w:r>
            <w:r>
              <w:rPr>
                <w:sz w:val="22"/>
                <w:szCs w:val="22"/>
              </w:rPr>
              <w:t>1302</w:t>
            </w:r>
            <w:r w:rsidRPr="00E11377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 xml:space="preserve">, расположенный </w:t>
            </w:r>
            <w:r w:rsidRPr="00011574">
              <w:rPr>
                <w:sz w:val="22"/>
                <w:szCs w:val="22"/>
              </w:rPr>
              <w:t>в квартале П-2 с. Плодопитомник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349" w:type="dxa"/>
            <w:vAlign w:val="center"/>
          </w:tcPr>
          <w:p w:rsidR="00F37263" w:rsidRPr="00C05949" w:rsidRDefault="00F37263" w:rsidP="003F79B6">
            <w:pPr>
              <w:suppressAutoHyphens/>
              <w:jc w:val="center"/>
              <w:rPr>
                <w:sz w:val="22"/>
                <w:szCs w:val="22"/>
              </w:rPr>
            </w:pPr>
            <w:r w:rsidRPr="00C331E7">
              <w:t>Аукцион признан несостоя</w:t>
            </w:r>
            <w:r w:rsidRPr="00C331E7">
              <w:t>в</w:t>
            </w:r>
            <w:r w:rsidRPr="00C331E7">
              <w:t>шимся</w:t>
            </w:r>
          </w:p>
        </w:tc>
      </w:tr>
      <w:tr w:rsidR="00F37263" w:rsidRPr="00C31977" w:rsidTr="0079342A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F37263" w:rsidRDefault="00F37263" w:rsidP="00137E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555" w:type="dxa"/>
          </w:tcPr>
          <w:p w:rsidR="00F37263" w:rsidRPr="00BE1590" w:rsidRDefault="00F37263" w:rsidP="00B470A0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E1590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ый</w:t>
            </w:r>
            <w:r w:rsidRPr="00BE1590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</w:t>
            </w:r>
            <w:r w:rsidRPr="00BE1590">
              <w:rPr>
                <w:sz w:val="22"/>
                <w:szCs w:val="22"/>
              </w:rPr>
              <w:t>к с кадастровым номером</w:t>
            </w:r>
            <w:r>
              <w:rPr>
                <w:sz w:val="22"/>
                <w:szCs w:val="22"/>
              </w:rPr>
              <w:t xml:space="preserve"> </w:t>
            </w:r>
            <w:r w:rsidRPr="00E11377">
              <w:rPr>
                <w:sz w:val="22"/>
                <w:szCs w:val="22"/>
              </w:rPr>
              <w:t>28:01:0</w:t>
            </w:r>
            <w:r>
              <w:rPr>
                <w:sz w:val="22"/>
                <w:szCs w:val="22"/>
              </w:rPr>
              <w:t>1</w:t>
            </w:r>
            <w:r w:rsidRPr="00E1137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256</w:t>
            </w:r>
            <w:r w:rsidRPr="00E1137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9</w:t>
            </w:r>
            <w:r w:rsidRPr="00E11377">
              <w:rPr>
                <w:sz w:val="22"/>
                <w:szCs w:val="22"/>
              </w:rPr>
              <w:t xml:space="preserve">, площадью </w:t>
            </w:r>
            <w:r>
              <w:rPr>
                <w:sz w:val="22"/>
                <w:szCs w:val="22"/>
              </w:rPr>
              <w:t>1604</w:t>
            </w:r>
            <w:r w:rsidRPr="00E11377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 xml:space="preserve">, расположенный </w:t>
            </w:r>
            <w:r w:rsidRPr="00E11377">
              <w:rPr>
                <w:sz w:val="22"/>
                <w:szCs w:val="22"/>
              </w:rPr>
              <w:t>в квартал</w:t>
            </w:r>
            <w:r>
              <w:rPr>
                <w:sz w:val="22"/>
                <w:szCs w:val="22"/>
              </w:rPr>
              <w:t>е</w:t>
            </w:r>
            <w:r w:rsidRPr="00E113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256</w:t>
            </w:r>
            <w:r w:rsidRPr="00E11377">
              <w:rPr>
                <w:sz w:val="22"/>
                <w:szCs w:val="22"/>
              </w:rPr>
              <w:t xml:space="preserve"> города Благовещенска, с видом разрешенного использования – </w:t>
            </w:r>
            <w:r w:rsidRPr="001B3171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2349" w:type="dxa"/>
            <w:vAlign w:val="center"/>
          </w:tcPr>
          <w:p w:rsidR="00F37263" w:rsidRPr="00C05949" w:rsidRDefault="00F37263" w:rsidP="003F79B6">
            <w:pPr>
              <w:suppressAutoHyphens/>
              <w:jc w:val="center"/>
              <w:rPr>
                <w:sz w:val="22"/>
                <w:szCs w:val="22"/>
              </w:rPr>
            </w:pPr>
            <w:r w:rsidRPr="00C331E7">
              <w:t>Аукцион признан несостоя</w:t>
            </w:r>
            <w:r w:rsidRPr="00C331E7">
              <w:t>в</w:t>
            </w:r>
            <w:r w:rsidRPr="00C331E7">
              <w:t>шимся</w:t>
            </w:r>
          </w:p>
        </w:tc>
      </w:tr>
      <w:tr w:rsidR="00F37263" w:rsidRPr="00C31977" w:rsidTr="0079342A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F37263" w:rsidRDefault="00F37263" w:rsidP="00137E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555" w:type="dxa"/>
          </w:tcPr>
          <w:p w:rsidR="00F37263" w:rsidRPr="00BE1590" w:rsidRDefault="00F37263" w:rsidP="005D06FE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с кадастровым номером 28:01:010167:44, площадью 841 кв.м, расположенный в квартале 167 города Благовещенска, </w:t>
            </w:r>
            <w:r w:rsidRPr="00E11377">
              <w:rPr>
                <w:sz w:val="22"/>
                <w:szCs w:val="22"/>
              </w:rPr>
              <w:t xml:space="preserve">с видом разрешенного использования – </w:t>
            </w:r>
            <w:r w:rsidRPr="001B3171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2349" w:type="dxa"/>
            <w:vAlign w:val="center"/>
          </w:tcPr>
          <w:p w:rsidR="00F37263" w:rsidRPr="00B5152F" w:rsidRDefault="00F37263" w:rsidP="003F79B6">
            <w:pPr>
              <w:suppressAutoHyphens/>
              <w:jc w:val="center"/>
            </w:pPr>
            <w:r w:rsidRPr="00C331E7">
              <w:t>Аукцион признан несостоя</w:t>
            </w:r>
            <w:r w:rsidRPr="00C331E7">
              <w:t>в</w:t>
            </w:r>
            <w:r w:rsidRPr="00C331E7">
              <w:t>шимся</w:t>
            </w:r>
          </w:p>
        </w:tc>
      </w:tr>
    </w:tbl>
    <w:p w:rsidR="00F37263" w:rsidRPr="00A60099" w:rsidRDefault="00F37263" w:rsidP="00137EC5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F37263" w:rsidRPr="00943C53" w:rsidRDefault="00F37263" w:rsidP="009C7DC3">
      <w:pPr>
        <w:jc w:val="center"/>
      </w:pPr>
    </w:p>
    <w:sectPr w:rsidR="00F37263" w:rsidRPr="00943C53" w:rsidSect="00D61F84">
      <w:headerReference w:type="even" r:id="rId7"/>
      <w:footerReference w:type="even" r:id="rId8"/>
      <w:footerReference w:type="default" r:id="rId9"/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263" w:rsidRDefault="00F37263">
      <w:r>
        <w:separator/>
      </w:r>
    </w:p>
  </w:endnote>
  <w:endnote w:type="continuationSeparator" w:id="0">
    <w:p w:rsidR="00F37263" w:rsidRDefault="00F37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263" w:rsidRDefault="00F37263" w:rsidP="00FF3D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7263" w:rsidRDefault="00F37263" w:rsidP="00FF3DC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263" w:rsidRDefault="00F37263" w:rsidP="00FF3D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37263" w:rsidRDefault="00F37263" w:rsidP="00FF3DC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263" w:rsidRDefault="00F37263">
      <w:r>
        <w:separator/>
      </w:r>
    </w:p>
  </w:footnote>
  <w:footnote w:type="continuationSeparator" w:id="0">
    <w:p w:rsidR="00F37263" w:rsidRDefault="00F372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263" w:rsidRDefault="00F37263" w:rsidP="00FF3DC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7263" w:rsidRDefault="00F37263" w:rsidP="00FF3DC8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DC8"/>
    <w:rsid w:val="00000CE8"/>
    <w:rsid w:val="0000156C"/>
    <w:rsid w:val="00003893"/>
    <w:rsid w:val="00003967"/>
    <w:rsid w:val="00003989"/>
    <w:rsid w:val="00005753"/>
    <w:rsid w:val="00005872"/>
    <w:rsid w:val="00011006"/>
    <w:rsid w:val="00011574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7C0C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3F46"/>
    <w:rsid w:val="00084ABD"/>
    <w:rsid w:val="00084C73"/>
    <w:rsid w:val="0008580C"/>
    <w:rsid w:val="00085911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43E7"/>
    <w:rsid w:val="000F4BCB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64AA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259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77AA8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171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5DC5"/>
    <w:rsid w:val="001C5E2E"/>
    <w:rsid w:val="001C6481"/>
    <w:rsid w:val="001D1B50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471"/>
    <w:rsid w:val="0021477B"/>
    <w:rsid w:val="00215998"/>
    <w:rsid w:val="00216130"/>
    <w:rsid w:val="0021636A"/>
    <w:rsid w:val="00216457"/>
    <w:rsid w:val="002167B9"/>
    <w:rsid w:val="00216E74"/>
    <w:rsid w:val="00217DB9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788"/>
    <w:rsid w:val="0023280A"/>
    <w:rsid w:val="00233288"/>
    <w:rsid w:val="00233CA3"/>
    <w:rsid w:val="00234EAB"/>
    <w:rsid w:val="00235BE3"/>
    <w:rsid w:val="00236CB8"/>
    <w:rsid w:val="00241B9F"/>
    <w:rsid w:val="00242324"/>
    <w:rsid w:val="0024329F"/>
    <w:rsid w:val="00243AC4"/>
    <w:rsid w:val="00244903"/>
    <w:rsid w:val="002456C3"/>
    <w:rsid w:val="0024573F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0E0C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29E1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FC1"/>
    <w:rsid w:val="002C2CD4"/>
    <w:rsid w:val="002C3F12"/>
    <w:rsid w:val="002C5169"/>
    <w:rsid w:val="002C5D35"/>
    <w:rsid w:val="002C63C0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5A56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2F8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354B"/>
    <w:rsid w:val="0034479F"/>
    <w:rsid w:val="0034718D"/>
    <w:rsid w:val="00347325"/>
    <w:rsid w:val="0034734C"/>
    <w:rsid w:val="00350BB7"/>
    <w:rsid w:val="0035281B"/>
    <w:rsid w:val="003530A8"/>
    <w:rsid w:val="00353D0B"/>
    <w:rsid w:val="00354337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3FED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0D28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97CED"/>
    <w:rsid w:val="003A0515"/>
    <w:rsid w:val="003A2CD4"/>
    <w:rsid w:val="003A2E96"/>
    <w:rsid w:val="003A2F8F"/>
    <w:rsid w:val="003A3064"/>
    <w:rsid w:val="003A3657"/>
    <w:rsid w:val="003A410B"/>
    <w:rsid w:val="003A4656"/>
    <w:rsid w:val="003A5411"/>
    <w:rsid w:val="003A5DF0"/>
    <w:rsid w:val="003A717E"/>
    <w:rsid w:val="003B16D0"/>
    <w:rsid w:val="003B2EC1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3F79B6"/>
    <w:rsid w:val="00400B7C"/>
    <w:rsid w:val="00400CE2"/>
    <w:rsid w:val="00400FB0"/>
    <w:rsid w:val="00402BBC"/>
    <w:rsid w:val="0040413C"/>
    <w:rsid w:val="00404831"/>
    <w:rsid w:val="004048F2"/>
    <w:rsid w:val="00404B18"/>
    <w:rsid w:val="00404D77"/>
    <w:rsid w:val="004051DE"/>
    <w:rsid w:val="0040673A"/>
    <w:rsid w:val="0040696C"/>
    <w:rsid w:val="00406CEE"/>
    <w:rsid w:val="004105D2"/>
    <w:rsid w:val="00410AEC"/>
    <w:rsid w:val="0041218E"/>
    <w:rsid w:val="004122B0"/>
    <w:rsid w:val="00412918"/>
    <w:rsid w:val="00412CE0"/>
    <w:rsid w:val="00412D89"/>
    <w:rsid w:val="00413106"/>
    <w:rsid w:val="004133D4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C5B"/>
    <w:rsid w:val="0049797A"/>
    <w:rsid w:val="004A07B1"/>
    <w:rsid w:val="004A1DA4"/>
    <w:rsid w:val="004A21F1"/>
    <w:rsid w:val="004A31DD"/>
    <w:rsid w:val="004A3C72"/>
    <w:rsid w:val="004A4275"/>
    <w:rsid w:val="004A4AC5"/>
    <w:rsid w:val="004A5152"/>
    <w:rsid w:val="004A5EA6"/>
    <w:rsid w:val="004A6CA1"/>
    <w:rsid w:val="004A7164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BA4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1C22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6257"/>
    <w:rsid w:val="004F7372"/>
    <w:rsid w:val="004F769E"/>
    <w:rsid w:val="004F778D"/>
    <w:rsid w:val="004F79B0"/>
    <w:rsid w:val="0050298E"/>
    <w:rsid w:val="0050337C"/>
    <w:rsid w:val="00503809"/>
    <w:rsid w:val="00503D7D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78D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4C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4740"/>
    <w:rsid w:val="005C56C4"/>
    <w:rsid w:val="005C639A"/>
    <w:rsid w:val="005C65F0"/>
    <w:rsid w:val="005D06FE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FB1"/>
    <w:rsid w:val="005E1CA3"/>
    <w:rsid w:val="005E1E9D"/>
    <w:rsid w:val="005E2D29"/>
    <w:rsid w:val="005E3AB3"/>
    <w:rsid w:val="005E4088"/>
    <w:rsid w:val="005E7D87"/>
    <w:rsid w:val="005F0301"/>
    <w:rsid w:val="005F0F67"/>
    <w:rsid w:val="005F150F"/>
    <w:rsid w:val="005F16F7"/>
    <w:rsid w:val="005F27DB"/>
    <w:rsid w:val="005F2A32"/>
    <w:rsid w:val="005F4167"/>
    <w:rsid w:val="005F5389"/>
    <w:rsid w:val="006009F5"/>
    <w:rsid w:val="00601533"/>
    <w:rsid w:val="00601B9B"/>
    <w:rsid w:val="00601D3B"/>
    <w:rsid w:val="00602141"/>
    <w:rsid w:val="00602E19"/>
    <w:rsid w:val="006045B2"/>
    <w:rsid w:val="0060502D"/>
    <w:rsid w:val="00605115"/>
    <w:rsid w:val="006055D5"/>
    <w:rsid w:val="006058BD"/>
    <w:rsid w:val="006066ED"/>
    <w:rsid w:val="00606FE6"/>
    <w:rsid w:val="00610893"/>
    <w:rsid w:val="00610AF9"/>
    <w:rsid w:val="00610BAA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0C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777C1"/>
    <w:rsid w:val="00680E46"/>
    <w:rsid w:val="00681416"/>
    <w:rsid w:val="006825FF"/>
    <w:rsid w:val="00684FF3"/>
    <w:rsid w:val="00685034"/>
    <w:rsid w:val="0068574E"/>
    <w:rsid w:val="006860AE"/>
    <w:rsid w:val="006867FC"/>
    <w:rsid w:val="006875BB"/>
    <w:rsid w:val="006911CE"/>
    <w:rsid w:val="00691DC7"/>
    <w:rsid w:val="00691DEC"/>
    <w:rsid w:val="00692363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A65"/>
    <w:rsid w:val="006B1DE5"/>
    <w:rsid w:val="006B392A"/>
    <w:rsid w:val="006B431A"/>
    <w:rsid w:val="006B47DC"/>
    <w:rsid w:val="006B5D90"/>
    <w:rsid w:val="006B6592"/>
    <w:rsid w:val="006B74FC"/>
    <w:rsid w:val="006B7686"/>
    <w:rsid w:val="006B7865"/>
    <w:rsid w:val="006C0083"/>
    <w:rsid w:val="006C2292"/>
    <w:rsid w:val="006C28C1"/>
    <w:rsid w:val="006C2C8C"/>
    <w:rsid w:val="006C3D46"/>
    <w:rsid w:val="006C42C3"/>
    <w:rsid w:val="006C5A79"/>
    <w:rsid w:val="006C6C2F"/>
    <w:rsid w:val="006D021C"/>
    <w:rsid w:val="006D0921"/>
    <w:rsid w:val="006D1D10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2F08"/>
    <w:rsid w:val="00764C8D"/>
    <w:rsid w:val="00765A3E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342A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C9E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5DE4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1789B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1C87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02C9"/>
    <w:rsid w:val="00881135"/>
    <w:rsid w:val="00881361"/>
    <w:rsid w:val="00882942"/>
    <w:rsid w:val="00884432"/>
    <w:rsid w:val="008845B7"/>
    <w:rsid w:val="0088621C"/>
    <w:rsid w:val="00886403"/>
    <w:rsid w:val="00886C1B"/>
    <w:rsid w:val="00886E56"/>
    <w:rsid w:val="008910F3"/>
    <w:rsid w:val="0089169A"/>
    <w:rsid w:val="0089279D"/>
    <w:rsid w:val="00893280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831"/>
    <w:rsid w:val="008E2A03"/>
    <w:rsid w:val="008E2B88"/>
    <w:rsid w:val="008E3C86"/>
    <w:rsid w:val="008E4014"/>
    <w:rsid w:val="008E483F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8DA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580E"/>
    <w:rsid w:val="00936032"/>
    <w:rsid w:val="009363FD"/>
    <w:rsid w:val="00936566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9D3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173A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07B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594"/>
    <w:rsid w:val="009D372A"/>
    <w:rsid w:val="009D43D3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AF0"/>
    <w:rsid w:val="00A27F20"/>
    <w:rsid w:val="00A301C5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EAA"/>
    <w:rsid w:val="00A36F28"/>
    <w:rsid w:val="00A37195"/>
    <w:rsid w:val="00A373BC"/>
    <w:rsid w:val="00A40BBF"/>
    <w:rsid w:val="00A410A2"/>
    <w:rsid w:val="00A41441"/>
    <w:rsid w:val="00A41963"/>
    <w:rsid w:val="00A41D3A"/>
    <w:rsid w:val="00A42149"/>
    <w:rsid w:val="00A42352"/>
    <w:rsid w:val="00A429D5"/>
    <w:rsid w:val="00A4568D"/>
    <w:rsid w:val="00A469D1"/>
    <w:rsid w:val="00A50972"/>
    <w:rsid w:val="00A5259E"/>
    <w:rsid w:val="00A535E6"/>
    <w:rsid w:val="00A53CAD"/>
    <w:rsid w:val="00A54FC4"/>
    <w:rsid w:val="00A55E5F"/>
    <w:rsid w:val="00A55F3D"/>
    <w:rsid w:val="00A56074"/>
    <w:rsid w:val="00A56C35"/>
    <w:rsid w:val="00A57A43"/>
    <w:rsid w:val="00A60099"/>
    <w:rsid w:val="00A60CD0"/>
    <w:rsid w:val="00A611D5"/>
    <w:rsid w:val="00A612A9"/>
    <w:rsid w:val="00A61B67"/>
    <w:rsid w:val="00A624F3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6F2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801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5B3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B7C"/>
    <w:rsid w:val="00AF4C08"/>
    <w:rsid w:val="00AF4C80"/>
    <w:rsid w:val="00AF63EE"/>
    <w:rsid w:val="00AF7046"/>
    <w:rsid w:val="00AF7A1A"/>
    <w:rsid w:val="00B0082F"/>
    <w:rsid w:val="00B0086B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0A0"/>
    <w:rsid w:val="00B47188"/>
    <w:rsid w:val="00B47299"/>
    <w:rsid w:val="00B47D2C"/>
    <w:rsid w:val="00B509A3"/>
    <w:rsid w:val="00B50C38"/>
    <w:rsid w:val="00B512C2"/>
    <w:rsid w:val="00B5152F"/>
    <w:rsid w:val="00B5245F"/>
    <w:rsid w:val="00B527AF"/>
    <w:rsid w:val="00B52846"/>
    <w:rsid w:val="00B54EA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0CB0"/>
    <w:rsid w:val="00B7178A"/>
    <w:rsid w:val="00B71A0E"/>
    <w:rsid w:val="00B71D4B"/>
    <w:rsid w:val="00B72104"/>
    <w:rsid w:val="00B721A3"/>
    <w:rsid w:val="00B7220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392C"/>
    <w:rsid w:val="00BA4139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4A5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13D"/>
    <w:rsid w:val="00BF3584"/>
    <w:rsid w:val="00BF3AE1"/>
    <w:rsid w:val="00BF4164"/>
    <w:rsid w:val="00BF433E"/>
    <w:rsid w:val="00BF4922"/>
    <w:rsid w:val="00BF4F88"/>
    <w:rsid w:val="00BF5489"/>
    <w:rsid w:val="00BF6523"/>
    <w:rsid w:val="00BF7218"/>
    <w:rsid w:val="00BF7D0A"/>
    <w:rsid w:val="00C00711"/>
    <w:rsid w:val="00C007A3"/>
    <w:rsid w:val="00C00ECD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6FCB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F05"/>
    <w:rsid w:val="00C305AA"/>
    <w:rsid w:val="00C317A2"/>
    <w:rsid w:val="00C31977"/>
    <w:rsid w:val="00C31CB9"/>
    <w:rsid w:val="00C32D76"/>
    <w:rsid w:val="00C33137"/>
    <w:rsid w:val="00C331E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3DD"/>
    <w:rsid w:val="00C52B9C"/>
    <w:rsid w:val="00C52ED1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3C20"/>
    <w:rsid w:val="00C643B8"/>
    <w:rsid w:val="00C6472E"/>
    <w:rsid w:val="00C64EAD"/>
    <w:rsid w:val="00C64F01"/>
    <w:rsid w:val="00C6647F"/>
    <w:rsid w:val="00C667F3"/>
    <w:rsid w:val="00C70556"/>
    <w:rsid w:val="00C71DC3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977E3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4EE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00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21F1"/>
    <w:rsid w:val="00D530ED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1F84"/>
    <w:rsid w:val="00D6229E"/>
    <w:rsid w:val="00D627E6"/>
    <w:rsid w:val="00D628AE"/>
    <w:rsid w:val="00D62CC7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4BD6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561C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2F9"/>
    <w:rsid w:val="00DF362B"/>
    <w:rsid w:val="00DF3992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844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5B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EB7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27"/>
    <w:rsid w:val="00E67A1A"/>
    <w:rsid w:val="00E67B20"/>
    <w:rsid w:val="00E67FCC"/>
    <w:rsid w:val="00E7049C"/>
    <w:rsid w:val="00E70C56"/>
    <w:rsid w:val="00E7481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907C8"/>
    <w:rsid w:val="00E91324"/>
    <w:rsid w:val="00E91B7C"/>
    <w:rsid w:val="00E92778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698F"/>
    <w:rsid w:val="00EB7BA0"/>
    <w:rsid w:val="00EC0285"/>
    <w:rsid w:val="00EC0757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433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17CE9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580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A97"/>
    <w:rsid w:val="00F36DA0"/>
    <w:rsid w:val="00F37263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10E"/>
    <w:rsid w:val="00F53764"/>
    <w:rsid w:val="00F53E6F"/>
    <w:rsid w:val="00F53F6C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1E5"/>
    <w:rsid w:val="00F77263"/>
    <w:rsid w:val="00F80C49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470"/>
    <w:rsid w:val="00F97A36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CA2"/>
    <w:rsid w:val="00FA654E"/>
    <w:rsid w:val="00FA6859"/>
    <w:rsid w:val="00FA71C1"/>
    <w:rsid w:val="00FA7BB8"/>
    <w:rsid w:val="00FB0A43"/>
    <w:rsid w:val="00FB0B09"/>
    <w:rsid w:val="00FB409A"/>
    <w:rsid w:val="00FB647C"/>
    <w:rsid w:val="00FB6C07"/>
    <w:rsid w:val="00FB7F31"/>
    <w:rsid w:val="00FC0099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17E"/>
    <w:rsid w:val="00FF0574"/>
    <w:rsid w:val="00FF07B2"/>
    <w:rsid w:val="00FF0B9C"/>
    <w:rsid w:val="00FF1C41"/>
    <w:rsid w:val="00FF20F3"/>
    <w:rsid w:val="00FF231A"/>
    <w:rsid w:val="00FF2532"/>
    <w:rsid w:val="00FF3DC8"/>
    <w:rsid w:val="00FF5A2D"/>
    <w:rsid w:val="00FF5E38"/>
    <w:rsid w:val="00FF69CD"/>
    <w:rsid w:val="00FF6FC4"/>
    <w:rsid w:val="00FF757F"/>
    <w:rsid w:val="00FF7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16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19192C"/>
    <w:rPr>
      <w:rFonts w:cs="Times New Roman"/>
      <w:b/>
      <w:sz w:val="32"/>
      <w:lang w:val="ru-RU"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05D41"/>
    <w:rPr>
      <w:rFonts w:cs="Times New Roman"/>
      <w:b/>
      <w:sz w:val="32"/>
    </w:rPr>
  </w:style>
  <w:style w:type="paragraph" w:styleId="Header">
    <w:name w:val="header"/>
    <w:basedOn w:val="Normal"/>
    <w:link w:val="HeaderChar"/>
    <w:uiPriority w:val="99"/>
    <w:rsid w:val="00FF3DC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9192C"/>
    <w:rPr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FF3DC8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FF3DC8"/>
    <w:pPr>
      <w:jc w:val="center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91C95"/>
    <w:rPr>
      <w:sz w:val="24"/>
      <w:szCs w:val="24"/>
    </w:rPr>
  </w:style>
  <w:style w:type="table" w:styleId="TableGrid">
    <w:name w:val="Table Grid"/>
    <w:basedOn w:val="TableNormal"/>
    <w:uiPriority w:val="99"/>
    <w:rsid w:val="00FF3D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FF3DC8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C4362"/>
    <w:rPr>
      <w:rFonts w:cs="Times New Roman"/>
      <w:b/>
      <w:sz w:val="28"/>
    </w:rPr>
  </w:style>
  <w:style w:type="paragraph" w:styleId="Footer">
    <w:name w:val="footer"/>
    <w:basedOn w:val="Normal"/>
    <w:link w:val="FooterChar"/>
    <w:uiPriority w:val="99"/>
    <w:rsid w:val="00FF3DC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192C"/>
    <w:rPr>
      <w:sz w:val="24"/>
      <w:lang w:val="ru-RU" w:eastAsia="ru-RU"/>
    </w:rPr>
  </w:style>
  <w:style w:type="character" w:customStyle="1" w:styleId="txt1">
    <w:name w:val="txt1"/>
    <w:basedOn w:val="DefaultParagraphFont"/>
    <w:uiPriority w:val="99"/>
    <w:rsid w:val="00FF3DC8"/>
    <w:rPr>
      <w:rFonts w:ascii="Verdana" w:hAnsi="Verdana" w:cs="Times New Roman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rsid w:val="00C175EF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">
    <w:name w:val="Знак Знак Знак Знак Знак Знак Знак"/>
    <w:basedOn w:val="Normal"/>
    <w:uiPriority w:val="99"/>
    <w:rsid w:val="001B7B1E"/>
    <w:rPr>
      <w:rFonts w:ascii="Verdana" w:hAnsi="Verdana" w:cs="Verdana"/>
      <w:lang w:eastAsia="en-US"/>
    </w:rPr>
  </w:style>
  <w:style w:type="paragraph" w:styleId="BalloonText">
    <w:name w:val="Balloon Text"/>
    <w:basedOn w:val="Normal"/>
    <w:link w:val="BalloonTextChar"/>
    <w:uiPriority w:val="99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9192C"/>
    <w:rPr>
      <w:rFonts w:ascii="Tahoma" w:hAnsi="Tahoma"/>
      <w:sz w:val="16"/>
      <w:lang w:eastAsia="en-US"/>
    </w:rPr>
  </w:style>
  <w:style w:type="paragraph" w:styleId="DocumentMap">
    <w:name w:val="Document Map"/>
    <w:basedOn w:val="Normal"/>
    <w:link w:val="DocumentMapChar"/>
    <w:uiPriority w:val="99"/>
    <w:rsid w:val="000C026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Normal"/>
    <w:uiPriority w:val="99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uiPriority w:val="99"/>
    <w:rsid w:val="00BB0361"/>
    <w:rPr>
      <w:sz w:val="22"/>
      <w:lang w:eastAsia="en-US"/>
    </w:rPr>
  </w:style>
  <w:style w:type="paragraph" w:customStyle="1" w:styleId="FR2">
    <w:name w:val="FR2"/>
    <w:uiPriority w:val="99"/>
    <w:rsid w:val="00BB0361"/>
    <w:pPr>
      <w:widowControl w:val="0"/>
      <w:spacing w:before="80"/>
      <w:ind w:left="80"/>
    </w:pPr>
    <w:rPr>
      <w:sz w:val="16"/>
      <w:szCs w:val="20"/>
    </w:rPr>
  </w:style>
  <w:style w:type="paragraph" w:styleId="ListParagraph">
    <w:name w:val="List Paragraph"/>
    <w:basedOn w:val="Normal"/>
    <w:uiPriority w:val="99"/>
    <w:qFormat/>
    <w:rsid w:val="00D54AC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91C95"/>
    <w:rPr>
      <w:sz w:val="24"/>
      <w:szCs w:val="24"/>
    </w:rPr>
  </w:style>
  <w:style w:type="paragraph" w:styleId="NoSpacing">
    <w:name w:val="No Spacing"/>
    <w:uiPriority w:val="99"/>
    <w:qFormat/>
    <w:rsid w:val="00626D40"/>
    <w:rPr>
      <w:sz w:val="24"/>
      <w:szCs w:val="24"/>
    </w:rPr>
  </w:style>
  <w:style w:type="character" w:customStyle="1" w:styleId="52">
    <w:name w:val="Знак Знак52"/>
    <w:uiPriority w:val="99"/>
    <w:rsid w:val="00E2273A"/>
    <w:rPr>
      <w:sz w:val="22"/>
      <w:lang w:eastAsia="en-US"/>
    </w:rPr>
  </w:style>
  <w:style w:type="character" w:customStyle="1" w:styleId="51">
    <w:name w:val="Знак Знак51"/>
    <w:uiPriority w:val="99"/>
    <w:rsid w:val="00132A80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2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339</Words>
  <Characters>1936</Characters>
  <Application>Microsoft Office Outlook</Application>
  <DocSecurity>0</DocSecurity>
  <Lines>0</Lines>
  <Paragraphs>0</Paragraphs>
  <ScaleCrop>false</ScaleCrop>
  <Company>КУИГБ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subject/>
  <dc:creator>zemlya</dc:creator>
  <cp:keywords/>
  <dc:description/>
  <cp:lastModifiedBy>valera</cp:lastModifiedBy>
  <cp:revision>3</cp:revision>
  <cp:lastPrinted>2021-10-13T03:20:00Z</cp:lastPrinted>
  <dcterms:created xsi:type="dcterms:W3CDTF">2021-10-15T02:36:00Z</dcterms:created>
  <dcterms:modified xsi:type="dcterms:W3CDTF">2021-10-15T03:17:00Z</dcterms:modified>
</cp:coreProperties>
</file>