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6BC" w:rsidRDefault="00F4404D" w:rsidP="00F4404D">
      <w:pPr>
        <w:jc w:val="center"/>
        <w:rPr>
          <w:b/>
          <w:sz w:val="28"/>
          <w:szCs w:val="28"/>
        </w:rPr>
      </w:pPr>
      <w:r w:rsidRPr="003A5553">
        <w:rPr>
          <w:b/>
          <w:sz w:val="28"/>
          <w:szCs w:val="28"/>
        </w:rPr>
        <w:t>Итоги аукциона на право заключения договор</w:t>
      </w:r>
      <w:r w:rsidR="001B16BC">
        <w:rPr>
          <w:b/>
          <w:sz w:val="28"/>
          <w:szCs w:val="28"/>
        </w:rPr>
        <w:t>ов</w:t>
      </w:r>
      <w:r w:rsidRPr="003A5553">
        <w:rPr>
          <w:b/>
          <w:sz w:val="28"/>
          <w:szCs w:val="28"/>
        </w:rPr>
        <w:t xml:space="preserve"> </w:t>
      </w:r>
    </w:p>
    <w:p w:rsidR="001B16BC" w:rsidRDefault="00F4404D" w:rsidP="00F4404D">
      <w:pPr>
        <w:jc w:val="center"/>
        <w:rPr>
          <w:b/>
          <w:sz w:val="28"/>
          <w:szCs w:val="28"/>
        </w:rPr>
      </w:pPr>
      <w:r w:rsidRPr="003A5553">
        <w:rPr>
          <w:b/>
          <w:sz w:val="28"/>
          <w:szCs w:val="28"/>
        </w:rPr>
        <w:t>аренды земельн</w:t>
      </w:r>
      <w:r w:rsidR="001B16BC">
        <w:rPr>
          <w:b/>
          <w:sz w:val="28"/>
          <w:szCs w:val="28"/>
        </w:rPr>
        <w:t>ых</w:t>
      </w:r>
      <w:r w:rsidRPr="003A5553">
        <w:rPr>
          <w:b/>
          <w:sz w:val="28"/>
          <w:szCs w:val="28"/>
        </w:rPr>
        <w:t xml:space="preserve"> участк</w:t>
      </w:r>
      <w:r w:rsidR="001B16BC">
        <w:rPr>
          <w:b/>
          <w:sz w:val="28"/>
          <w:szCs w:val="28"/>
        </w:rPr>
        <w:t>ов</w:t>
      </w:r>
      <w:r w:rsidRPr="003A5553">
        <w:rPr>
          <w:b/>
          <w:sz w:val="28"/>
          <w:szCs w:val="28"/>
        </w:rPr>
        <w:t xml:space="preserve">, </w:t>
      </w:r>
    </w:p>
    <w:p w:rsidR="00F4404D" w:rsidRDefault="00F4404D" w:rsidP="00F440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продаже земельных участков, </w:t>
      </w:r>
      <w:proofErr w:type="gramStart"/>
      <w:r w:rsidRPr="003A5553">
        <w:rPr>
          <w:b/>
          <w:sz w:val="28"/>
          <w:szCs w:val="28"/>
        </w:rPr>
        <w:t>назначенного</w:t>
      </w:r>
      <w:proofErr w:type="gramEnd"/>
      <w:r w:rsidRPr="003A5553">
        <w:rPr>
          <w:b/>
          <w:sz w:val="28"/>
          <w:szCs w:val="28"/>
        </w:rPr>
        <w:t xml:space="preserve"> на </w:t>
      </w:r>
      <w:r w:rsidR="00A54B04">
        <w:rPr>
          <w:b/>
          <w:sz w:val="28"/>
          <w:szCs w:val="28"/>
        </w:rPr>
        <w:t>16</w:t>
      </w:r>
      <w:r>
        <w:rPr>
          <w:b/>
          <w:sz w:val="28"/>
          <w:szCs w:val="28"/>
        </w:rPr>
        <w:t>.</w:t>
      </w:r>
      <w:r w:rsidR="00F570D6">
        <w:rPr>
          <w:b/>
          <w:sz w:val="28"/>
          <w:szCs w:val="28"/>
        </w:rPr>
        <w:t>0</w:t>
      </w:r>
      <w:r w:rsidR="00A54B04">
        <w:rPr>
          <w:b/>
          <w:sz w:val="28"/>
          <w:szCs w:val="28"/>
        </w:rPr>
        <w:t>4</w:t>
      </w:r>
      <w:r w:rsidRPr="003A5553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</w:t>
      </w:r>
      <w:r w:rsidR="00F570D6">
        <w:rPr>
          <w:b/>
          <w:sz w:val="28"/>
          <w:szCs w:val="28"/>
        </w:rPr>
        <w:t>1</w:t>
      </w:r>
    </w:p>
    <w:p w:rsidR="00224609" w:rsidRDefault="00224609" w:rsidP="00224609">
      <w:pPr>
        <w:jc w:val="center"/>
        <w:rPr>
          <w:sz w:val="16"/>
          <w:szCs w:val="16"/>
        </w:rPr>
      </w:pPr>
    </w:p>
    <w:p w:rsidR="00F4404D" w:rsidRPr="00567DD1" w:rsidRDefault="00F4404D" w:rsidP="00224609">
      <w:pPr>
        <w:jc w:val="center"/>
        <w:rPr>
          <w:sz w:val="16"/>
          <w:szCs w:val="16"/>
        </w:rPr>
      </w:pPr>
    </w:p>
    <w:tbl>
      <w:tblPr>
        <w:tblW w:w="10050" w:type="dxa"/>
        <w:jc w:val="center"/>
        <w:tblInd w:w="-3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"/>
        <w:gridCol w:w="6587"/>
        <w:gridCol w:w="2945"/>
      </w:tblGrid>
      <w:tr w:rsidR="00F4404D" w:rsidRPr="001562AB" w:rsidTr="00BC1533">
        <w:trPr>
          <w:cantSplit/>
          <w:trHeight w:val="611"/>
          <w:jc w:val="center"/>
        </w:trPr>
        <w:tc>
          <w:tcPr>
            <w:tcW w:w="518" w:type="dxa"/>
            <w:vAlign w:val="center"/>
          </w:tcPr>
          <w:p w:rsidR="00F4404D" w:rsidRPr="004233EB" w:rsidRDefault="00F4404D" w:rsidP="00224609">
            <w:pPr>
              <w:pStyle w:val="a8"/>
              <w:ind w:left="-73" w:right="-51"/>
              <w:rPr>
                <w:b w:val="0"/>
                <w:sz w:val="22"/>
                <w:szCs w:val="22"/>
              </w:rPr>
            </w:pPr>
            <w:bookmarkStart w:id="0" w:name="_Hlk467673933"/>
            <w:r w:rsidRPr="004233E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6587" w:type="dxa"/>
            <w:vAlign w:val="center"/>
          </w:tcPr>
          <w:p w:rsidR="00F4404D" w:rsidRPr="004233EB" w:rsidRDefault="00F4404D" w:rsidP="00224609">
            <w:pPr>
              <w:pStyle w:val="a8"/>
              <w:rPr>
                <w:b w:val="0"/>
                <w:sz w:val="22"/>
                <w:szCs w:val="22"/>
              </w:rPr>
            </w:pPr>
            <w:r w:rsidRPr="004233E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2945" w:type="dxa"/>
            <w:vAlign w:val="center"/>
          </w:tcPr>
          <w:p w:rsidR="00F4404D" w:rsidRPr="004233EB" w:rsidRDefault="00F4404D" w:rsidP="00224609">
            <w:pPr>
              <w:pStyle w:val="a8"/>
              <w:ind w:left="-153" w:right="-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935EF3" w:rsidRPr="001562AB" w:rsidTr="00BC1533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935EF3" w:rsidRPr="004233EB" w:rsidRDefault="00935EF3" w:rsidP="00224609">
            <w:pPr>
              <w:ind w:firstLine="94"/>
              <w:jc w:val="both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1</w:t>
            </w:r>
          </w:p>
        </w:tc>
        <w:tc>
          <w:tcPr>
            <w:tcW w:w="6587" w:type="dxa"/>
          </w:tcPr>
          <w:p w:rsidR="00935EF3" w:rsidRPr="00F2328C" w:rsidRDefault="00935EF3" w:rsidP="006D350A">
            <w:r w:rsidRPr="00F2328C">
              <w:t>Право заключения договора аренды земельного участка с к</w:t>
            </w:r>
            <w:r w:rsidRPr="00F2328C">
              <w:t>а</w:t>
            </w:r>
            <w:r w:rsidRPr="00F2328C">
              <w:t xml:space="preserve">дастровым номером 28:01:010139:1370, площадью 22 </w:t>
            </w:r>
            <w:proofErr w:type="spellStart"/>
            <w:r w:rsidRPr="00F2328C">
              <w:t>кв</w:t>
            </w:r>
            <w:proofErr w:type="gramStart"/>
            <w:r w:rsidRPr="00F2328C">
              <w:t>.м</w:t>
            </w:r>
            <w:proofErr w:type="spellEnd"/>
            <w:proofErr w:type="gramEnd"/>
            <w:r w:rsidRPr="00F2328C">
              <w:t>, расположенного в квартале 139, для хранения автотранспорта</w:t>
            </w:r>
          </w:p>
        </w:tc>
        <w:tc>
          <w:tcPr>
            <w:tcW w:w="2945" w:type="dxa"/>
            <w:vAlign w:val="center"/>
          </w:tcPr>
          <w:p w:rsidR="006D350A" w:rsidRPr="006D350A" w:rsidRDefault="00935EF3" w:rsidP="00935EF3">
            <w:pPr>
              <w:jc w:val="center"/>
              <w:rPr>
                <w:color w:val="000000"/>
              </w:rPr>
            </w:pPr>
            <w:r w:rsidRPr="006D350A">
              <w:rPr>
                <w:color w:val="000000"/>
              </w:rPr>
              <w:t xml:space="preserve">Победитель аукциона </w:t>
            </w:r>
          </w:p>
          <w:p w:rsidR="00935EF3" w:rsidRPr="006D350A" w:rsidRDefault="006D350A" w:rsidP="00935EF3">
            <w:pPr>
              <w:jc w:val="center"/>
              <w:rPr>
                <w:color w:val="000000"/>
              </w:rPr>
            </w:pPr>
            <w:r w:rsidRPr="006D350A">
              <w:rPr>
                <w:color w:val="000000"/>
              </w:rPr>
              <w:t>З</w:t>
            </w:r>
            <w:r w:rsidRPr="006D350A">
              <w:rPr>
                <w:color w:val="000000"/>
              </w:rPr>
              <w:t>а</w:t>
            </w:r>
            <w:r w:rsidRPr="006D350A">
              <w:rPr>
                <w:color w:val="000000"/>
              </w:rPr>
              <w:t>порожец И.А.</w:t>
            </w:r>
          </w:p>
          <w:p w:rsidR="00935EF3" w:rsidRPr="00B83EA4" w:rsidRDefault="00935EF3" w:rsidP="00935EF3">
            <w:pPr>
              <w:jc w:val="center"/>
              <w:rPr>
                <w:highlight w:val="yellow"/>
              </w:rPr>
            </w:pPr>
          </w:p>
        </w:tc>
      </w:tr>
      <w:tr w:rsidR="00935EF3" w:rsidRPr="00C31977" w:rsidTr="00BC1533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935EF3" w:rsidRPr="004233EB" w:rsidRDefault="00935EF3" w:rsidP="00224609">
            <w:pPr>
              <w:jc w:val="center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2</w:t>
            </w:r>
          </w:p>
        </w:tc>
        <w:tc>
          <w:tcPr>
            <w:tcW w:w="6587" w:type="dxa"/>
          </w:tcPr>
          <w:p w:rsidR="00935EF3" w:rsidRPr="00F2328C" w:rsidRDefault="00935EF3" w:rsidP="006D350A">
            <w:r w:rsidRPr="00F2328C">
              <w:t>Право заключения договора аренды земельного участка с к</w:t>
            </w:r>
            <w:r w:rsidRPr="00F2328C">
              <w:t>а</w:t>
            </w:r>
            <w:r w:rsidRPr="00F2328C">
              <w:t xml:space="preserve">дастровым номером 28:01:110257:391, площадью 17632 </w:t>
            </w:r>
            <w:proofErr w:type="spellStart"/>
            <w:r w:rsidRPr="00F2328C">
              <w:t>кв</w:t>
            </w:r>
            <w:proofErr w:type="gramStart"/>
            <w:r w:rsidRPr="00F2328C">
              <w:t>.м</w:t>
            </w:r>
            <w:proofErr w:type="spellEnd"/>
            <w:proofErr w:type="gramEnd"/>
            <w:r w:rsidRPr="00F2328C">
              <w:t xml:space="preserve">, расположенного в квартале В-2 с. </w:t>
            </w:r>
            <w:proofErr w:type="spellStart"/>
            <w:r w:rsidRPr="00F2328C">
              <w:t>Верхнеблаговещенское</w:t>
            </w:r>
            <w:proofErr w:type="spellEnd"/>
            <w:r w:rsidRPr="00F2328C">
              <w:t>, для складов</w:t>
            </w:r>
          </w:p>
        </w:tc>
        <w:tc>
          <w:tcPr>
            <w:tcW w:w="2945" w:type="dxa"/>
            <w:vAlign w:val="center"/>
          </w:tcPr>
          <w:p w:rsidR="00935EF3" w:rsidRPr="00EC5306" w:rsidRDefault="00935EF3" w:rsidP="00F570D6">
            <w:pPr>
              <w:ind w:right="177"/>
              <w:jc w:val="center"/>
            </w:pPr>
            <w:r w:rsidRPr="00EC5306">
              <w:t>Аукцион признан</w:t>
            </w:r>
          </w:p>
          <w:p w:rsidR="00935EF3" w:rsidRPr="00B83EA4" w:rsidRDefault="00935EF3" w:rsidP="00F570D6">
            <w:pPr>
              <w:jc w:val="center"/>
            </w:pPr>
            <w:r w:rsidRPr="00EC5306">
              <w:t>несостоявшимся</w:t>
            </w:r>
            <w:r w:rsidRPr="00BC15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</w:p>
        </w:tc>
      </w:tr>
      <w:tr w:rsidR="00935EF3" w:rsidRPr="008B45A1" w:rsidTr="00BC1533">
        <w:trPr>
          <w:cantSplit/>
          <w:trHeight w:val="1138"/>
          <w:jc w:val="center"/>
        </w:trPr>
        <w:tc>
          <w:tcPr>
            <w:tcW w:w="518" w:type="dxa"/>
            <w:vAlign w:val="center"/>
          </w:tcPr>
          <w:p w:rsidR="00935EF3" w:rsidRPr="004233EB" w:rsidRDefault="00935EF3" w:rsidP="00224609">
            <w:pPr>
              <w:jc w:val="center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3</w:t>
            </w:r>
          </w:p>
        </w:tc>
        <w:tc>
          <w:tcPr>
            <w:tcW w:w="6587" w:type="dxa"/>
          </w:tcPr>
          <w:p w:rsidR="00935EF3" w:rsidRPr="00F2328C" w:rsidRDefault="00935EF3" w:rsidP="006D350A">
            <w:r w:rsidRPr="00F2328C">
              <w:t>Право заключения договора аренды земельного участка с к</w:t>
            </w:r>
            <w:r w:rsidRPr="00F2328C">
              <w:t>а</w:t>
            </w:r>
            <w:r w:rsidRPr="00F2328C">
              <w:t xml:space="preserve">дастровым номером 28:01:020527:139, площадью 5000 </w:t>
            </w:r>
            <w:proofErr w:type="spellStart"/>
            <w:r w:rsidRPr="00F2328C">
              <w:t>кв</w:t>
            </w:r>
            <w:proofErr w:type="gramStart"/>
            <w:r w:rsidRPr="00F2328C">
              <w:t>.м</w:t>
            </w:r>
            <w:proofErr w:type="spellEnd"/>
            <w:proofErr w:type="gramEnd"/>
            <w:r w:rsidRPr="00F2328C">
              <w:t>, расположенного в квартале 527, для складов</w:t>
            </w:r>
          </w:p>
        </w:tc>
        <w:tc>
          <w:tcPr>
            <w:tcW w:w="2945" w:type="dxa"/>
            <w:vAlign w:val="center"/>
          </w:tcPr>
          <w:p w:rsidR="00935EF3" w:rsidRDefault="00935EF3" w:rsidP="00CC3F03">
            <w:pPr>
              <w:widowControl w:val="0"/>
              <w:suppressAutoHyphens/>
              <w:ind w:left="-61" w:right="-187"/>
              <w:jc w:val="center"/>
              <w:rPr>
                <w:color w:val="000000"/>
              </w:rPr>
            </w:pPr>
            <w:r w:rsidRPr="008B45A1">
              <w:rPr>
                <w:color w:val="000000"/>
              </w:rPr>
              <w:t>Договор подлежит</w:t>
            </w:r>
          </w:p>
          <w:p w:rsidR="00935EF3" w:rsidRDefault="00935EF3" w:rsidP="00CC3F03">
            <w:pPr>
              <w:widowControl w:val="0"/>
              <w:suppressAutoHyphens/>
              <w:ind w:left="-61" w:right="-187"/>
              <w:jc w:val="center"/>
              <w:rPr>
                <w:color w:val="000000"/>
              </w:rPr>
            </w:pPr>
            <w:r w:rsidRPr="008B45A1">
              <w:rPr>
                <w:color w:val="000000"/>
              </w:rPr>
              <w:t xml:space="preserve"> заключению с единственным участником</w:t>
            </w:r>
          </w:p>
          <w:p w:rsidR="00935EF3" w:rsidRPr="008B45A1" w:rsidRDefault="00935EF3" w:rsidP="00CC3F03">
            <w:pPr>
              <w:widowControl w:val="0"/>
              <w:suppressAutoHyphens/>
              <w:ind w:left="-61" w:right="-187"/>
              <w:jc w:val="center"/>
            </w:pPr>
            <w:r>
              <w:t>ИП Солдаткиным К.Ю.</w:t>
            </w:r>
            <w:r w:rsidRPr="008B45A1">
              <w:rPr>
                <w:color w:val="000000"/>
              </w:rPr>
              <w:t xml:space="preserve"> </w:t>
            </w:r>
          </w:p>
        </w:tc>
      </w:tr>
      <w:tr w:rsidR="00935EF3" w:rsidRPr="00C31977" w:rsidTr="00BC1533">
        <w:trPr>
          <w:cantSplit/>
          <w:trHeight w:val="1138"/>
          <w:jc w:val="center"/>
        </w:trPr>
        <w:tc>
          <w:tcPr>
            <w:tcW w:w="518" w:type="dxa"/>
            <w:vAlign w:val="center"/>
          </w:tcPr>
          <w:p w:rsidR="00935EF3" w:rsidRPr="004233EB" w:rsidRDefault="00935EF3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587" w:type="dxa"/>
          </w:tcPr>
          <w:p w:rsidR="00935EF3" w:rsidRPr="00F2328C" w:rsidRDefault="00935EF3" w:rsidP="006D350A">
            <w:r w:rsidRPr="00F2328C">
              <w:t>Право заключения договора аренды земельного участка с к</w:t>
            </w:r>
            <w:r w:rsidRPr="00F2328C">
              <w:t>а</w:t>
            </w:r>
            <w:r w:rsidRPr="00F2328C">
              <w:t xml:space="preserve">дастровым номером 28:01:170147:6, площадью 710 </w:t>
            </w:r>
            <w:proofErr w:type="spellStart"/>
            <w:r w:rsidRPr="00F2328C">
              <w:t>кв</w:t>
            </w:r>
            <w:proofErr w:type="gramStart"/>
            <w:r w:rsidRPr="00F2328C">
              <w:t>.м</w:t>
            </w:r>
            <w:proofErr w:type="spellEnd"/>
            <w:proofErr w:type="gramEnd"/>
            <w:r w:rsidRPr="00F2328C">
              <w:t>, ра</w:t>
            </w:r>
            <w:r w:rsidRPr="00F2328C">
              <w:t>с</w:t>
            </w:r>
            <w:r w:rsidRPr="00F2328C">
              <w:t>положенного в с/т «Горянка», для ведения садоводства</w:t>
            </w:r>
          </w:p>
        </w:tc>
        <w:tc>
          <w:tcPr>
            <w:tcW w:w="2945" w:type="dxa"/>
            <w:vAlign w:val="center"/>
          </w:tcPr>
          <w:p w:rsidR="00935EF3" w:rsidRDefault="00935EF3" w:rsidP="00CC3F03">
            <w:pPr>
              <w:suppressAutoHyphens/>
              <w:ind w:left="-61" w:right="-187"/>
              <w:jc w:val="center"/>
              <w:rPr>
                <w:color w:val="000000"/>
              </w:rPr>
            </w:pPr>
            <w:r w:rsidRPr="008B45A1">
              <w:rPr>
                <w:color w:val="000000"/>
              </w:rPr>
              <w:t>Договор подлежит</w:t>
            </w:r>
          </w:p>
          <w:p w:rsidR="00935EF3" w:rsidRDefault="00935EF3" w:rsidP="00CC3F03">
            <w:pPr>
              <w:suppressAutoHyphens/>
              <w:ind w:left="-61" w:right="-187"/>
              <w:jc w:val="center"/>
              <w:rPr>
                <w:color w:val="000000"/>
              </w:rPr>
            </w:pPr>
            <w:r w:rsidRPr="008B45A1">
              <w:rPr>
                <w:color w:val="000000"/>
              </w:rPr>
              <w:t xml:space="preserve"> заключению с единственным участником</w:t>
            </w:r>
          </w:p>
          <w:p w:rsidR="00935EF3" w:rsidRPr="009A52C6" w:rsidRDefault="00935EF3" w:rsidP="00CC3F03">
            <w:pPr>
              <w:suppressAutoHyphens/>
              <w:ind w:left="-61" w:right="-187"/>
              <w:jc w:val="center"/>
              <w:rPr>
                <w:color w:val="000000"/>
              </w:rPr>
            </w:pPr>
            <w:r>
              <w:t>Александровым А.А.</w:t>
            </w:r>
          </w:p>
        </w:tc>
      </w:tr>
      <w:tr w:rsidR="00935EF3" w:rsidRPr="00C31977" w:rsidTr="00BC1533">
        <w:trPr>
          <w:cantSplit/>
          <w:trHeight w:val="1138"/>
          <w:jc w:val="center"/>
        </w:trPr>
        <w:tc>
          <w:tcPr>
            <w:tcW w:w="518" w:type="dxa"/>
            <w:vAlign w:val="center"/>
          </w:tcPr>
          <w:p w:rsidR="00935EF3" w:rsidRPr="004233EB" w:rsidRDefault="00935EF3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87" w:type="dxa"/>
          </w:tcPr>
          <w:p w:rsidR="00935EF3" w:rsidRPr="00F2328C" w:rsidRDefault="00935EF3" w:rsidP="006D350A">
            <w:r w:rsidRPr="00F2328C">
              <w:t>Право заключения договора аренды земельного участка с к</w:t>
            </w:r>
            <w:r w:rsidRPr="00F2328C">
              <w:t>а</w:t>
            </w:r>
            <w:r w:rsidRPr="00F2328C">
              <w:t xml:space="preserve">дастровым номером 28:01:170147:9, площадью 1005 </w:t>
            </w:r>
            <w:proofErr w:type="spellStart"/>
            <w:r w:rsidRPr="00F2328C">
              <w:t>кв</w:t>
            </w:r>
            <w:proofErr w:type="gramStart"/>
            <w:r w:rsidRPr="00F2328C">
              <w:t>.м</w:t>
            </w:r>
            <w:proofErr w:type="spellEnd"/>
            <w:proofErr w:type="gramEnd"/>
            <w:r w:rsidRPr="00F2328C">
              <w:t>, расположенного в с/т «Горянка», для ведения садоводства</w:t>
            </w:r>
          </w:p>
        </w:tc>
        <w:tc>
          <w:tcPr>
            <w:tcW w:w="2945" w:type="dxa"/>
            <w:vAlign w:val="center"/>
          </w:tcPr>
          <w:p w:rsidR="00935EF3" w:rsidRPr="00EC5306" w:rsidRDefault="00935EF3" w:rsidP="00935EF3">
            <w:pPr>
              <w:ind w:right="177"/>
              <w:jc w:val="center"/>
            </w:pPr>
            <w:r w:rsidRPr="00EC5306">
              <w:t>Аукцион признан</w:t>
            </w:r>
            <w:bookmarkStart w:id="1" w:name="_GoBack"/>
            <w:bookmarkEnd w:id="1"/>
          </w:p>
          <w:p w:rsidR="00935EF3" w:rsidRPr="009A52C6" w:rsidRDefault="00935EF3" w:rsidP="00935EF3">
            <w:pPr>
              <w:jc w:val="center"/>
              <w:rPr>
                <w:color w:val="000000"/>
              </w:rPr>
            </w:pPr>
            <w:r w:rsidRPr="00EC5306">
              <w:t>несостоявшимся</w:t>
            </w:r>
            <w:r w:rsidRPr="00BC15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</w:p>
        </w:tc>
      </w:tr>
      <w:tr w:rsidR="00935EF3" w:rsidRPr="00C31977" w:rsidTr="00BC1533">
        <w:trPr>
          <w:cantSplit/>
          <w:trHeight w:val="1138"/>
          <w:jc w:val="center"/>
        </w:trPr>
        <w:tc>
          <w:tcPr>
            <w:tcW w:w="518" w:type="dxa"/>
            <w:vAlign w:val="center"/>
          </w:tcPr>
          <w:p w:rsidR="00935EF3" w:rsidRPr="004233EB" w:rsidRDefault="00935EF3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587" w:type="dxa"/>
          </w:tcPr>
          <w:p w:rsidR="00935EF3" w:rsidRPr="00F2328C" w:rsidRDefault="00935EF3" w:rsidP="00857BB9">
            <w:r w:rsidRPr="00F2328C">
              <w:t>Право заключения договора аренды земельного участка с к</w:t>
            </w:r>
            <w:r w:rsidRPr="00F2328C">
              <w:t>а</w:t>
            </w:r>
            <w:r w:rsidRPr="00F2328C">
              <w:t xml:space="preserve">дастровым номером 28:01:020004:668, площадью 7770 </w:t>
            </w:r>
            <w:proofErr w:type="spellStart"/>
            <w:r w:rsidRPr="00F2328C">
              <w:t>кв</w:t>
            </w:r>
            <w:proofErr w:type="gramStart"/>
            <w:r w:rsidRPr="00F2328C">
              <w:t>.м</w:t>
            </w:r>
            <w:proofErr w:type="spellEnd"/>
            <w:proofErr w:type="gramEnd"/>
            <w:r w:rsidRPr="00F2328C">
              <w:t>, расположенного в квартале СПУ-5 города Благовещенска, для хранения и переработки сельскохозяйственной проду</w:t>
            </w:r>
            <w:r w:rsidRPr="00F2328C">
              <w:t>к</w:t>
            </w:r>
            <w:r w:rsidRPr="00F2328C">
              <w:t>ции</w:t>
            </w:r>
          </w:p>
        </w:tc>
        <w:tc>
          <w:tcPr>
            <w:tcW w:w="2945" w:type="dxa"/>
            <w:vAlign w:val="center"/>
          </w:tcPr>
          <w:p w:rsidR="00935EF3" w:rsidRPr="00EC5306" w:rsidRDefault="00935EF3" w:rsidP="00935EF3">
            <w:pPr>
              <w:ind w:right="177"/>
              <w:jc w:val="center"/>
            </w:pPr>
            <w:r w:rsidRPr="00EC5306">
              <w:t>Аукцион признан</w:t>
            </w:r>
          </w:p>
          <w:p w:rsidR="00935EF3" w:rsidRPr="009A52C6" w:rsidRDefault="00935EF3" w:rsidP="00935EF3">
            <w:pPr>
              <w:jc w:val="center"/>
              <w:rPr>
                <w:color w:val="000000"/>
              </w:rPr>
            </w:pPr>
            <w:r w:rsidRPr="00EC5306">
              <w:t>несостоявшимся</w:t>
            </w:r>
            <w:r w:rsidRPr="00BC15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</w:p>
        </w:tc>
      </w:tr>
      <w:tr w:rsidR="00935EF3" w:rsidRPr="00C31977" w:rsidTr="00BC1533">
        <w:trPr>
          <w:cantSplit/>
          <w:trHeight w:val="1138"/>
          <w:jc w:val="center"/>
        </w:trPr>
        <w:tc>
          <w:tcPr>
            <w:tcW w:w="518" w:type="dxa"/>
            <w:vAlign w:val="center"/>
          </w:tcPr>
          <w:p w:rsidR="00935EF3" w:rsidRDefault="00935EF3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587" w:type="dxa"/>
          </w:tcPr>
          <w:p w:rsidR="00935EF3" w:rsidRDefault="00935EF3" w:rsidP="00857BB9">
            <w:r w:rsidRPr="00F2328C">
              <w:t xml:space="preserve">Земельный участок кадастровым номером 28:01:000000:12285, площадью 532 </w:t>
            </w:r>
            <w:proofErr w:type="spellStart"/>
            <w:r w:rsidRPr="00F2328C">
              <w:t>кв</w:t>
            </w:r>
            <w:proofErr w:type="gramStart"/>
            <w:r w:rsidRPr="00F2328C">
              <w:t>.м</w:t>
            </w:r>
            <w:proofErr w:type="spellEnd"/>
            <w:proofErr w:type="gramEnd"/>
            <w:r w:rsidRPr="00F2328C">
              <w:t>, расположенного в с/т «Вершина», для ведения садоводства</w:t>
            </w:r>
          </w:p>
        </w:tc>
        <w:tc>
          <w:tcPr>
            <w:tcW w:w="2945" w:type="dxa"/>
            <w:vAlign w:val="center"/>
          </w:tcPr>
          <w:p w:rsidR="00935EF3" w:rsidRPr="00EC5306" w:rsidRDefault="00935EF3" w:rsidP="00935EF3">
            <w:pPr>
              <w:ind w:right="177"/>
              <w:jc w:val="center"/>
            </w:pPr>
            <w:r w:rsidRPr="00EC5306">
              <w:t>Аукцион признан</w:t>
            </w:r>
          </w:p>
          <w:p w:rsidR="00935EF3" w:rsidRPr="009A52C6" w:rsidRDefault="00935EF3" w:rsidP="00935EF3">
            <w:pPr>
              <w:jc w:val="center"/>
              <w:rPr>
                <w:color w:val="000000"/>
              </w:rPr>
            </w:pPr>
            <w:r w:rsidRPr="00EC5306">
              <w:t>несостоявшимся</w:t>
            </w:r>
            <w:r w:rsidRPr="00BC15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</w:p>
        </w:tc>
      </w:tr>
      <w:bookmarkEnd w:id="0"/>
    </w:tbl>
    <w:p w:rsidR="00CB2E45" w:rsidRPr="00567DD1" w:rsidRDefault="00CB2E45" w:rsidP="0085289B">
      <w:pPr>
        <w:pStyle w:val="ConsTitle"/>
        <w:widowControl/>
        <w:tabs>
          <w:tab w:val="left" w:pos="540"/>
          <w:tab w:val="left" w:pos="4253"/>
        </w:tabs>
        <w:suppressAutoHyphens/>
        <w:ind w:right="57"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sectPr w:rsidR="00CB2E45" w:rsidRPr="00567DD1" w:rsidSect="00567DD1">
      <w:headerReference w:type="even" r:id="rId9"/>
      <w:footerReference w:type="even" r:id="rId10"/>
      <w:footerReference w:type="default" r:id="rId11"/>
      <w:pgSz w:w="11906" w:h="16838"/>
      <w:pgMar w:top="1077" w:right="567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C6A" w:rsidRDefault="000F0C6A">
      <w:r>
        <w:separator/>
      </w:r>
    </w:p>
  </w:endnote>
  <w:endnote w:type="continuationSeparator" w:id="0">
    <w:p w:rsidR="000F0C6A" w:rsidRDefault="000F0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C6A" w:rsidRDefault="00FB466D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F0C6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0C6A" w:rsidRDefault="000F0C6A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C6A" w:rsidRDefault="00FB466D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F0C6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C3F03">
      <w:rPr>
        <w:rStyle w:val="a5"/>
        <w:noProof/>
      </w:rPr>
      <w:t>1</w:t>
    </w:r>
    <w:r>
      <w:rPr>
        <w:rStyle w:val="a5"/>
      </w:rPr>
      <w:fldChar w:fldCharType="end"/>
    </w:r>
  </w:p>
  <w:p w:rsidR="000F0C6A" w:rsidRDefault="000F0C6A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C6A" w:rsidRDefault="000F0C6A">
      <w:r>
        <w:separator/>
      </w:r>
    </w:p>
  </w:footnote>
  <w:footnote w:type="continuationSeparator" w:id="0">
    <w:p w:rsidR="000F0C6A" w:rsidRDefault="000F0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C6A" w:rsidRDefault="00FB466D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F0C6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0C6A" w:rsidRDefault="000F0C6A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3DC8"/>
    <w:rsid w:val="00000CE8"/>
    <w:rsid w:val="0000156C"/>
    <w:rsid w:val="00003893"/>
    <w:rsid w:val="00003967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EED"/>
    <w:rsid w:val="00043CD7"/>
    <w:rsid w:val="00044068"/>
    <w:rsid w:val="0004637D"/>
    <w:rsid w:val="000463CF"/>
    <w:rsid w:val="00046B20"/>
    <w:rsid w:val="000470D7"/>
    <w:rsid w:val="00047CDF"/>
    <w:rsid w:val="00050753"/>
    <w:rsid w:val="00050FA3"/>
    <w:rsid w:val="00052257"/>
    <w:rsid w:val="0005245D"/>
    <w:rsid w:val="00053BAC"/>
    <w:rsid w:val="00054FA0"/>
    <w:rsid w:val="00056790"/>
    <w:rsid w:val="000568AC"/>
    <w:rsid w:val="00060995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1874"/>
    <w:rsid w:val="00071B5E"/>
    <w:rsid w:val="000721CC"/>
    <w:rsid w:val="00073D87"/>
    <w:rsid w:val="00074491"/>
    <w:rsid w:val="00075D45"/>
    <w:rsid w:val="00077CF7"/>
    <w:rsid w:val="000800CB"/>
    <w:rsid w:val="00080698"/>
    <w:rsid w:val="000808C7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580C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A3C"/>
    <w:rsid w:val="000A23FE"/>
    <w:rsid w:val="000A37EE"/>
    <w:rsid w:val="000A39CE"/>
    <w:rsid w:val="000A3DB9"/>
    <w:rsid w:val="000A4599"/>
    <w:rsid w:val="000A4B5F"/>
    <w:rsid w:val="000A4FC5"/>
    <w:rsid w:val="000A51BC"/>
    <w:rsid w:val="000A592E"/>
    <w:rsid w:val="000A6B38"/>
    <w:rsid w:val="000A71C6"/>
    <w:rsid w:val="000A743F"/>
    <w:rsid w:val="000B0E5C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2520"/>
    <w:rsid w:val="000D2EB4"/>
    <w:rsid w:val="000D353C"/>
    <w:rsid w:val="000D45E5"/>
    <w:rsid w:val="000D4ACC"/>
    <w:rsid w:val="000D5495"/>
    <w:rsid w:val="000D6229"/>
    <w:rsid w:val="000D6320"/>
    <w:rsid w:val="000D6920"/>
    <w:rsid w:val="000D696B"/>
    <w:rsid w:val="000D7682"/>
    <w:rsid w:val="000D779E"/>
    <w:rsid w:val="000D78B1"/>
    <w:rsid w:val="000D79A7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C6A"/>
    <w:rsid w:val="000F1292"/>
    <w:rsid w:val="000F16BC"/>
    <w:rsid w:val="000F171C"/>
    <w:rsid w:val="000F2F27"/>
    <w:rsid w:val="000F3637"/>
    <w:rsid w:val="000F43E7"/>
    <w:rsid w:val="000F4E4C"/>
    <w:rsid w:val="000F4F7A"/>
    <w:rsid w:val="000F5218"/>
    <w:rsid w:val="000F627A"/>
    <w:rsid w:val="000F681E"/>
    <w:rsid w:val="0010001C"/>
    <w:rsid w:val="00101BD5"/>
    <w:rsid w:val="00102C95"/>
    <w:rsid w:val="0010392B"/>
    <w:rsid w:val="00107A4F"/>
    <w:rsid w:val="001119E2"/>
    <w:rsid w:val="00111FDF"/>
    <w:rsid w:val="001124A5"/>
    <w:rsid w:val="0011283B"/>
    <w:rsid w:val="00112F6A"/>
    <w:rsid w:val="001130A5"/>
    <w:rsid w:val="00114E67"/>
    <w:rsid w:val="001157A9"/>
    <w:rsid w:val="00115EFA"/>
    <w:rsid w:val="001207AF"/>
    <w:rsid w:val="001213F5"/>
    <w:rsid w:val="0012183A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671"/>
    <w:rsid w:val="0013005C"/>
    <w:rsid w:val="001302AD"/>
    <w:rsid w:val="00131296"/>
    <w:rsid w:val="00132FA9"/>
    <w:rsid w:val="001339BF"/>
    <w:rsid w:val="00133C02"/>
    <w:rsid w:val="0013401D"/>
    <w:rsid w:val="00135C61"/>
    <w:rsid w:val="00136002"/>
    <w:rsid w:val="00136030"/>
    <w:rsid w:val="0013646C"/>
    <w:rsid w:val="00136DFB"/>
    <w:rsid w:val="00137D4D"/>
    <w:rsid w:val="0014048B"/>
    <w:rsid w:val="00140DA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2197"/>
    <w:rsid w:val="00152310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D88"/>
    <w:rsid w:val="00183B6F"/>
    <w:rsid w:val="00184042"/>
    <w:rsid w:val="00184C03"/>
    <w:rsid w:val="001850B2"/>
    <w:rsid w:val="00186096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EBB"/>
    <w:rsid w:val="001A6127"/>
    <w:rsid w:val="001A788E"/>
    <w:rsid w:val="001B07DB"/>
    <w:rsid w:val="001B0E13"/>
    <w:rsid w:val="001B100E"/>
    <w:rsid w:val="001B16BC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E0A"/>
    <w:rsid w:val="001C5E2E"/>
    <w:rsid w:val="001C6481"/>
    <w:rsid w:val="001D1B50"/>
    <w:rsid w:val="001D2BEE"/>
    <w:rsid w:val="001D33CA"/>
    <w:rsid w:val="001D52DE"/>
    <w:rsid w:val="001D64D4"/>
    <w:rsid w:val="001D78AE"/>
    <w:rsid w:val="001D7CCF"/>
    <w:rsid w:val="001E1E98"/>
    <w:rsid w:val="001E1FDA"/>
    <w:rsid w:val="001E2DE8"/>
    <w:rsid w:val="001E4CB1"/>
    <w:rsid w:val="001E51B0"/>
    <w:rsid w:val="001E5906"/>
    <w:rsid w:val="001E6B20"/>
    <w:rsid w:val="001E6BA6"/>
    <w:rsid w:val="001E79D1"/>
    <w:rsid w:val="001F0191"/>
    <w:rsid w:val="001F0CED"/>
    <w:rsid w:val="001F0F56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321"/>
    <w:rsid w:val="002029B0"/>
    <w:rsid w:val="0020319A"/>
    <w:rsid w:val="00203428"/>
    <w:rsid w:val="002042A5"/>
    <w:rsid w:val="002058D2"/>
    <w:rsid w:val="00205E9F"/>
    <w:rsid w:val="00206346"/>
    <w:rsid w:val="002071D4"/>
    <w:rsid w:val="00210A07"/>
    <w:rsid w:val="00210BB8"/>
    <w:rsid w:val="00211595"/>
    <w:rsid w:val="00211A6C"/>
    <w:rsid w:val="00211E0A"/>
    <w:rsid w:val="00211FC7"/>
    <w:rsid w:val="002123FC"/>
    <w:rsid w:val="002125A1"/>
    <w:rsid w:val="00212EB8"/>
    <w:rsid w:val="00212FCA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2135"/>
    <w:rsid w:val="00232145"/>
    <w:rsid w:val="00232275"/>
    <w:rsid w:val="0023280A"/>
    <w:rsid w:val="00233288"/>
    <w:rsid w:val="00233CA3"/>
    <w:rsid w:val="00234EAB"/>
    <w:rsid w:val="00235BE3"/>
    <w:rsid w:val="00236CB8"/>
    <w:rsid w:val="00242324"/>
    <w:rsid w:val="0024329F"/>
    <w:rsid w:val="00243AC4"/>
    <w:rsid w:val="002456C3"/>
    <w:rsid w:val="0024573F"/>
    <w:rsid w:val="00246625"/>
    <w:rsid w:val="002504AC"/>
    <w:rsid w:val="0025104A"/>
    <w:rsid w:val="002529C9"/>
    <w:rsid w:val="00252F5E"/>
    <w:rsid w:val="00255319"/>
    <w:rsid w:val="0025638A"/>
    <w:rsid w:val="002615F4"/>
    <w:rsid w:val="00262591"/>
    <w:rsid w:val="002635C0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4403"/>
    <w:rsid w:val="00274FFA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20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A151F"/>
    <w:rsid w:val="002A15E4"/>
    <w:rsid w:val="002A1979"/>
    <w:rsid w:val="002A2810"/>
    <w:rsid w:val="002A2CC0"/>
    <w:rsid w:val="002A3282"/>
    <w:rsid w:val="002A3EEA"/>
    <w:rsid w:val="002A465A"/>
    <w:rsid w:val="002A5204"/>
    <w:rsid w:val="002A5DEB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50C6"/>
    <w:rsid w:val="002B580A"/>
    <w:rsid w:val="002C0551"/>
    <w:rsid w:val="002C05C0"/>
    <w:rsid w:val="002C09D3"/>
    <w:rsid w:val="002C1054"/>
    <w:rsid w:val="002C1FC1"/>
    <w:rsid w:val="002C2CD4"/>
    <w:rsid w:val="002C3F12"/>
    <w:rsid w:val="002C5169"/>
    <w:rsid w:val="002C5D35"/>
    <w:rsid w:val="002C65B0"/>
    <w:rsid w:val="002C6754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557"/>
    <w:rsid w:val="002E40EF"/>
    <w:rsid w:val="002E4F24"/>
    <w:rsid w:val="002E56D6"/>
    <w:rsid w:val="002E58EF"/>
    <w:rsid w:val="002E6FF2"/>
    <w:rsid w:val="002F0035"/>
    <w:rsid w:val="002F0725"/>
    <w:rsid w:val="002F0B4B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20C6D"/>
    <w:rsid w:val="00321394"/>
    <w:rsid w:val="0032180F"/>
    <w:rsid w:val="00321C12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281B"/>
    <w:rsid w:val="003530A8"/>
    <w:rsid w:val="00353D0B"/>
    <w:rsid w:val="00355BD6"/>
    <w:rsid w:val="00355C35"/>
    <w:rsid w:val="00355E48"/>
    <w:rsid w:val="0035603B"/>
    <w:rsid w:val="003578C5"/>
    <w:rsid w:val="00360F94"/>
    <w:rsid w:val="00361E68"/>
    <w:rsid w:val="0036228C"/>
    <w:rsid w:val="00362317"/>
    <w:rsid w:val="00362689"/>
    <w:rsid w:val="00362850"/>
    <w:rsid w:val="003638F2"/>
    <w:rsid w:val="003656C4"/>
    <w:rsid w:val="00371E5D"/>
    <w:rsid w:val="0037328D"/>
    <w:rsid w:val="00373A0A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7024"/>
    <w:rsid w:val="003971A2"/>
    <w:rsid w:val="00397466"/>
    <w:rsid w:val="00397666"/>
    <w:rsid w:val="003978B2"/>
    <w:rsid w:val="00397BAB"/>
    <w:rsid w:val="003A0515"/>
    <w:rsid w:val="003A2F8F"/>
    <w:rsid w:val="003A3064"/>
    <w:rsid w:val="003A3657"/>
    <w:rsid w:val="003A410B"/>
    <w:rsid w:val="003A4656"/>
    <w:rsid w:val="003A5411"/>
    <w:rsid w:val="003A5DF0"/>
    <w:rsid w:val="003B16D0"/>
    <w:rsid w:val="003B3946"/>
    <w:rsid w:val="003B4313"/>
    <w:rsid w:val="003B492F"/>
    <w:rsid w:val="003B4DA7"/>
    <w:rsid w:val="003B607C"/>
    <w:rsid w:val="003B6EE8"/>
    <w:rsid w:val="003B7152"/>
    <w:rsid w:val="003C1BE0"/>
    <w:rsid w:val="003C2587"/>
    <w:rsid w:val="003C28FE"/>
    <w:rsid w:val="003C35E3"/>
    <w:rsid w:val="003C36D2"/>
    <w:rsid w:val="003C4C29"/>
    <w:rsid w:val="003C5065"/>
    <w:rsid w:val="003C5554"/>
    <w:rsid w:val="003C5B57"/>
    <w:rsid w:val="003C6A7D"/>
    <w:rsid w:val="003C7032"/>
    <w:rsid w:val="003C7180"/>
    <w:rsid w:val="003C7246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6C88"/>
    <w:rsid w:val="003D7236"/>
    <w:rsid w:val="003E45C1"/>
    <w:rsid w:val="003E4FD5"/>
    <w:rsid w:val="003E5609"/>
    <w:rsid w:val="003E6A56"/>
    <w:rsid w:val="003F06DA"/>
    <w:rsid w:val="003F0F39"/>
    <w:rsid w:val="003F2188"/>
    <w:rsid w:val="003F2677"/>
    <w:rsid w:val="003F3CD0"/>
    <w:rsid w:val="003F4D41"/>
    <w:rsid w:val="003F5687"/>
    <w:rsid w:val="003F5E52"/>
    <w:rsid w:val="003F708E"/>
    <w:rsid w:val="003F737E"/>
    <w:rsid w:val="00400B7C"/>
    <w:rsid w:val="00400CE2"/>
    <w:rsid w:val="00400FB0"/>
    <w:rsid w:val="0040413C"/>
    <w:rsid w:val="00404831"/>
    <w:rsid w:val="004048F2"/>
    <w:rsid w:val="00404D77"/>
    <w:rsid w:val="0040673A"/>
    <w:rsid w:val="0040696C"/>
    <w:rsid w:val="00406CEE"/>
    <w:rsid w:val="004105D2"/>
    <w:rsid w:val="00410AEC"/>
    <w:rsid w:val="0041218E"/>
    <w:rsid w:val="00412918"/>
    <w:rsid w:val="00412CE0"/>
    <w:rsid w:val="00412D89"/>
    <w:rsid w:val="00413106"/>
    <w:rsid w:val="00413AD8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33EB"/>
    <w:rsid w:val="00423EC8"/>
    <w:rsid w:val="00424D3B"/>
    <w:rsid w:val="0042680C"/>
    <w:rsid w:val="004272DB"/>
    <w:rsid w:val="0043026C"/>
    <w:rsid w:val="00431097"/>
    <w:rsid w:val="00431407"/>
    <w:rsid w:val="004314E5"/>
    <w:rsid w:val="00432DF1"/>
    <w:rsid w:val="0043335D"/>
    <w:rsid w:val="00433E50"/>
    <w:rsid w:val="00434E35"/>
    <w:rsid w:val="00435441"/>
    <w:rsid w:val="00436419"/>
    <w:rsid w:val="0043697C"/>
    <w:rsid w:val="00437E15"/>
    <w:rsid w:val="004408BC"/>
    <w:rsid w:val="00440AAA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2699"/>
    <w:rsid w:val="00453BDC"/>
    <w:rsid w:val="00455D8D"/>
    <w:rsid w:val="00456875"/>
    <w:rsid w:val="00456C33"/>
    <w:rsid w:val="0045748D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2007"/>
    <w:rsid w:val="004724FE"/>
    <w:rsid w:val="00472599"/>
    <w:rsid w:val="004727B6"/>
    <w:rsid w:val="004727E5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4196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97A"/>
    <w:rsid w:val="00493236"/>
    <w:rsid w:val="00494065"/>
    <w:rsid w:val="00494FEC"/>
    <w:rsid w:val="004956F2"/>
    <w:rsid w:val="00495D44"/>
    <w:rsid w:val="00495E92"/>
    <w:rsid w:val="004962B8"/>
    <w:rsid w:val="004967D3"/>
    <w:rsid w:val="0049797A"/>
    <w:rsid w:val="004A07B1"/>
    <w:rsid w:val="004A21F1"/>
    <w:rsid w:val="004A31DD"/>
    <w:rsid w:val="004A3C72"/>
    <w:rsid w:val="004A4275"/>
    <w:rsid w:val="004A5152"/>
    <w:rsid w:val="004A5EA6"/>
    <w:rsid w:val="004A6CA1"/>
    <w:rsid w:val="004B1288"/>
    <w:rsid w:val="004B1E8D"/>
    <w:rsid w:val="004B228C"/>
    <w:rsid w:val="004B2934"/>
    <w:rsid w:val="004B307F"/>
    <w:rsid w:val="004B4B28"/>
    <w:rsid w:val="004B614D"/>
    <w:rsid w:val="004C0CB1"/>
    <w:rsid w:val="004C17C8"/>
    <w:rsid w:val="004C1944"/>
    <w:rsid w:val="004C29E0"/>
    <w:rsid w:val="004C2D0A"/>
    <w:rsid w:val="004C2E72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764"/>
    <w:rsid w:val="004D52F8"/>
    <w:rsid w:val="004D5970"/>
    <w:rsid w:val="004D6A6B"/>
    <w:rsid w:val="004D6A6F"/>
    <w:rsid w:val="004E0C50"/>
    <w:rsid w:val="004E109A"/>
    <w:rsid w:val="004E10D4"/>
    <w:rsid w:val="004E4230"/>
    <w:rsid w:val="004E4235"/>
    <w:rsid w:val="004E4724"/>
    <w:rsid w:val="004E51E6"/>
    <w:rsid w:val="004E5485"/>
    <w:rsid w:val="004E64C7"/>
    <w:rsid w:val="004E67B7"/>
    <w:rsid w:val="004E6FDB"/>
    <w:rsid w:val="004E78FC"/>
    <w:rsid w:val="004F00B4"/>
    <w:rsid w:val="004F09CB"/>
    <w:rsid w:val="004F20F3"/>
    <w:rsid w:val="004F2CD2"/>
    <w:rsid w:val="004F30B2"/>
    <w:rsid w:val="004F30BD"/>
    <w:rsid w:val="004F4627"/>
    <w:rsid w:val="004F7372"/>
    <w:rsid w:val="004F769E"/>
    <w:rsid w:val="004F778D"/>
    <w:rsid w:val="004F79B0"/>
    <w:rsid w:val="0050298E"/>
    <w:rsid w:val="0050337C"/>
    <w:rsid w:val="00503809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2304"/>
    <w:rsid w:val="00513AD4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488C"/>
    <w:rsid w:val="00524B60"/>
    <w:rsid w:val="00524CB0"/>
    <w:rsid w:val="00525DBA"/>
    <w:rsid w:val="00526169"/>
    <w:rsid w:val="00526576"/>
    <w:rsid w:val="005268C3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32A3"/>
    <w:rsid w:val="00543B82"/>
    <w:rsid w:val="00543C9C"/>
    <w:rsid w:val="005455A8"/>
    <w:rsid w:val="00545D2C"/>
    <w:rsid w:val="005463AE"/>
    <w:rsid w:val="00546DA0"/>
    <w:rsid w:val="005473EF"/>
    <w:rsid w:val="00550245"/>
    <w:rsid w:val="0055060A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6373"/>
    <w:rsid w:val="00566412"/>
    <w:rsid w:val="00566F43"/>
    <w:rsid w:val="00567DD1"/>
    <w:rsid w:val="00567EEF"/>
    <w:rsid w:val="00570289"/>
    <w:rsid w:val="00571A9C"/>
    <w:rsid w:val="00572205"/>
    <w:rsid w:val="00572264"/>
    <w:rsid w:val="005731FB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E71"/>
    <w:rsid w:val="005825EE"/>
    <w:rsid w:val="0058278A"/>
    <w:rsid w:val="00583253"/>
    <w:rsid w:val="00583DC6"/>
    <w:rsid w:val="00583FE6"/>
    <w:rsid w:val="00584E3F"/>
    <w:rsid w:val="00585A1F"/>
    <w:rsid w:val="00585A35"/>
    <w:rsid w:val="00585B2B"/>
    <w:rsid w:val="00585DCD"/>
    <w:rsid w:val="00586117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4133"/>
    <w:rsid w:val="00594920"/>
    <w:rsid w:val="00594B5C"/>
    <w:rsid w:val="00597083"/>
    <w:rsid w:val="005A0C85"/>
    <w:rsid w:val="005A0F2F"/>
    <w:rsid w:val="005A102D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432"/>
    <w:rsid w:val="005D69A7"/>
    <w:rsid w:val="005D6A6F"/>
    <w:rsid w:val="005D6D6D"/>
    <w:rsid w:val="005D76F5"/>
    <w:rsid w:val="005D77E3"/>
    <w:rsid w:val="005D78A5"/>
    <w:rsid w:val="005E0FB1"/>
    <w:rsid w:val="005E1CA3"/>
    <w:rsid w:val="005E1E9D"/>
    <w:rsid w:val="005E2D29"/>
    <w:rsid w:val="005E4088"/>
    <w:rsid w:val="005F0301"/>
    <w:rsid w:val="005F16F7"/>
    <w:rsid w:val="005F27DB"/>
    <w:rsid w:val="005F2A32"/>
    <w:rsid w:val="005F5389"/>
    <w:rsid w:val="00601533"/>
    <w:rsid w:val="00601B9B"/>
    <w:rsid w:val="00602141"/>
    <w:rsid w:val="00602E19"/>
    <w:rsid w:val="0060502D"/>
    <w:rsid w:val="00605115"/>
    <w:rsid w:val="006055D5"/>
    <w:rsid w:val="006058BD"/>
    <w:rsid w:val="006066ED"/>
    <w:rsid w:val="00606FE6"/>
    <w:rsid w:val="00610893"/>
    <w:rsid w:val="00610AF9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162C"/>
    <w:rsid w:val="006221C6"/>
    <w:rsid w:val="00622B5D"/>
    <w:rsid w:val="0062344F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51411"/>
    <w:rsid w:val="00652299"/>
    <w:rsid w:val="00652795"/>
    <w:rsid w:val="006542A7"/>
    <w:rsid w:val="00655F46"/>
    <w:rsid w:val="00656204"/>
    <w:rsid w:val="00656360"/>
    <w:rsid w:val="00657AD7"/>
    <w:rsid w:val="00660EF9"/>
    <w:rsid w:val="006611B0"/>
    <w:rsid w:val="00661CC1"/>
    <w:rsid w:val="0066437A"/>
    <w:rsid w:val="00664DEC"/>
    <w:rsid w:val="006657B0"/>
    <w:rsid w:val="006669C2"/>
    <w:rsid w:val="00667B8A"/>
    <w:rsid w:val="00667C6E"/>
    <w:rsid w:val="00667D8D"/>
    <w:rsid w:val="0067011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25FF"/>
    <w:rsid w:val="00684FF3"/>
    <w:rsid w:val="00685034"/>
    <w:rsid w:val="0068574E"/>
    <w:rsid w:val="006860AE"/>
    <w:rsid w:val="006867FC"/>
    <w:rsid w:val="006911CE"/>
    <w:rsid w:val="00691DEC"/>
    <w:rsid w:val="00692FEA"/>
    <w:rsid w:val="006936DE"/>
    <w:rsid w:val="00696015"/>
    <w:rsid w:val="00696029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1E0"/>
    <w:rsid w:val="006A4551"/>
    <w:rsid w:val="006A4E68"/>
    <w:rsid w:val="006A5785"/>
    <w:rsid w:val="006A5956"/>
    <w:rsid w:val="006A6474"/>
    <w:rsid w:val="006A70C4"/>
    <w:rsid w:val="006A7A65"/>
    <w:rsid w:val="006B392A"/>
    <w:rsid w:val="006B431A"/>
    <w:rsid w:val="006B47DC"/>
    <w:rsid w:val="006B5D90"/>
    <w:rsid w:val="006B6592"/>
    <w:rsid w:val="006B74FC"/>
    <w:rsid w:val="006C2292"/>
    <w:rsid w:val="006C28C1"/>
    <w:rsid w:val="006C2C8C"/>
    <w:rsid w:val="006C3D46"/>
    <w:rsid w:val="006C42C3"/>
    <w:rsid w:val="006C5A79"/>
    <w:rsid w:val="006C6C2F"/>
    <w:rsid w:val="006D0921"/>
    <w:rsid w:val="006D25A6"/>
    <w:rsid w:val="006D350A"/>
    <w:rsid w:val="006D442B"/>
    <w:rsid w:val="006D4784"/>
    <w:rsid w:val="006D51D6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4A6A"/>
    <w:rsid w:val="006E4ECF"/>
    <w:rsid w:val="006E4FFD"/>
    <w:rsid w:val="006E5479"/>
    <w:rsid w:val="006E6A53"/>
    <w:rsid w:val="006E6C2F"/>
    <w:rsid w:val="006E735A"/>
    <w:rsid w:val="006E7B53"/>
    <w:rsid w:val="006F0D6D"/>
    <w:rsid w:val="006F22D3"/>
    <w:rsid w:val="006F2A70"/>
    <w:rsid w:val="006F330F"/>
    <w:rsid w:val="006F3AAF"/>
    <w:rsid w:val="006F3C10"/>
    <w:rsid w:val="006F4846"/>
    <w:rsid w:val="006F4B37"/>
    <w:rsid w:val="006F5397"/>
    <w:rsid w:val="006F5CDA"/>
    <w:rsid w:val="006F6D6B"/>
    <w:rsid w:val="006F7B18"/>
    <w:rsid w:val="006F7E7D"/>
    <w:rsid w:val="007005BB"/>
    <w:rsid w:val="0070078F"/>
    <w:rsid w:val="00701F2B"/>
    <w:rsid w:val="00702CF9"/>
    <w:rsid w:val="00703EB6"/>
    <w:rsid w:val="00705C5D"/>
    <w:rsid w:val="00707278"/>
    <w:rsid w:val="00710855"/>
    <w:rsid w:val="0071116B"/>
    <w:rsid w:val="007116D3"/>
    <w:rsid w:val="00713BA4"/>
    <w:rsid w:val="00713E87"/>
    <w:rsid w:val="00714E00"/>
    <w:rsid w:val="00715670"/>
    <w:rsid w:val="00716792"/>
    <w:rsid w:val="00716A04"/>
    <w:rsid w:val="00716B05"/>
    <w:rsid w:val="007170BC"/>
    <w:rsid w:val="00720470"/>
    <w:rsid w:val="0072082C"/>
    <w:rsid w:val="00720A24"/>
    <w:rsid w:val="007228BC"/>
    <w:rsid w:val="00723977"/>
    <w:rsid w:val="00725E17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3B04"/>
    <w:rsid w:val="00743C25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9DF"/>
    <w:rsid w:val="00767277"/>
    <w:rsid w:val="00767375"/>
    <w:rsid w:val="00767582"/>
    <w:rsid w:val="00771BD1"/>
    <w:rsid w:val="007726D6"/>
    <w:rsid w:val="00772D84"/>
    <w:rsid w:val="0077319C"/>
    <w:rsid w:val="00773510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5888"/>
    <w:rsid w:val="007B6929"/>
    <w:rsid w:val="007B766A"/>
    <w:rsid w:val="007B79B6"/>
    <w:rsid w:val="007C0D02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DDF"/>
    <w:rsid w:val="007D56A0"/>
    <w:rsid w:val="007D75B1"/>
    <w:rsid w:val="007E0B75"/>
    <w:rsid w:val="007E25BF"/>
    <w:rsid w:val="007E26CD"/>
    <w:rsid w:val="007E36F7"/>
    <w:rsid w:val="007E3CA4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6E39"/>
    <w:rsid w:val="007F6EB1"/>
    <w:rsid w:val="008006D6"/>
    <w:rsid w:val="008010C3"/>
    <w:rsid w:val="00801F55"/>
    <w:rsid w:val="00803334"/>
    <w:rsid w:val="008036EA"/>
    <w:rsid w:val="00803FE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7767"/>
    <w:rsid w:val="00827F7E"/>
    <w:rsid w:val="00830A09"/>
    <w:rsid w:val="008313D4"/>
    <w:rsid w:val="008319A7"/>
    <w:rsid w:val="00831C1E"/>
    <w:rsid w:val="00833A47"/>
    <w:rsid w:val="00833CF3"/>
    <w:rsid w:val="00834AC2"/>
    <w:rsid w:val="00835E2C"/>
    <w:rsid w:val="008369E9"/>
    <w:rsid w:val="00836CD4"/>
    <w:rsid w:val="00837C9E"/>
    <w:rsid w:val="008401F1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A05"/>
    <w:rsid w:val="00852231"/>
    <w:rsid w:val="008524AB"/>
    <w:rsid w:val="0085289B"/>
    <w:rsid w:val="00852941"/>
    <w:rsid w:val="00852D0B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4070"/>
    <w:rsid w:val="008643DD"/>
    <w:rsid w:val="00864A20"/>
    <w:rsid w:val="00865B3B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7320"/>
    <w:rsid w:val="0087744F"/>
    <w:rsid w:val="00881135"/>
    <w:rsid w:val="00881361"/>
    <w:rsid w:val="00884432"/>
    <w:rsid w:val="0088621C"/>
    <w:rsid w:val="00886403"/>
    <w:rsid w:val="00886C1B"/>
    <w:rsid w:val="00886E56"/>
    <w:rsid w:val="008910F3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CF4"/>
    <w:rsid w:val="008A4FF3"/>
    <w:rsid w:val="008A5B5D"/>
    <w:rsid w:val="008A5CA6"/>
    <w:rsid w:val="008B02E4"/>
    <w:rsid w:val="008B0CB5"/>
    <w:rsid w:val="008B16DB"/>
    <w:rsid w:val="008B1D72"/>
    <w:rsid w:val="008B1EB6"/>
    <w:rsid w:val="008B4485"/>
    <w:rsid w:val="008B45A1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ACD"/>
    <w:rsid w:val="008D33B5"/>
    <w:rsid w:val="008D39DA"/>
    <w:rsid w:val="008D4002"/>
    <w:rsid w:val="008D454E"/>
    <w:rsid w:val="008D4C63"/>
    <w:rsid w:val="008D5A6D"/>
    <w:rsid w:val="008D6C54"/>
    <w:rsid w:val="008D77F4"/>
    <w:rsid w:val="008D7F14"/>
    <w:rsid w:val="008E049D"/>
    <w:rsid w:val="008E06D5"/>
    <w:rsid w:val="008E14ED"/>
    <w:rsid w:val="008E2B88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9E2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531E"/>
    <w:rsid w:val="0092576F"/>
    <w:rsid w:val="00925CC4"/>
    <w:rsid w:val="009268BE"/>
    <w:rsid w:val="009319A7"/>
    <w:rsid w:val="00932E41"/>
    <w:rsid w:val="00933DAD"/>
    <w:rsid w:val="00934936"/>
    <w:rsid w:val="00934AFC"/>
    <w:rsid w:val="00935054"/>
    <w:rsid w:val="00935EF3"/>
    <w:rsid w:val="00936032"/>
    <w:rsid w:val="009363FD"/>
    <w:rsid w:val="009375FB"/>
    <w:rsid w:val="00937A78"/>
    <w:rsid w:val="00937D7E"/>
    <w:rsid w:val="00940834"/>
    <w:rsid w:val="009437F5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5316"/>
    <w:rsid w:val="009559AB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8D4"/>
    <w:rsid w:val="0096656B"/>
    <w:rsid w:val="009667B8"/>
    <w:rsid w:val="00966E5D"/>
    <w:rsid w:val="009670F2"/>
    <w:rsid w:val="00967527"/>
    <w:rsid w:val="00967DA4"/>
    <w:rsid w:val="00967E2B"/>
    <w:rsid w:val="00971D69"/>
    <w:rsid w:val="00972C26"/>
    <w:rsid w:val="00972D8C"/>
    <w:rsid w:val="009732D9"/>
    <w:rsid w:val="00973C72"/>
    <w:rsid w:val="00973F10"/>
    <w:rsid w:val="009746D4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3475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352E"/>
    <w:rsid w:val="00993818"/>
    <w:rsid w:val="00993ED1"/>
    <w:rsid w:val="00994036"/>
    <w:rsid w:val="009946BC"/>
    <w:rsid w:val="00995044"/>
    <w:rsid w:val="00995D7F"/>
    <w:rsid w:val="009966EB"/>
    <w:rsid w:val="00996B4F"/>
    <w:rsid w:val="009976F5"/>
    <w:rsid w:val="009A049F"/>
    <w:rsid w:val="009A05D5"/>
    <w:rsid w:val="009A0E46"/>
    <w:rsid w:val="009A2AE0"/>
    <w:rsid w:val="009A3AC8"/>
    <w:rsid w:val="009A4969"/>
    <w:rsid w:val="009A52C6"/>
    <w:rsid w:val="009A5A64"/>
    <w:rsid w:val="009A692A"/>
    <w:rsid w:val="009A73A8"/>
    <w:rsid w:val="009B0300"/>
    <w:rsid w:val="009B064B"/>
    <w:rsid w:val="009B1E5B"/>
    <w:rsid w:val="009B338C"/>
    <w:rsid w:val="009B413A"/>
    <w:rsid w:val="009B425D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D0213"/>
    <w:rsid w:val="009D0EDF"/>
    <w:rsid w:val="009D2594"/>
    <w:rsid w:val="009D372A"/>
    <w:rsid w:val="009D479F"/>
    <w:rsid w:val="009D4C35"/>
    <w:rsid w:val="009D4EBE"/>
    <w:rsid w:val="009D5E97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7A03"/>
    <w:rsid w:val="009F0566"/>
    <w:rsid w:val="009F1077"/>
    <w:rsid w:val="009F2705"/>
    <w:rsid w:val="009F4778"/>
    <w:rsid w:val="009F4CBF"/>
    <w:rsid w:val="009F502B"/>
    <w:rsid w:val="009F5090"/>
    <w:rsid w:val="009F5FA4"/>
    <w:rsid w:val="009F6006"/>
    <w:rsid w:val="009F60FD"/>
    <w:rsid w:val="00A000E4"/>
    <w:rsid w:val="00A015D7"/>
    <w:rsid w:val="00A02DED"/>
    <w:rsid w:val="00A03039"/>
    <w:rsid w:val="00A03164"/>
    <w:rsid w:val="00A0366A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62A4"/>
    <w:rsid w:val="00A16B04"/>
    <w:rsid w:val="00A16EBF"/>
    <w:rsid w:val="00A1761E"/>
    <w:rsid w:val="00A17BCD"/>
    <w:rsid w:val="00A20209"/>
    <w:rsid w:val="00A20220"/>
    <w:rsid w:val="00A2079D"/>
    <w:rsid w:val="00A2158D"/>
    <w:rsid w:val="00A217CA"/>
    <w:rsid w:val="00A22084"/>
    <w:rsid w:val="00A23081"/>
    <w:rsid w:val="00A23D35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F28"/>
    <w:rsid w:val="00A373BC"/>
    <w:rsid w:val="00A40BBF"/>
    <w:rsid w:val="00A410A2"/>
    <w:rsid w:val="00A41963"/>
    <w:rsid w:val="00A41D3A"/>
    <w:rsid w:val="00A42352"/>
    <w:rsid w:val="00A429D5"/>
    <w:rsid w:val="00A4568D"/>
    <w:rsid w:val="00A469D1"/>
    <w:rsid w:val="00A50972"/>
    <w:rsid w:val="00A5259E"/>
    <w:rsid w:val="00A535E6"/>
    <w:rsid w:val="00A53CAD"/>
    <w:rsid w:val="00A54B04"/>
    <w:rsid w:val="00A55E5F"/>
    <w:rsid w:val="00A56074"/>
    <w:rsid w:val="00A56C35"/>
    <w:rsid w:val="00A57A43"/>
    <w:rsid w:val="00A60CD0"/>
    <w:rsid w:val="00A611D5"/>
    <w:rsid w:val="00A612A9"/>
    <w:rsid w:val="00A61B67"/>
    <w:rsid w:val="00A62E75"/>
    <w:rsid w:val="00A62EF1"/>
    <w:rsid w:val="00A660D2"/>
    <w:rsid w:val="00A66475"/>
    <w:rsid w:val="00A67836"/>
    <w:rsid w:val="00A7060E"/>
    <w:rsid w:val="00A71C08"/>
    <w:rsid w:val="00A71E4E"/>
    <w:rsid w:val="00A7217C"/>
    <w:rsid w:val="00A72D9F"/>
    <w:rsid w:val="00A734C1"/>
    <w:rsid w:val="00A73EFD"/>
    <w:rsid w:val="00A74D2B"/>
    <w:rsid w:val="00A751BB"/>
    <w:rsid w:val="00A75793"/>
    <w:rsid w:val="00A75BA6"/>
    <w:rsid w:val="00A769B2"/>
    <w:rsid w:val="00A76EA1"/>
    <w:rsid w:val="00A76FC6"/>
    <w:rsid w:val="00A775A7"/>
    <w:rsid w:val="00A811C5"/>
    <w:rsid w:val="00A81256"/>
    <w:rsid w:val="00A81792"/>
    <w:rsid w:val="00A81E46"/>
    <w:rsid w:val="00A81FC0"/>
    <w:rsid w:val="00A829A0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6BF0"/>
    <w:rsid w:val="00AB6DA1"/>
    <w:rsid w:val="00AC11BC"/>
    <w:rsid w:val="00AC11CF"/>
    <w:rsid w:val="00AC1343"/>
    <w:rsid w:val="00AC1F81"/>
    <w:rsid w:val="00AC1FA7"/>
    <w:rsid w:val="00AC2B61"/>
    <w:rsid w:val="00AC3D66"/>
    <w:rsid w:val="00AC45B9"/>
    <w:rsid w:val="00AC70C4"/>
    <w:rsid w:val="00AD0332"/>
    <w:rsid w:val="00AD06DC"/>
    <w:rsid w:val="00AD2141"/>
    <w:rsid w:val="00AD28C4"/>
    <w:rsid w:val="00AD3CC9"/>
    <w:rsid w:val="00AD4B6F"/>
    <w:rsid w:val="00AD57F1"/>
    <w:rsid w:val="00AD6ABC"/>
    <w:rsid w:val="00AD6EF6"/>
    <w:rsid w:val="00AE03C5"/>
    <w:rsid w:val="00AE0CF9"/>
    <w:rsid w:val="00AE13DC"/>
    <w:rsid w:val="00AE1512"/>
    <w:rsid w:val="00AE1A62"/>
    <w:rsid w:val="00AE2DCA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B27"/>
    <w:rsid w:val="00B121BF"/>
    <w:rsid w:val="00B13CE5"/>
    <w:rsid w:val="00B145AC"/>
    <w:rsid w:val="00B155E6"/>
    <w:rsid w:val="00B1569D"/>
    <w:rsid w:val="00B1585D"/>
    <w:rsid w:val="00B16791"/>
    <w:rsid w:val="00B16FE7"/>
    <w:rsid w:val="00B17968"/>
    <w:rsid w:val="00B20575"/>
    <w:rsid w:val="00B2324F"/>
    <w:rsid w:val="00B237FB"/>
    <w:rsid w:val="00B244C2"/>
    <w:rsid w:val="00B24B14"/>
    <w:rsid w:val="00B24B94"/>
    <w:rsid w:val="00B2620B"/>
    <w:rsid w:val="00B26818"/>
    <w:rsid w:val="00B26DDF"/>
    <w:rsid w:val="00B2705F"/>
    <w:rsid w:val="00B2769A"/>
    <w:rsid w:val="00B307D8"/>
    <w:rsid w:val="00B31A07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A37"/>
    <w:rsid w:val="00B43495"/>
    <w:rsid w:val="00B43B00"/>
    <w:rsid w:val="00B43B24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245F"/>
    <w:rsid w:val="00B527AF"/>
    <w:rsid w:val="00B52846"/>
    <w:rsid w:val="00B5570D"/>
    <w:rsid w:val="00B56588"/>
    <w:rsid w:val="00B56975"/>
    <w:rsid w:val="00B56DBD"/>
    <w:rsid w:val="00B572AE"/>
    <w:rsid w:val="00B57415"/>
    <w:rsid w:val="00B600BA"/>
    <w:rsid w:val="00B60B50"/>
    <w:rsid w:val="00B610B0"/>
    <w:rsid w:val="00B622ED"/>
    <w:rsid w:val="00B631ED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A027A"/>
    <w:rsid w:val="00BA1462"/>
    <w:rsid w:val="00BA15B6"/>
    <w:rsid w:val="00BA392C"/>
    <w:rsid w:val="00BA4139"/>
    <w:rsid w:val="00BA4914"/>
    <w:rsid w:val="00BA5DCB"/>
    <w:rsid w:val="00BA6338"/>
    <w:rsid w:val="00BA63F6"/>
    <w:rsid w:val="00BA72B2"/>
    <w:rsid w:val="00BA7657"/>
    <w:rsid w:val="00BB0361"/>
    <w:rsid w:val="00BB0620"/>
    <w:rsid w:val="00BB0A78"/>
    <w:rsid w:val="00BB1C9B"/>
    <w:rsid w:val="00BB4498"/>
    <w:rsid w:val="00BB4613"/>
    <w:rsid w:val="00BB5BBE"/>
    <w:rsid w:val="00BB5FD1"/>
    <w:rsid w:val="00BB6BBB"/>
    <w:rsid w:val="00BB7459"/>
    <w:rsid w:val="00BB78D7"/>
    <w:rsid w:val="00BB7DB9"/>
    <w:rsid w:val="00BC001A"/>
    <w:rsid w:val="00BC0520"/>
    <w:rsid w:val="00BC08E7"/>
    <w:rsid w:val="00BC1244"/>
    <w:rsid w:val="00BC1533"/>
    <w:rsid w:val="00BC1892"/>
    <w:rsid w:val="00BC1B63"/>
    <w:rsid w:val="00BC1CB9"/>
    <w:rsid w:val="00BC23E7"/>
    <w:rsid w:val="00BC2DE3"/>
    <w:rsid w:val="00BC4345"/>
    <w:rsid w:val="00BC47D7"/>
    <w:rsid w:val="00BC4A52"/>
    <w:rsid w:val="00BC7758"/>
    <w:rsid w:val="00BC7951"/>
    <w:rsid w:val="00BC7BCD"/>
    <w:rsid w:val="00BC7E36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EEB"/>
    <w:rsid w:val="00BE08B3"/>
    <w:rsid w:val="00BE0E89"/>
    <w:rsid w:val="00BE107A"/>
    <w:rsid w:val="00BE16C5"/>
    <w:rsid w:val="00BE1957"/>
    <w:rsid w:val="00BE215A"/>
    <w:rsid w:val="00BE40D3"/>
    <w:rsid w:val="00BE4DC7"/>
    <w:rsid w:val="00BE511F"/>
    <w:rsid w:val="00BE6DF1"/>
    <w:rsid w:val="00BE7F7C"/>
    <w:rsid w:val="00BF1044"/>
    <w:rsid w:val="00BF11FA"/>
    <w:rsid w:val="00BF14D7"/>
    <w:rsid w:val="00BF2B0E"/>
    <w:rsid w:val="00BF3584"/>
    <w:rsid w:val="00BF433E"/>
    <w:rsid w:val="00BF4922"/>
    <w:rsid w:val="00BF4F88"/>
    <w:rsid w:val="00BF5489"/>
    <w:rsid w:val="00BF7218"/>
    <w:rsid w:val="00BF7D0A"/>
    <w:rsid w:val="00C00711"/>
    <w:rsid w:val="00C007A3"/>
    <w:rsid w:val="00C00ECD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D3E"/>
    <w:rsid w:val="00C063CD"/>
    <w:rsid w:val="00C069F6"/>
    <w:rsid w:val="00C0725D"/>
    <w:rsid w:val="00C1028A"/>
    <w:rsid w:val="00C1051E"/>
    <w:rsid w:val="00C1139D"/>
    <w:rsid w:val="00C113DD"/>
    <w:rsid w:val="00C11A50"/>
    <w:rsid w:val="00C1200C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E48"/>
    <w:rsid w:val="00C24723"/>
    <w:rsid w:val="00C24E5E"/>
    <w:rsid w:val="00C25252"/>
    <w:rsid w:val="00C26696"/>
    <w:rsid w:val="00C26D70"/>
    <w:rsid w:val="00C26DE8"/>
    <w:rsid w:val="00C273CB"/>
    <w:rsid w:val="00C305AA"/>
    <w:rsid w:val="00C31977"/>
    <w:rsid w:val="00C31CB9"/>
    <w:rsid w:val="00C33137"/>
    <w:rsid w:val="00C3341A"/>
    <w:rsid w:val="00C343F6"/>
    <w:rsid w:val="00C353BA"/>
    <w:rsid w:val="00C36795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70556"/>
    <w:rsid w:val="00C725DA"/>
    <w:rsid w:val="00C72608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FC5"/>
    <w:rsid w:val="00CA57CC"/>
    <w:rsid w:val="00CA6582"/>
    <w:rsid w:val="00CA6AD9"/>
    <w:rsid w:val="00CB1886"/>
    <w:rsid w:val="00CB27F4"/>
    <w:rsid w:val="00CB2E45"/>
    <w:rsid w:val="00CB5C3E"/>
    <w:rsid w:val="00CB6126"/>
    <w:rsid w:val="00CB6716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3F03"/>
    <w:rsid w:val="00CC4C46"/>
    <w:rsid w:val="00CC53F9"/>
    <w:rsid w:val="00CC5CCB"/>
    <w:rsid w:val="00CC6F12"/>
    <w:rsid w:val="00CC78A1"/>
    <w:rsid w:val="00CD0203"/>
    <w:rsid w:val="00CD1513"/>
    <w:rsid w:val="00CD2BD4"/>
    <w:rsid w:val="00CD2CE6"/>
    <w:rsid w:val="00CD2DEB"/>
    <w:rsid w:val="00CD2E62"/>
    <w:rsid w:val="00CD336A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5699"/>
    <w:rsid w:val="00CE5DE0"/>
    <w:rsid w:val="00CE6502"/>
    <w:rsid w:val="00CE6BEF"/>
    <w:rsid w:val="00CE74D5"/>
    <w:rsid w:val="00CE7A7B"/>
    <w:rsid w:val="00CE7E9F"/>
    <w:rsid w:val="00CF06EF"/>
    <w:rsid w:val="00CF302B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E3D"/>
    <w:rsid w:val="00D01E79"/>
    <w:rsid w:val="00D033F4"/>
    <w:rsid w:val="00D041B2"/>
    <w:rsid w:val="00D042D6"/>
    <w:rsid w:val="00D051A7"/>
    <w:rsid w:val="00D05350"/>
    <w:rsid w:val="00D06001"/>
    <w:rsid w:val="00D06260"/>
    <w:rsid w:val="00D07308"/>
    <w:rsid w:val="00D076D5"/>
    <w:rsid w:val="00D104A4"/>
    <w:rsid w:val="00D104BE"/>
    <w:rsid w:val="00D1055D"/>
    <w:rsid w:val="00D10C64"/>
    <w:rsid w:val="00D10F4C"/>
    <w:rsid w:val="00D1215F"/>
    <w:rsid w:val="00D12972"/>
    <w:rsid w:val="00D1376C"/>
    <w:rsid w:val="00D144E8"/>
    <w:rsid w:val="00D14884"/>
    <w:rsid w:val="00D15004"/>
    <w:rsid w:val="00D17CCB"/>
    <w:rsid w:val="00D2005D"/>
    <w:rsid w:val="00D2074B"/>
    <w:rsid w:val="00D2249A"/>
    <w:rsid w:val="00D22726"/>
    <w:rsid w:val="00D234FC"/>
    <w:rsid w:val="00D24262"/>
    <w:rsid w:val="00D25643"/>
    <w:rsid w:val="00D2617C"/>
    <w:rsid w:val="00D27857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400EC"/>
    <w:rsid w:val="00D403FD"/>
    <w:rsid w:val="00D40DAC"/>
    <w:rsid w:val="00D41F46"/>
    <w:rsid w:val="00D421AC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6CA"/>
    <w:rsid w:val="00D51C3B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2A0"/>
    <w:rsid w:val="00D877FC"/>
    <w:rsid w:val="00D90626"/>
    <w:rsid w:val="00D90812"/>
    <w:rsid w:val="00D915C1"/>
    <w:rsid w:val="00D927D1"/>
    <w:rsid w:val="00D928F6"/>
    <w:rsid w:val="00D948F3"/>
    <w:rsid w:val="00D95780"/>
    <w:rsid w:val="00D96761"/>
    <w:rsid w:val="00D9799F"/>
    <w:rsid w:val="00DA07D7"/>
    <w:rsid w:val="00DA288F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2CF3"/>
    <w:rsid w:val="00DB2F6E"/>
    <w:rsid w:val="00DB3A88"/>
    <w:rsid w:val="00DB5A1B"/>
    <w:rsid w:val="00DB5BF1"/>
    <w:rsid w:val="00DB6031"/>
    <w:rsid w:val="00DB6090"/>
    <w:rsid w:val="00DB642D"/>
    <w:rsid w:val="00DC1633"/>
    <w:rsid w:val="00DC2C94"/>
    <w:rsid w:val="00DC30AC"/>
    <w:rsid w:val="00DC5173"/>
    <w:rsid w:val="00DC5495"/>
    <w:rsid w:val="00DC67F4"/>
    <w:rsid w:val="00DC6DBF"/>
    <w:rsid w:val="00DC7BED"/>
    <w:rsid w:val="00DD04ED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C03"/>
    <w:rsid w:val="00DF6A9A"/>
    <w:rsid w:val="00DF6DDE"/>
    <w:rsid w:val="00DF705E"/>
    <w:rsid w:val="00E00EDD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BE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118F"/>
    <w:rsid w:val="00E31902"/>
    <w:rsid w:val="00E33366"/>
    <w:rsid w:val="00E34148"/>
    <w:rsid w:val="00E34749"/>
    <w:rsid w:val="00E34BDA"/>
    <w:rsid w:val="00E3556E"/>
    <w:rsid w:val="00E36B0F"/>
    <w:rsid w:val="00E36F48"/>
    <w:rsid w:val="00E40282"/>
    <w:rsid w:val="00E414C9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362E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5415"/>
    <w:rsid w:val="00E65B47"/>
    <w:rsid w:val="00E67A1A"/>
    <w:rsid w:val="00E67B20"/>
    <w:rsid w:val="00E7049C"/>
    <w:rsid w:val="00E70C56"/>
    <w:rsid w:val="00E74BCD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907C8"/>
    <w:rsid w:val="00E91324"/>
    <w:rsid w:val="00E91B7C"/>
    <w:rsid w:val="00E92778"/>
    <w:rsid w:val="00E93BB6"/>
    <w:rsid w:val="00E9439B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24FF"/>
    <w:rsid w:val="00EA4DC8"/>
    <w:rsid w:val="00EA563D"/>
    <w:rsid w:val="00EA66E8"/>
    <w:rsid w:val="00EA6B3F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74BE"/>
    <w:rsid w:val="00EF080E"/>
    <w:rsid w:val="00EF1194"/>
    <w:rsid w:val="00EF2466"/>
    <w:rsid w:val="00EF2F6F"/>
    <w:rsid w:val="00EF45CF"/>
    <w:rsid w:val="00EF4820"/>
    <w:rsid w:val="00EF59E3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817"/>
    <w:rsid w:val="00F06938"/>
    <w:rsid w:val="00F069AC"/>
    <w:rsid w:val="00F06EA1"/>
    <w:rsid w:val="00F06F5A"/>
    <w:rsid w:val="00F0701A"/>
    <w:rsid w:val="00F1067C"/>
    <w:rsid w:val="00F11126"/>
    <w:rsid w:val="00F114E5"/>
    <w:rsid w:val="00F135E3"/>
    <w:rsid w:val="00F14F45"/>
    <w:rsid w:val="00F15BE0"/>
    <w:rsid w:val="00F15D87"/>
    <w:rsid w:val="00F169CB"/>
    <w:rsid w:val="00F1708E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31A1E"/>
    <w:rsid w:val="00F327E8"/>
    <w:rsid w:val="00F33273"/>
    <w:rsid w:val="00F336A0"/>
    <w:rsid w:val="00F33D07"/>
    <w:rsid w:val="00F33D89"/>
    <w:rsid w:val="00F3509B"/>
    <w:rsid w:val="00F37C1D"/>
    <w:rsid w:val="00F40F4F"/>
    <w:rsid w:val="00F4301B"/>
    <w:rsid w:val="00F4404D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834"/>
    <w:rsid w:val="00F55D04"/>
    <w:rsid w:val="00F56923"/>
    <w:rsid w:val="00F56B1D"/>
    <w:rsid w:val="00F570D6"/>
    <w:rsid w:val="00F57276"/>
    <w:rsid w:val="00F572E4"/>
    <w:rsid w:val="00F57962"/>
    <w:rsid w:val="00F601EA"/>
    <w:rsid w:val="00F60293"/>
    <w:rsid w:val="00F61181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229E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DDA"/>
    <w:rsid w:val="00F80EC6"/>
    <w:rsid w:val="00F815D9"/>
    <w:rsid w:val="00F81763"/>
    <w:rsid w:val="00F821EC"/>
    <w:rsid w:val="00F82AF0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90FAB"/>
    <w:rsid w:val="00F91C5A"/>
    <w:rsid w:val="00F9329E"/>
    <w:rsid w:val="00F93773"/>
    <w:rsid w:val="00F9497E"/>
    <w:rsid w:val="00F9508B"/>
    <w:rsid w:val="00F956DD"/>
    <w:rsid w:val="00F958B9"/>
    <w:rsid w:val="00F961A6"/>
    <w:rsid w:val="00F96E05"/>
    <w:rsid w:val="00FA0E1D"/>
    <w:rsid w:val="00FA1887"/>
    <w:rsid w:val="00FA26EF"/>
    <w:rsid w:val="00FA2A98"/>
    <w:rsid w:val="00FA3206"/>
    <w:rsid w:val="00FA654E"/>
    <w:rsid w:val="00FA6859"/>
    <w:rsid w:val="00FA71C1"/>
    <w:rsid w:val="00FA7BB8"/>
    <w:rsid w:val="00FB0A43"/>
    <w:rsid w:val="00FB0B09"/>
    <w:rsid w:val="00FB409A"/>
    <w:rsid w:val="00FB466D"/>
    <w:rsid w:val="00FB647C"/>
    <w:rsid w:val="00FB6C07"/>
    <w:rsid w:val="00FB7F31"/>
    <w:rsid w:val="00FC00D0"/>
    <w:rsid w:val="00FC0549"/>
    <w:rsid w:val="00FC11F8"/>
    <w:rsid w:val="00FC239D"/>
    <w:rsid w:val="00FC2624"/>
    <w:rsid w:val="00FC2E0F"/>
    <w:rsid w:val="00FC3450"/>
    <w:rsid w:val="00FC3469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73A4"/>
    <w:rsid w:val="00FD7C3B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A3F"/>
    <w:rsid w:val="00FF0574"/>
    <w:rsid w:val="00FF1C41"/>
    <w:rsid w:val="00FF20F3"/>
    <w:rsid w:val="00FF231A"/>
    <w:rsid w:val="00FF2532"/>
    <w:rsid w:val="00FF3DC8"/>
    <w:rsid w:val="00FF5A2D"/>
    <w:rsid w:val="00FF69CD"/>
    <w:rsid w:val="00FF6FC4"/>
    <w:rsid w:val="00FF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DC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0B42F-7DA2-4450-A715-7D323F626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201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Скворцова Мира Сергеевна</cp:lastModifiedBy>
  <cp:revision>9</cp:revision>
  <cp:lastPrinted>2021-01-29T03:37:00Z</cp:lastPrinted>
  <dcterms:created xsi:type="dcterms:W3CDTF">2020-11-27T03:07:00Z</dcterms:created>
  <dcterms:modified xsi:type="dcterms:W3CDTF">2021-04-16T04:00:00Z</dcterms:modified>
</cp:coreProperties>
</file>